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2.0 -->
  <w:body>
    <w:p w:rsidR="005456B0" w:rsidRPr="009F30C4" w:rsidP="005C617B">
      <w:pPr>
        <w:tabs>
          <w:tab w:val="left" w:pos="284"/>
          <w:tab w:val="left" w:pos="426"/>
        </w:tabs>
        <w:ind w:firstLine="0"/>
        <w:jc w:val="both"/>
        <w:rPr>
          <w:rFonts w:cstheme="minorHAnsi"/>
        </w:rPr>
      </w:pPr>
    </w:p>
    <w:p w:rsidR="00ED37D1" w:rsidRPr="009F30C4" w:rsidP="005C617B">
      <w:pPr>
        <w:tabs>
          <w:tab w:val="left" w:pos="284"/>
          <w:tab w:val="left" w:pos="426"/>
        </w:tabs>
        <w:ind w:firstLine="0"/>
        <w:jc w:val="both"/>
        <w:rPr>
          <w:rFonts w:cstheme="minorHAnsi"/>
        </w:rPr>
      </w:pPr>
    </w:p>
    <w:p w:rsidR="005456B0" w:rsidRPr="009F30C4" w:rsidP="005C617B">
      <w:pPr>
        <w:tabs>
          <w:tab w:val="left" w:pos="284"/>
          <w:tab w:val="left" w:pos="426"/>
          <w:tab w:val="left" w:pos="3330"/>
        </w:tabs>
        <w:ind w:firstLine="0"/>
        <w:jc w:val="center"/>
        <w:rPr>
          <w:rFonts w:cstheme="minorHAnsi"/>
        </w:rPr>
      </w:pPr>
    </w:p>
    <w:p w:rsidR="005456B0" w:rsidRPr="009F30C4" w:rsidP="005C617B">
      <w:pPr>
        <w:tabs>
          <w:tab w:val="left" w:pos="284"/>
          <w:tab w:val="left" w:pos="426"/>
        </w:tabs>
        <w:ind w:firstLine="0"/>
        <w:jc w:val="center"/>
        <w:rPr>
          <w:rFonts w:cstheme="minorHAnsi"/>
        </w:rPr>
      </w:pPr>
    </w:p>
    <w:p w:rsidR="005456B0" w:rsidRPr="009F30C4" w:rsidP="005C617B">
      <w:pPr>
        <w:tabs>
          <w:tab w:val="left" w:pos="284"/>
          <w:tab w:val="left" w:pos="426"/>
        </w:tabs>
        <w:ind w:firstLine="0"/>
        <w:jc w:val="center"/>
        <w:rPr>
          <w:rFonts w:cstheme="minorHAnsi"/>
        </w:rPr>
      </w:pPr>
    </w:p>
    <w:p w:rsidR="005456B0" w:rsidRPr="009F30C4" w:rsidP="005C617B">
      <w:pPr>
        <w:tabs>
          <w:tab w:val="left" w:pos="284"/>
          <w:tab w:val="left" w:pos="426"/>
        </w:tabs>
        <w:ind w:firstLine="0"/>
        <w:jc w:val="center"/>
        <w:rPr>
          <w:rFonts w:cstheme="minorHAnsi"/>
        </w:rPr>
      </w:pPr>
    </w:p>
    <w:p w:rsidR="005456B0" w:rsidRPr="009F30C4" w:rsidP="005C617B">
      <w:pPr>
        <w:tabs>
          <w:tab w:val="left" w:pos="284"/>
          <w:tab w:val="left" w:pos="426"/>
        </w:tabs>
        <w:ind w:firstLine="0"/>
        <w:jc w:val="center"/>
        <w:rPr>
          <w:rFonts w:cstheme="minorHAnsi"/>
        </w:rPr>
      </w:pPr>
    </w:p>
    <w:p w:rsidR="00ED37D1" w:rsidRPr="009F30C4" w:rsidP="005C617B">
      <w:pPr>
        <w:tabs>
          <w:tab w:val="left" w:pos="284"/>
          <w:tab w:val="left" w:pos="426"/>
        </w:tabs>
        <w:ind w:firstLine="0"/>
        <w:jc w:val="center"/>
        <w:rPr>
          <w:rFonts w:cstheme="minorHAnsi"/>
        </w:rPr>
      </w:pPr>
      <w:r>
        <w:rPr>
          <w:rFonts w:cstheme="minorHAnsi"/>
        </w:rPr>
        <w:t xml:space="preserve">Response </w:t>
      </w:r>
    </w:p>
    <w:p w:rsidR="005456B0" w:rsidRPr="009F30C4" w:rsidP="005C617B">
      <w:pPr>
        <w:tabs>
          <w:tab w:val="left" w:pos="284"/>
          <w:tab w:val="left" w:pos="426"/>
        </w:tabs>
        <w:ind w:firstLine="0"/>
        <w:jc w:val="center"/>
        <w:rPr>
          <w:rFonts w:cstheme="minorHAnsi"/>
        </w:rPr>
      </w:pPr>
      <w:r w:rsidRPr="009F30C4">
        <w:rPr>
          <w:rFonts w:cstheme="minorHAnsi"/>
        </w:rPr>
        <w:t>By</w:t>
      </w:r>
    </w:p>
    <w:p w:rsidR="005456B0" w:rsidRPr="009F30C4" w:rsidP="005C617B">
      <w:pPr>
        <w:tabs>
          <w:tab w:val="left" w:pos="284"/>
          <w:tab w:val="left" w:pos="426"/>
        </w:tabs>
        <w:ind w:firstLine="0"/>
        <w:jc w:val="center"/>
        <w:rPr>
          <w:rFonts w:cstheme="minorHAnsi"/>
        </w:rPr>
      </w:pPr>
      <w:r w:rsidRPr="009F30C4">
        <w:rPr>
          <w:rFonts w:cstheme="minorHAnsi"/>
        </w:rPr>
        <w:t>[Name of Student]</w:t>
      </w:r>
    </w:p>
    <w:p w:rsidR="005456B0" w:rsidRPr="009F30C4" w:rsidP="005C617B">
      <w:pPr>
        <w:tabs>
          <w:tab w:val="left" w:pos="284"/>
          <w:tab w:val="left" w:pos="426"/>
        </w:tabs>
        <w:ind w:firstLine="0"/>
        <w:jc w:val="center"/>
        <w:rPr>
          <w:rFonts w:cstheme="minorHAnsi"/>
        </w:rPr>
      </w:pPr>
      <w:r>
        <w:rPr>
          <w:rFonts w:cstheme="minorHAnsi"/>
        </w:rPr>
        <w:t>May 7</w:t>
      </w:r>
      <w:r w:rsidRPr="009F30C4" w:rsidR="0012761C">
        <w:rPr>
          <w:rFonts w:cstheme="minorHAnsi"/>
        </w:rPr>
        <w:t>, 2021</w:t>
      </w:r>
    </w:p>
    <w:p w:rsidR="005456B0" w:rsidRPr="009F30C4" w:rsidP="005C617B">
      <w:pPr>
        <w:tabs>
          <w:tab w:val="left" w:pos="284"/>
          <w:tab w:val="left" w:pos="426"/>
        </w:tabs>
        <w:ind w:firstLine="0"/>
        <w:jc w:val="center"/>
        <w:rPr>
          <w:rFonts w:cstheme="minorHAnsi"/>
        </w:rPr>
      </w:pPr>
    </w:p>
    <w:p w:rsidR="005456B0" w:rsidRPr="009F30C4" w:rsidP="005C617B">
      <w:pPr>
        <w:tabs>
          <w:tab w:val="left" w:pos="284"/>
          <w:tab w:val="left" w:pos="426"/>
        </w:tabs>
        <w:ind w:firstLine="0"/>
        <w:jc w:val="both"/>
        <w:rPr>
          <w:rFonts w:cstheme="minorHAnsi"/>
        </w:rPr>
      </w:pPr>
    </w:p>
    <w:p w:rsidR="005456B0" w:rsidRPr="009F30C4" w:rsidP="005C617B">
      <w:pPr>
        <w:tabs>
          <w:tab w:val="left" w:pos="284"/>
          <w:tab w:val="left" w:pos="426"/>
        </w:tabs>
        <w:ind w:firstLine="0"/>
        <w:jc w:val="both"/>
        <w:rPr>
          <w:rFonts w:cstheme="minorHAnsi"/>
        </w:rPr>
      </w:pPr>
    </w:p>
    <w:p w:rsidR="005456B0" w:rsidRPr="009F30C4" w:rsidP="005C617B">
      <w:pPr>
        <w:tabs>
          <w:tab w:val="left" w:pos="284"/>
          <w:tab w:val="left" w:pos="426"/>
        </w:tabs>
        <w:ind w:firstLine="0"/>
        <w:jc w:val="both"/>
        <w:rPr>
          <w:rFonts w:cstheme="minorHAnsi"/>
        </w:rPr>
      </w:pPr>
    </w:p>
    <w:p w:rsidR="005456B0" w:rsidRPr="009F30C4" w:rsidP="005C617B">
      <w:pPr>
        <w:tabs>
          <w:tab w:val="left" w:pos="284"/>
          <w:tab w:val="left" w:pos="426"/>
        </w:tabs>
        <w:ind w:firstLine="0"/>
        <w:jc w:val="both"/>
        <w:rPr>
          <w:rFonts w:cstheme="minorHAnsi"/>
        </w:rPr>
      </w:pPr>
    </w:p>
    <w:p w:rsidR="005456B0" w:rsidRPr="009F30C4" w:rsidP="005C617B">
      <w:pPr>
        <w:tabs>
          <w:tab w:val="left" w:pos="284"/>
          <w:tab w:val="left" w:pos="426"/>
        </w:tabs>
        <w:ind w:firstLine="0"/>
        <w:jc w:val="both"/>
        <w:rPr>
          <w:rFonts w:cstheme="minorHAnsi"/>
        </w:rPr>
      </w:pPr>
    </w:p>
    <w:p w:rsidR="005456B0" w:rsidRPr="009F30C4" w:rsidP="005C617B">
      <w:pPr>
        <w:tabs>
          <w:tab w:val="left" w:pos="284"/>
          <w:tab w:val="left" w:pos="426"/>
        </w:tabs>
        <w:ind w:firstLine="0"/>
        <w:jc w:val="both"/>
        <w:rPr>
          <w:rFonts w:cstheme="minorHAnsi"/>
        </w:rPr>
      </w:pPr>
    </w:p>
    <w:p w:rsidR="008046F8" w:rsidRPr="009F30C4" w:rsidP="005C617B">
      <w:pPr>
        <w:tabs>
          <w:tab w:val="left" w:pos="284"/>
          <w:tab w:val="left" w:pos="426"/>
        </w:tabs>
        <w:ind w:firstLine="0"/>
        <w:jc w:val="both"/>
        <w:rPr>
          <w:rFonts w:cstheme="minorHAnsi"/>
        </w:rPr>
      </w:pPr>
    </w:p>
    <w:p w:rsidR="008046F8" w:rsidRPr="009F30C4" w:rsidP="005C617B">
      <w:pPr>
        <w:tabs>
          <w:tab w:val="left" w:pos="284"/>
          <w:tab w:val="left" w:pos="426"/>
        </w:tabs>
        <w:ind w:firstLine="0"/>
        <w:jc w:val="both"/>
        <w:rPr>
          <w:rFonts w:cstheme="minorHAnsi"/>
        </w:rPr>
      </w:pPr>
    </w:p>
    <w:p w:rsidR="008046F8" w:rsidRPr="009F30C4" w:rsidP="005C617B">
      <w:pPr>
        <w:tabs>
          <w:tab w:val="left" w:pos="284"/>
          <w:tab w:val="left" w:pos="426"/>
        </w:tabs>
        <w:ind w:firstLine="0"/>
        <w:jc w:val="both"/>
        <w:rPr>
          <w:rFonts w:cstheme="minorHAnsi"/>
        </w:rPr>
      </w:pPr>
    </w:p>
    <w:p w:rsidR="008046F8" w:rsidRPr="009F30C4" w:rsidP="005C617B">
      <w:pPr>
        <w:tabs>
          <w:tab w:val="left" w:pos="284"/>
          <w:tab w:val="left" w:pos="426"/>
        </w:tabs>
        <w:ind w:firstLine="0"/>
        <w:jc w:val="both"/>
        <w:rPr>
          <w:rFonts w:cstheme="minorHAnsi"/>
        </w:rPr>
      </w:pPr>
    </w:p>
    <w:p w:rsidR="006722D3" w:rsidP="006722D3">
      <w:pPr>
        <w:tabs>
          <w:tab w:val="left" w:pos="426"/>
        </w:tabs>
        <w:ind w:firstLine="0"/>
        <w:jc w:val="both"/>
        <w:rPr>
          <w:rFonts w:cstheme="minorHAnsi"/>
          <w:color w:val="222222"/>
          <w:shd w:val="clear" w:color="auto" w:fill="FFFFFF"/>
        </w:rPr>
      </w:pPr>
    </w:p>
    <w:p w:rsidR="00494C76" w:rsidRPr="00494C76" w:rsidP="00494C76">
      <w:pPr>
        <w:ind w:firstLine="0"/>
        <w:rPr>
          <w:rFonts w:asciiTheme="majorBidi" w:hAnsiTheme="majorBidi" w:cstheme="majorBidi"/>
          <w:b/>
          <w:bCs/>
        </w:rPr>
      </w:pPr>
      <w:r w:rsidRPr="00494C76">
        <w:rPr>
          <w:rFonts w:asciiTheme="majorBidi" w:hAnsiTheme="majorBidi" w:cstheme="majorBidi"/>
          <w:b/>
          <w:bCs/>
        </w:rPr>
        <w:t>Response no 1</w:t>
      </w:r>
    </w:p>
    <w:p w:rsidR="00494C76" w:rsidRPr="00C26F5B" w:rsidP="00494C76">
      <w:pPr>
        <w:rPr>
          <w:rFonts w:asciiTheme="majorBidi" w:hAnsiTheme="majorBidi" w:cstheme="majorBidi"/>
        </w:rPr>
      </w:pPr>
      <w:r w:rsidRPr="00C26F5B">
        <w:rPr>
          <w:rFonts w:asciiTheme="majorBidi" w:hAnsiTheme="majorBidi" w:cstheme="majorBidi"/>
        </w:rPr>
        <w:t>I agree with your discussion that this course helps solve different problems because it has become an important part of life. People are facing different problems and diseases, both physical and mental diseases. Some of the mental diseases include stress and depression. Therefore, these courses have become important for the management of life. People become able to solve their problems by using the learning they gained from this course. I wonder how you become comfortable with the online classes even at the start of the course because I faced some problems related to internet connection and physical engagement. Later I found that you are taking online classes from the school level, which showed that the experience of online classes was not new for you. Therefore, you become comfortable and get more findings from such types of classes—the chances of getting more learning to become increased when people get classes by their choice of mode.</w:t>
      </w:r>
    </w:p>
    <w:p w:rsidR="00494C76" w:rsidRPr="00C26F5B" w:rsidP="00494C76">
      <w:pPr>
        <w:rPr>
          <w:rFonts w:asciiTheme="majorBidi" w:hAnsiTheme="majorBidi" w:cstheme="majorBidi"/>
        </w:rPr>
      </w:pPr>
      <w:r w:rsidRPr="00C26F5B">
        <w:rPr>
          <w:rFonts w:asciiTheme="majorBidi" w:hAnsiTheme="majorBidi" w:cstheme="majorBidi"/>
        </w:rPr>
        <w:t>Moreover, I have found different points efficient in your discussion. One of the most important things was that you had adopted some cats helping you manage different diseases, including anxiety and stress. This process would surely help you manage different problems and get success in your personal and professional life.</w:t>
      </w:r>
    </w:p>
    <w:p w:rsidR="00494C76" w:rsidRPr="00494C76" w:rsidP="00494C76">
      <w:pPr>
        <w:ind w:firstLine="0"/>
        <w:rPr>
          <w:rFonts w:asciiTheme="majorBidi" w:hAnsiTheme="majorBidi" w:cstheme="majorBidi"/>
          <w:b/>
          <w:bCs/>
        </w:rPr>
      </w:pPr>
      <w:r w:rsidRPr="00494C76">
        <w:rPr>
          <w:rFonts w:asciiTheme="majorBidi" w:hAnsiTheme="majorBidi" w:cstheme="majorBidi"/>
          <w:b/>
          <w:bCs/>
        </w:rPr>
        <w:t>Response no 2</w:t>
      </w:r>
    </w:p>
    <w:p w:rsidR="00494C76" w:rsidRPr="003F4DC8" w:rsidP="00494C76">
      <w:pPr>
        <w:rPr>
          <w:rFonts w:asciiTheme="majorBidi" w:hAnsiTheme="majorBidi" w:cstheme="majorBidi"/>
        </w:rPr>
      </w:pPr>
      <w:r w:rsidRPr="00C26F5B">
        <w:rPr>
          <w:rFonts w:asciiTheme="majorBidi" w:hAnsiTheme="majorBidi" w:cstheme="majorBidi"/>
        </w:rPr>
        <w:t xml:space="preserve">I have found your journey interested because, in my opinion, you are much more efficient due to participating in professional life along with the learning process. I know that people should give importance to practical work more than education because these two things are different and people have to work according to the environment. Therefore, practical experience is considered more important and efficient. I wonder how your hobbies and interests have also changed and time because my hobbies are still the same. Keeping kitties to reduce stress and anxiety is good because I am also using such a process for becoming satisfied. My feelings </w:t>
      </w:r>
      <w:r w:rsidRPr="00C26F5B">
        <w:rPr>
          <w:rFonts w:asciiTheme="majorBidi" w:hAnsiTheme="majorBidi" w:cstheme="majorBidi"/>
        </w:rPr>
        <w:t>for online courses were similar to your feelings because I am also more interested and comfortable with the physical classes than the online classes due to various reasons. You have said it right that people become more engaged in physical classes, but we don't have any other option except to complete the course online. I am happy to hear that you become comfortable with the online classes because it is important to learn more things. I agree with the concept that you have mentioned in the discussion about community psychology because it is the relationship of different people with their societies and communities. People become able to manage their personal and professional life efficiently by taking these classes. Therefore, I motivate other people to take online classes to enhance personal development that can help me succeed in my professional life.</w:t>
      </w:r>
    </w:p>
    <w:p w:rsidR="00250D00" w:rsidRPr="009F30C4" w:rsidP="002A001A">
      <w:pPr>
        <w:tabs>
          <w:tab w:val="left" w:pos="426"/>
        </w:tabs>
        <w:ind w:firstLine="0"/>
        <w:jc w:val="both"/>
        <w:rPr>
          <w:rFonts w:cstheme="minorHAnsi"/>
        </w:rPr>
      </w:pPr>
    </w:p>
    <w:sectPr w:rsidSect="008C7B1F">
      <w:headerReference w:type="default" r:id="rId6"/>
      <w:headerReference w:type="first" r:id="rId7"/>
      <w:footnotePr>
        <w:pos w:val="beneathText"/>
      </w:footnotePr>
      <w:pgSz w:w="12240" w:h="15840"/>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978" w:rsidRPr="00494677" w:rsidP="00CB706A">
    <w:pPr>
      <w:tabs>
        <w:tab w:val="left" w:pos="284"/>
        <w:tab w:val="left" w:pos="426"/>
      </w:tabs>
      <w:ind w:firstLine="0"/>
      <w:jc w:val="center"/>
      <w:rPr>
        <w:rFonts w:asciiTheme="majorBidi" w:hAnsiTheme="majorBidi" w:cstheme="majorBidi"/>
      </w:rPr>
    </w:pPr>
    <w:r>
      <w:t>RESPONSE</w:t>
    </w:r>
    <w:r>
      <w:ptab w:relativeTo="margin" w:alignment="right" w:leader="none"/>
    </w:r>
    <w:r w:rsidR="00034C3C">
      <w:rPr>
        <w:rStyle w:val="Strong"/>
      </w:rPr>
      <w:fldChar w:fldCharType="begin"/>
    </w:r>
    <w:r w:rsidR="005D3A03">
      <w:rPr>
        <w:rStyle w:val="Strong"/>
      </w:rPr>
      <w:instrText xml:space="preserve"> PAGE   \* MERGEFORMAT </w:instrText>
    </w:r>
    <w:r w:rsidR="00034C3C">
      <w:rPr>
        <w:rStyle w:val="Strong"/>
      </w:rPr>
      <w:fldChar w:fldCharType="separate"/>
    </w:r>
    <w:r w:rsidR="00494C76">
      <w:rPr>
        <w:rStyle w:val="Strong"/>
        <w:noProof/>
      </w:rPr>
      <w:t>2</w:t>
    </w:r>
    <w:r w:rsidR="00034C3C">
      <w:rPr>
        <w:rStyle w:val="Strong"/>
        <w:noProof/>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978" w:rsidRPr="00494677" w:rsidP="00CB706A">
    <w:pPr>
      <w:tabs>
        <w:tab w:val="left" w:pos="284"/>
        <w:tab w:val="left" w:pos="426"/>
      </w:tabs>
      <w:ind w:firstLine="0"/>
      <w:jc w:val="center"/>
      <w:rPr>
        <w:rStyle w:val="Strong"/>
        <w:rFonts w:asciiTheme="majorBidi" w:hAnsiTheme="majorBidi" w:cstheme="majorBidi"/>
        <w:caps w:val="0"/>
      </w:rPr>
    </w:pPr>
    <w:r>
      <w:t>Running head</w:t>
    </w:r>
    <w:r w:rsidR="00937CE0">
      <w:t xml:space="preserve"> </w:t>
    </w:r>
    <w:r w:rsidR="00CB706A">
      <w:t>RESPONSE</w:t>
    </w:r>
    <w:r>
      <w:ptab w:relativeTo="margin" w:alignment="right" w:leader="none"/>
    </w:r>
    <w:r w:rsidR="00034C3C">
      <w:rPr>
        <w:rStyle w:val="Strong"/>
      </w:rPr>
      <w:fldChar w:fldCharType="begin"/>
    </w:r>
    <w:r>
      <w:rPr>
        <w:rStyle w:val="Strong"/>
      </w:rPr>
      <w:instrText xml:space="preserve"> PAGE   \* MERGEFORMAT </w:instrText>
    </w:r>
    <w:r w:rsidR="00034C3C">
      <w:rPr>
        <w:rStyle w:val="Strong"/>
      </w:rPr>
      <w:fldChar w:fldCharType="separate"/>
    </w:r>
    <w:r w:rsidR="00494C76">
      <w:rPr>
        <w:rStyle w:val="Strong"/>
        <w:noProof/>
      </w:rPr>
      <w:t>1</w:t>
    </w:r>
    <w:r w:rsidR="00034C3C">
      <w:rPr>
        <w:rStyle w:val="Strong"/>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nsid w:val="03160C6A"/>
    <w:multiLevelType w:val="hybridMultilevel"/>
    <w:tmpl w:val="023ADC5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03D81E85"/>
    <w:multiLevelType w:val="multilevel"/>
    <w:tmpl w:val="F77E4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8C0BC4"/>
    <w:multiLevelType w:val="hybridMultilevel"/>
    <w:tmpl w:val="1CBCDE5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1B0B37A9"/>
    <w:multiLevelType w:val="hybridMultilevel"/>
    <w:tmpl w:val="1450BFD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1BF25643"/>
    <w:multiLevelType w:val="multilevel"/>
    <w:tmpl w:val="29DE9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223006"/>
    <w:multiLevelType w:val="hybridMultilevel"/>
    <w:tmpl w:val="25E053E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21962452"/>
    <w:multiLevelType w:val="hybridMultilevel"/>
    <w:tmpl w:val="C46A9C3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26496E9A"/>
    <w:multiLevelType w:val="hybridMultilevel"/>
    <w:tmpl w:val="AF98FFC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2EDC78AF"/>
    <w:multiLevelType w:val="hybridMultilevel"/>
    <w:tmpl w:val="6ACA2FE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3FEC10EF"/>
    <w:multiLevelType w:val="hybridMultilevel"/>
    <w:tmpl w:val="CE1233E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53CB6ACD"/>
    <w:multiLevelType w:val="hybridMultilevel"/>
    <w:tmpl w:val="00505F5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542B34FA"/>
    <w:multiLevelType w:val="hybridMultilevel"/>
    <w:tmpl w:val="4D10ECF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58167D4E"/>
    <w:multiLevelType w:val="multilevel"/>
    <w:tmpl w:val="0082C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BCA01F2"/>
    <w:multiLevelType w:val="multilevel"/>
    <w:tmpl w:val="B5203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D8B3112"/>
    <w:multiLevelType w:val="multilevel"/>
    <w:tmpl w:val="8506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DD00AA6"/>
    <w:multiLevelType w:val="hybridMultilevel"/>
    <w:tmpl w:val="5A40AE6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nsid w:val="6DE96542"/>
    <w:multiLevelType w:val="multilevel"/>
    <w:tmpl w:val="BE3A6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0EA106B"/>
    <w:multiLevelType w:val="multilevel"/>
    <w:tmpl w:val="3C4A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ECB0A27"/>
    <w:multiLevelType w:val="hybridMultilevel"/>
    <w:tmpl w:val="5D9CACC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nsid w:val="7F095436"/>
    <w:multiLevelType w:val="multilevel"/>
    <w:tmpl w:val="A8B6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FD44888"/>
    <w:multiLevelType w:val="multilevel"/>
    <w:tmpl w:val="915E4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9"/>
  </w:num>
  <w:num w:numId="13">
    <w:abstractNumId w:val="30"/>
  </w:num>
  <w:num w:numId="14">
    <w:abstractNumId w:val="27"/>
  </w:num>
  <w:num w:numId="15">
    <w:abstractNumId w:val="10"/>
  </w:num>
  <w:num w:numId="16">
    <w:abstractNumId w:val="14"/>
  </w:num>
  <w:num w:numId="17">
    <w:abstractNumId w:val="25"/>
  </w:num>
  <w:num w:numId="18">
    <w:abstractNumId w:val="20"/>
  </w:num>
  <w:num w:numId="19">
    <w:abstractNumId w:val="19"/>
  </w:num>
  <w:num w:numId="20">
    <w:abstractNumId w:val="28"/>
  </w:num>
  <w:num w:numId="21">
    <w:abstractNumId w:val="13"/>
  </w:num>
  <w:num w:numId="22">
    <w:abstractNumId w:val="18"/>
  </w:num>
  <w:num w:numId="23">
    <w:abstractNumId w:val="26"/>
  </w:num>
  <w:num w:numId="24">
    <w:abstractNumId w:val="24"/>
  </w:num>
  <w:num w:numId="25">
    <w:abstractNumId w:val="23"/>
  </w:num>
  <w:num w:numId="26">
    <w:abstractNumId w:val="11"/>
  </w:num>
  <w:num w:numId="27">
    <w:abstractNumId w:val="22"/>
  </w:num>
  <w:num w:numId="28">
    <w:abstractNumId w:val="12"/>
  </w:num>
  <w:num w:numId="29">
    <w:abstractNumId w:val="15"/>
  </w:num>
  <w:num w:numId="30">
    <w:abstractNumId w:val="21"/>
  </w:num>
  <w:num w:numId="31">
    <w:abstractNumId w:val="1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defaultTabStop w:val="720"/>
  <w:characterSpacingControl w:val="doNotCompress"/>
  <w:footnotePr>
    <w:pos w:val="beneathText"/>
  </w:footnotePr>
  <w:compat>
    <w:useFELayout/>
  </w:compat>
  <w:rsids>
    <w:rsidRoot w:val="00FF66EA"/>
    <w:rsid w:val="00001FA4"/>
    <w:rsid w:val="00002A40"/>
    <w:rsid w:val="00005C15"/>
    <w:rsid w:val="000111A1"/>
    <w:rsid w:val="00013C31"/>
    <w:rsid w:val="0001581C"/>
    <w:rsid w:val="00017D8B"/>
    <w:rsid w:val="00021345"/>
    <w:rsid w:val="00026AA6"/>
    <w:rsid w:val="000336C0"/>
    <w:rsid w:val="00034A5B"/>
    <w:rsid w:val="00034C3C"/>
    <w:rsid w:val="00036F0E"/>
    <w:rsid w:val="00040CCA"/>
    <w:rsid w:val="000412CD"/>
    <w:rsid w:val="0004135E"/>
    <w:rsid w:val="00042F56"/>
    <w:rsid w:val="000436D0"/>
    <w:rsid w:val="000444F1"/>
    <w:rsid w:val="0004761D"/>
    <w:rsid w:val="00052608"/>
    <w:rsid w:val="00052D82"/>
    <w:rsid w:val="000568E5"/>
    <w:rsid w:val="0006085D"/>
    <w:rsid w:val="000645B5"/>
    <w:rsid w:val="00066442"/>
    <w:rsid w:val="00066D3F"/>
    <w:rsid w:val="000734D2"/>
    <w:rsid w:val="0007757F"/>
    <w:rsid w:val="000776F6"/>
    <w:rsid w:val="00081C4C"/>
    <w:rsid w:val="00083BA1"/>
    <w:rsid w:val="0008555D"/>
    <w:rsid w:val="0009096C"/>
    <w:rsid w:val="00092292"/>
    <w:rsid w:val="00097C00"/>
    <w:rsid w:val="00097C82"/>
    <w:rsid w:val="000A2DDE"/>
    <w:rsid w:val="000A4228"/>
    <w:rsid w:val="000A6ADC"/>
    <w:rsid w:val="000B04BC"/>
    <w:rsid w:val="000B0F79"/>
    <w:rsid w:val="000B1EAF"/>
    <w:rsid w:val="000B25F0"/>
    <w:rsid w:val="000B394C"/>
    <w:rsid w:val="000B7AFB"/>
    <w:rsid w:val="000C05D8"/>
    <w:rsid w:val="000C44A1"/>
    <w:rsid w:val="000C487D"/>
    <w:rsid w:val="000C4B4D"/>
    <w:rsid w:val="000C6D89"/>
    <w:rsid w:val="000D2DC1"/>
    <w:rsid w:val="000D3F41"/>
    <w:rsid w:val="000D3FD7"/>
    <w:rsid w:val="000D5292"/>
    <w:rsid w:val="000D7D81"/>
    <w:rsid w:val="000E14E4"/>
    <w:rsid w:val="000E2F07"/>
    <w:rsid w:val="000E5F16"/>
    <w:rsid w:val="000E6541"/>
    <w:rsid w:val="000E6D74"/>
    <w:rsid w:val="000E6FB6"/>
    <w:rsid w:val="000E7EEB"/>
    <w:rsid w:val="000F29A9"/>
    <w:rsid w:val="001000B4"/>
    <w:rsid w:val="00100864"/>
    <w:rsid w:val="001048EF"/>
    <w:rsid w:val="001071F3"/>
    <w:rsid w:val="00112913"/>
    <w:rsid w:val="00112935"/>
    <w:rsid w:val="00113F02"/>
    <w:rsid w:val="0011691F"/>
    <w:rsid w:val="00117374"/>
    <w:rsid w:val="00117D80"/>
    <w:rsid w:val="00120739"/>
    <w:rsid w:val="00120C01"/>
    <w:rsid w:val="001238EC"/>
    <w:rsid w:val="00123E97"/>
    <w:rsid w:val="0012761C"/>
    <w:rsid w:val="00127FB1"/>
    <w:rsid w:val="00131D03"/>
    <w:rsid w:val="0013604F"/>
    <w:rsid w:val="001361EF"/>
    <w:rsid w:val="00141FC9"/>
    <w:rsid w:val="0014392A"/>
    <w:rsid w:val="00146FF1"/>
    <w:rsid w:val="00150AB2"/>
    <w:rsid w:val="00150E8F"/>
    <w:rsid w:val="00151030"/>
    <w:rsid w:val="00152351"/>
    <w:rsid w:val="0015348D"/>
    <w:rsid w:val="00154618"/>
    <w:rsid w:val="001551C3"/>
    <w:rsid w:val="001552CD"/>
    <w:rsid w:val="00155AA0"/>
    <w:rsid w:val="001561CD"/>
    <w:rsid w:val="00156D82"/>
    <w:rsid w:val="00157FFC"/>
    <w:rsid w:val="0016073D"/>
    <w:rsid w:val="00161901"/>
    <w:rsid w:val="00164F4E"/>
    <w:rsid w:val="001651B9"/>
    <w:rsid w:val="001652CF"/>
    <w:rsid w:val="00165D35"/>
    <w:rsid w:val="001672FE"/>
    <w:rsid w:val="00173293"/>
    <w:rsid w:val="00174CC4"/>
    <w:rsid w:val="001754A0"/>
    <w:rsid w:val="00182195"/>
    <w:rsid w:val="00185AB0"/>
    <w:rsid w:val="001874A0"/>
    <w:rsid w:val="00190567"/>
    <w:rsid w:val="0019058D"/>
    <w:rsid w:val="00192ADD"/>
    <w:rsid w:val="00192FF7"/>
    <w:rsid w:val="00193121"/>
    <w:rsid w:val="001938FE"/>
    <w:rsid w:val="00194D92"/>
    <w:rsid w:val="00195996"/>
    <w:rsid w:val="001A0362"/>
    <w:rsid w:val="001A0BC8"/>
    <w:rsid w:val="001A37C7"/>
    <w:rsid w:val="001A402C"/>
    <w:rsid w:val="001A4B95"/>
    <w:rsid w:val="001A4F9D"/>
    <w:rsid w:val="001B368A"/>
    <w:rsid w:val="001B3A3E"/>
    <w:rsid w:val="001B7118"/>
    <w:rsid w:val="001C21A7"/>
    <w:rsid w:val="001C7996"/>
    <w:rsid w:val="001C79D9"/>
    <w:rsid w:val="001D2817"/>
    <w:rsid w:val="001E41F6"/>
    <w:rsid w:val="001E7042"/>
    <w:rsid w:val="00216378"/>
    <w:rsid w:val="00223659"/>
    <w:rsid w:val="00224AF3"/>
    <w:rsid w:val="002257C1"/>
    <w:rsid w:val="002323AF"/>
    <w:rsid w:val="00232A92"/>
    <w:rsid w:val="00237114"/>
    <w:rsid w:val="002411CB"/>
    <w:rsid w:val="00243CD5"/>
    <w:rsid w:val="00246398"/>
    <w:rsid w:val="00247915"/>
    <w:rsid w:val="00247A8E"/>
    <w:rsid w:val="00250D00"/>
    <w:rsid w:val="002529B4"/>
    <w:rsid w:val="002531EC"/>
    <w:rsid w:val="002539EC"/>
    <w:rsid w:val="00255547"/>
    <w:rsid w:val="002557CD"/>
    <w:rsid w:val="002567EE"/>
    <w:rsid w:val="00256EC8"/>
    <w:rsid w:val="00260326"/>
    <w:rsid w:val="0026184E"/>
    <w:rsid w:val="00267FC8"/>
    <w:rsid w:val="00270776"/>
    <w:rsid w:val="002725E5"/>
    <w:rsid w:val="00272DD5"/>
    <w:rsid w:val="00273811"/>
    <w:rsid w:val="002776DE"/>
    <w:rsid w:val="00277B02"/>
    <w:rsid w:val="00277DC0"/>
    <w:rsid w:val="00281775"/>
    <w:rsid w:val="00287140"/>
    <w:rsid w:val="00292AE3"/>
    <w:rsid w:val="002A001A"/>
    <w:rsid w:val="002A36BF"/>
    <w:rsid w:val="002B13C9"/>
    <w:rsid w:val="002B3C2B"/>
    <w:rsid w:val="002B79D8"/>
    <w:rsid w:val="002C2603"/>
    <w:rsid w:val="002C2A20"/>
    <w:rsid w:val="002C2C93"/>
    <w:rsid w:val="002C4787"/>
    <w:rsid w:val="002C48E9"/>
    <w:rsid w:val="002C52DF"/>
    <w:rsid w:val="002C5A89"/>
    <w:rsid w:val="002C6B18"/>
    <w:rsid w:val="002D6703"/>
    <w:rsid w:val="002D7912"/>
    <w:rsid w:val="002E1477"/>
    <w:rsid w:val="002E5E5A"/>
    <w:rsid w:val="002E70C8"/>
    <w:rsid w:val="002E7293"/>
    <w:rsid w:val="002E731A"/>
    <w:rsid w:val="002F3449"/>
    <w:rsid w:val="002F4AFF"/>
    <w:rsid w:val="002F5C39"/>
    <w:rsid w:val="003010F7"/>
    <w:rsid w:val="0030728B"/>
    <w:rsid w:val="00310452"/>
    <w:rsid w:val="003135A9"/>
    <w:rsid w:val="0031532D"/>
    <w:rsid w:val="00321EFE"/>
    <w:rsid w:val="0032665B"/>
    <w:rsid w:val="00327491"/>
    <w:rsid w:val="003305EE"/>
    <w:rsid w:val="00330828"/>
    <w:rsid w:val="00332E77"/>
    <w:rsid w:val="00341689"/>
    <w:rsid w:val="00343504"/>
    <w:rsid w:val="003466EA"/>
    <w:rsid w:val="00347E63"/>
    <w:rsid w:val="00352584"/>
    <w:rsid w:val="00352C05"/>
    <w:rsid w:val="00355DCA"/>
    <w:rsid w:val="00356261"/>
    <w:rsid w:val="00361E5C"/>
    <w:rsid w:val="00363BC9"/>
    <w:rsid w:val="00365C58"/>
    <w:rsid w:val="00366BE8"/>
    <w:rsid w:val="0037007F"/>
    <w:rsid w:val="003700F3"/>
    <w:rsid w:val="00370275"/>
    <w:rsid w:val="00370EB4"/>
    <w:rsid w:val="00370EDA"/>
    <w:rsid w:val="003712AE"/>
    <w:rsid w:val="00372DC3"/>
    <w:rsid w:val="00376B70"/>
    <w:rsid w:val="00380C1A"/>
    <w:rsid w:val="003817E3"/>
    <w:rsid w:val="00384954"/>
    <w:rsid w:val="0038558A"/>
    <w:rsid w:val="00385773"/>
    <w:rsid w:val="003864B8"/>
    <w:rsid w:val="003872CE"/>
    <w:rsid w:val="0038753F"/>
    <w:rsid w:val="00391E37"/>
    <w:rsid w:val="003928E7"/>
    <w:rsid w:val="003974A5"/>
    <w:rsid w:val="003A1307"/>
    <w:rsid w:val="003A2202"/>
    <w:rsid w:val="003B5367"/>
    <w:rsid w:val="003C6B96"/>
    <w:rsid w:val="003D00FB"/>
    <w:rsid w:val="003D2234"/>
    <w:rsid w:val="003D44AE"/>
    <w:rsid w:val="003E180C"/>
    <w:rsid w:val="003F048F"/>
    <w:rsid w:val="003F1720"/>
    <w:rsid w:val="003F3B7E"/>
    <w:rsid w:val="003F4DC8"/>
    <w:rsid w:val="003F6D99"/>
    <w:rsid w:val="003F777A"/>
    <w:rsid w:val="00400580"/>
    <w:rsid w:val="00404351"/>
    <w:rsid w:val="00404D28"/>
    <w:rsid w:val="00406A7D"/>
    <w:rsid w:val="0040741D"/>
    <w:rsid w:val="00407EE2"/>
    <w:rsid w:val="00411B7A"/>
    <w:rsid w:val="00412637"/>
    <w:rsid w:val="004142E9"/>
    <w:rsid w:val="00416C48"/>
    <w:rsid w:val="00422467"/>
    <w:rsid w:val="00422728"/>
    <w:rsid w:val="004236DE"/>
    <w:rsid w:val="00424DC5"/>
    <w:rsid w:val="00435B0F"/>
    <w:rsid w:val="00443F38"/>
    <w:rsid w:val="00445E86"/>
    <w:rsid w:val="0044641D"/>
    <w:rsid w:val="00451BF3"/>
    <w:rsid w:val="0045557F"/>
    <w:rsid w:val="004563DF"/>
    <w:rsid w:val="00456727"/>
    <w:rsid w:val="00463ABD"/>
    <w:rsid w:val="00470D7A"/>
    <w:rsid w:val="0047100C"/>
    <w:rsid w:val="004717C5"/>
    <w:rsid w:val="00471EE7"/>
    <w:rsid w:val="004720CC"/>
    <w:rsid w:val="0047483D"/>
    <w:rsid w:val="004768DF"/>
    <w:rsid w:val="004805D6"/>
    <w:rsid w:val="0048488B"/>
    <w:rsid w:val="00486EF9"/>
    <w:rsid w:val="00490221"/>
    <w:rsid w:val="00490AC5"/>
    <w:rsid w:val="00491C8E"/>
    <w:rsid w:val="00494016"/>
    <w:rsid w:val="004940ED"/>
    <w:rsid w:val="00494677"/>
    <w:rsid w:val="00494C76"/>
    <w:rsid w:val="00494D7D"/>
    <w:rsid w:val="00495DD3"/>
    <w:rsid w:val="004A030B"/>
    <w:rsid w:val="004A1093"/>
    <w:rsid w:val="004A2BB6"/>
    <w:rsid w:val="004A4C67"/>
    <w:rsid w:val="004A691C"/>
    <w:rsid w:val="004B072D"/>
    <w:rsid w:val="004B0DF3"/>
    <w:rsid w:val="004B1683"/>
    <w:rsid w:val="004B4DC2"/>
    <w:rsid w:val="004B4E4D"/>
    <w:rsid w:val="004B6B3D"/>
    <w:rsid w:val="004B7E9C"/>
    <w:rsid w:val="004C08C2"/>
    <w:rsid w:val="004C43D6"/>
    <w:rsid w:val="004C4A75"/>
    <w:rsid w:val="004D1A3F"/>
    <w:rsid w:val="004D5E01"/>
    <w:rsid w:val="004D68C1"/>
    <w:rsid w:val="004E5410"/>
    <w:rsid w:val="004E6E70"/>
    <w:rsid w:val="004E7DC8"/>
    <w:rsid w:val="004F1971"/>
    <w:rsid w:val="004F198E"/>
    <w:rsid w:val="004F2C07"/>
    <w:rsid w:val="004F50C1"/>
    <w:rsid w:val="004F50C9"/>
    <w:rsid w:val="00501395"/>
    <w:rsid w:val="00502194"/>
    <w:rsid w:val="00513999"/>
    <w:rsid w:val="0051670F"/>
    <w:rsid w:val="00517374"/>
    <w:rsid w:val="00517D71"/>
    <w:rsid w:val="00517F50"/>
    <w:rsid w:val="00520D59"/>
    <w:rsid w:val="0052366A"/>
    <w:rsid w:val="00527EBE"/>
    <w:rsid w:val="0053096C"/>
    <w:rsid w:val="0053325D"/>
    <w:rsid w:val="00536F09"/>
    <w:rsid w:val="0054042D"/>
    <w:rsid w:val="005423F7"/>
    <w:rsid w:val="00544003"/>
    <w:rsid w:val="005456B0"/>
    <w:rsid w:val="00545F0C"/>
    <w:rsid w:val="00547169"/>
    <w:rsid w:val="00547CF4"/>
    <w:rsid w:val="00547E78"/>
    <w:rsid w:val="00551A02"/>
    <w:rsid w:val="005534FA"/>
    <w:rsid w:val="00554DD7"/>
    <w:rsid w:val="0056074D"/>
    <w:rsid w:val="005614EE"/>
    <w:rsid w:val="0056204B"/>
    <w:rsid w:val="00562DEB"/>
    <w:rsid w:val="00564F53"/>
    <w:rsid w:val="00572381"/>
    <w:rsid w:val="0057389D"/>
    <w:rsid w:val="00574A09"/>
    <w:rsid w:val="00574E20"/>
    <w:rsid w:val="0057505B"/>
    <w:rsid w:val="00576D2E"/>
    <w:rsid w:val="005806C6"/>
    <w:rsid w:val="00580B33"/>
    <w:rsid w:val="0058238C"/>
    <w:rsid w:val="00584834"/>
    <w:rsid w:val="005848EB"/>
    <w:rsid w:val="005860F6"/>
    <w:rsid w:val="00586945"/>
    <w:rsid w:val="00587753"/>
    <w:rsid w:val="0059129A"/>
    <w:rsid w:val="005928C2"/>
    <w:rsid w:val="005933CD"/>
    <w:rsid w:val="00593B58"/>
    <w:rsid w:val="00593D31"/>
    <w:rsid w:val="00594975"/>
    <w:rsid w:val="00597437"/>
    <w:rsid w:val="005A24C2"/>
    <w:rsid w:val="005A7364"/>
    <w:rsid w:val="005B0469"/>
    <w:rsid w:val="005B1028"/>
    <w:rsid w:val="005B3350"/>
    <w:rsid w:val="005B5699"/>
    <w:rsid w:val="005B5969"/>
    <w:rsid w:val="005B61C7"/>
    <w:rsid w:val="005B7CB1"/>
    <w:rsid w:val="005C060E"/>
    <w:rsid w:val="005C1AE0"/>
    <w:rsid w:val="005C42EA"/>
    <w:rsid w:val="005C617B"/>
    <w:rsid w:val="005C74B6"/>
    <w:rsid w:val="005D3A03"/>
    <w:rsid w:val="005E29EC"/>
    <w:rsid w:val="005F1356"/>
    <w:rsid w:val="005F2769"/>
    <w:rsid w:val="005F60F9"/>
    <w:rsid w:val="005F7E1B"/>
    <w:rsid w:val="006000DA"/>
    <w:rsid w:val="006009FF"/>
    <w:rsid w:val="006030C9"/>
    <w:rsid w:val="00604B37"/>
    <w:rsid w:val="00605980"/>
    <w:rsid w:val="0061034A"/>
    <w:rsid w:val="0061036B"/>
    <w:rsid w:val="00613A47"/>
    <w:rsid w:val="006146C5"/>
    <w:rsid w:val="0061614B"/>
    <w:rsid w:val="00621A04"/>
    <w:rsid w:val="006317E1"/>
    <w:rsid w:val="00644C28"/>
    <w:rsid w:val="00646B26"/>
    <w:rsid w:val="006474FE"/>
    <w:rsid w:val="00650568"/>
    <w:rsid w:val="006508AA"/>
    <w:rsid w:val="006519B3"/>
    <w:rsid w:val="00652D75"/>
    <w:rsid w:val="0065563A"/>
    <w:rsid w:val="006570D8"/>
    <w:rsid w:val="00657776"/>
    <w:rsid w:val="00657F94"/>
    <w:rsid w:val="00662716"/>
    <w:rsid w:val="00664D9E"/>
    <w:rsid w:val="00665A5F"/>
    <w:rsid w:val="00665B4F"/>
    <w:rsid w:val="006678B0"/>
    <w:rsid w:val="0067161B"/>
    <w:rsid w:val="006722D3"/>
    <w:rsid w:val="006759BF"/>
    <w:rsid w:val="00675DD7"/>
    <w:rsid w:val="0067617E"/>
    <w:rsid w:val="006766BE"/>
    <w:rsid w:val="0068165E"/>
    <w:rsid w:val="00681C74"/>
    <w:rsid w:val="00682BDC"/>
    <w:rsid w:val="006833E6"/>
    <w:rsid w:val="00685A81"/>
    <w:rsid w:val="0068701A"/>
    <w:rsid w:val="00687D00"/>
    <w:rsid w:val="00695769"/>
    <w:rsid w:val="006A1801"/>
    <w:rsid w:val="006A1AC8"/>
    <w:rsid w:val="006A77CF"/>
    <w:rsid w:val="006A784B"/>
    <w:rsid w:val="006B4278"/>
    <w:rsid w:val="006B4C72"/>
    <w:rsid w:val="006B5EDD"/>
    <w:rsid w:val="006B6AFA"/>
    <w:rsid w:val="006C58C1"/>
    <w:rsid w:val="006C66F5"/>
    <w:rsid w:val="006C7C11"/>
    <w:rsid w:val="006D1ACD"/>
    <w:rsid w:val="006D332E"/>
    <w:rsid w:val="006E0696"/>
    <w:rsid w:val="006E081A"/>
    <w:rsid w:val="006E118D"/>
    <w:rsid w:val="006E324F"/>
    <w:rsid w:val="006E41CB"/>
    <w:rsid w:val="006E58DC"/>
    <w:rsid w:val="006E7C8B"/>
    <w:rsid w:val="006F09C0"/>
    <w:rsid w:val="006F235A"/>
    <w:rsid w:val="006F4AF2"/>
    <w:rsid w:val="006F74DD"/>
    <w:rsid w:val="00701285"/>
    <w:rsid w:val="007033DC"/>
    <w:rsid w:val="00705845"/>
    <w:rsid w:val="0070626D"/>
    <w:rsid w:val="00706371"/>
    <w:rsid w:val="00714CE9"/>
    <w:rsid w:val="00716FC4"/>
    <w:rsid w:val="00722D01"/>
    <w:rsid w:val="00724721"/>
    <w:rsid w:val="007251B8"/>
    <w:rsid w:val="007318C0"/>
    <w:rsid w:val="00732BAC"/>
    <w:rsid w:val="0073409C"/>
    <w:rsid w:val="0073577F"/>
    <w:rsid w:val="00736041"/>
    <w:rsid w:val="00736DEF"/>
    <w:rsid w:val="00740BF9"/>
    <w:rsid w:val="00741ABC"/>
    <w:rsid w:val="007514BE"/>
    <w:rsid w:val="00751DD3"/>
    <w:rsid w:val="007536D5"/>
    <w:rsid w:val="00753B1C"/>
    <w:rsid w:val="00755B96"/>
    <w:rsid w:val="007572B3"/>
    <w:rsid w:val="0076167D"/>
    <w:rsid w:val="0077064F"/>
    <w:rsid w:val="007765EB"/>
    <w:rsid w:val="00777CEA"/>
    <w:rsid w:val="00777EDC"/>
    <w:rsid w:val="00780686"/>
    <w:rsid w:val="00783DBA"/>
    <w:rsid w:val="00784333"/>
    <w:rsid w:val="00795377"/>
    <w:rsid w:val="007964AF"/>
    <w:rsid w:val="007967C2"/>
    <w:rsid w:val="00796906"/>
    <w:rsid w:val="007A0FC0"/>
    <w:rsid w:val="007A2E59"/>
    <w:rsid w:val="007A2FB6"/>
    <w:rsid w:val="007A3447"/>
    <w:rsid w:val="007A3910"/>
    <w:rsid w:val="007A3DD8"/>
    <w:rsid w:val="007A7528"/>
    <w:rsid w:val="007A7DE4"/>
    <w:rsid w:val="007B16D5"/>
    <w:rsid w:val="007B5DCF"/>
    <w:rsid w:val="007C3EA9"/>
    <w:rsid w:val="007C623B"/>
    <w:rsid w:val="007C765A"/>
    <w:rsid w:val="007D10FD"/>
    <w:rsid w:val="007D4639"/>
    <w:rsid w:val="007D797A"/>
    <w:rsid w:val="007D7F7C"/>
    <w:rsid w:val="007E03E3"/>
    <w:rsid w:val="007E0F08"/>
    <w:rsid w:val="007E1C85"/>
    <w:rsid w:val="007E37B5"/>
    <w:rsid w:val="007E74E7"/>
    <w:rsid w:val="007E7F51"/>
    <w:rsid w:val="007F0E55"/>
    <w:rsid w:val="007F10DA"/>
    <w:rsid w:val="007F1F6C"/>
    <w:rsid w:val="007F3995"/>
    <w:rsid w:val="007F48AA"/>
    <w:rsid w:val="007F5802"/>
    <w:rsid w:val="008002C0"/>
    <w:rsid w:val="0080423C"/>
    <w:rsid w:val="008046F8"/>
    <w:rsid w:val="0080684B"/>
    <w:rsid w:val="0081236A"/>
    <w:rsid w:val="008142BE"/>
    <w:rsid w:val="00815F65"/>
    <w:rsid w:val="008265AB"/>
    <w:rsid w:val="0083027E"/>
    <w:rsid w:val="00832463"/>
    <w:rsid w:val="0083475A"/>
    <w:rsid w:val="00835F4F"/>
    <w:rsid w:val="00837528"/>
    <w:rsid w:val="00840271"/>
    <w:rsid w:val="00841165"/>
    <w:rsid w:val="00841EFE"/>
    <w:rsid w:val="00850D98"/>
    <w:rsid w:val="0085139E"/>
    <w:rsid w:val="00851BC5"/>
    <w:rsid w:val="00852542"/>
    <w:rsid w:val="008537D7"/>
    <w:rsid w:val="008603F6"/>
    <w:rsid w:val="0086613C"/>
    <w:rsid w:val="008665CD"/>
    <w:rsid w:val="00881BC4"/>
    <w:rsid w:val="00885CEA"/>
    <w:rsid w:val="008867B4"/>
    <w:rsid w:val="00890BB9"/>
    <w:rsid w:val="00893717"/>
    <w:rsid w:val="008950F5"/>
    <w:rsid w:val="00897126"/>
    <w:rsid w:val="008A038F"/>
    <w:rsid w:val="008A3A64"/>
    <w:rsid w:val="008A6CD3"/>
    <w:rsid w:val="008A7399"/>
    <w:rsid w:val="008A7609"/>
    <w:rsid w:val="008B176B"/>
    <w:rsid w:val="008B3C18"/>
    <w:rsid w:val="008B4509"/>
    <w:rsid w:val="008B4D2D"/>
    <w:rsid w:val="008C1FA4"/>
    <w:rsid w:val="008C4016"/>
    <w:rsid w:val="008C5323"/>
    <w:rsid w:val="008C5559"/>
    <w:rsid w:val="008C7B1F"/>
    <w:rsid w:val="008D5649"/>
    <w:rsid w:val="008D67C7"/>
    <w:rsid w:val="008E3368"/>
    <w:rsid w:val="008E7B89"/>
    <w:rsid w:val="008F1D9C"/>
    <w:rsid w:val="008F2651"/>
    <w:rsid w:val="008F5465"/>
    <w:rsid w:val="008F7C3D"/>
    <w:rsid w:val="0090063B"/>
    <w:rsid w:val="00900BDA"/>
    <w:rsid w:val="00901994"/>
    <w:rsid w:val="009033BF"/>
    <w:rsid w:val="00903CE3"/>
    <w:rsid w:val="009040B4"/>
    <w:rsid w:val="00904969"/>
    <w:rsid w:val="00906C45"/>
    <w:rsid w:val="00921081"/>
    <w:rsid w:val="00922310"/>
    <w:rsid w:val="00922A1E"/>
    <w:rsid w:val="00923CC8"/>
    <w:rsid w:val="009251BF"/>
    <w:rsid w:val="00925399"/>
    <w:rsid w:val="00926750"/>
    <w:rsid w:val="0093733E"/>
    <w:rsid w:val="00937CE0"/>
    <w:rsid w:val="0094097F"/>
    <w:rsid w:val="009427FB"/>
    <w:rsid w:val="00942BB0"/>
    <w:rsid w:val="0094390F"/>
    <w:rsid w:val="00954A98"/>
    <w:rsid w:val="00954FA6"/>
    <w:rsid w:val="00955300"/>
    <w:rsid w:val="00956C4D"/>
    <w:rsid w:val="009578CB"/>
    <w:rsid w:val="00957BB5"/>
    <w:rsid w:val="00961326"/>
    <w:rsid w:val="009669FE"/>
    <w:rsid w:val="009676AB"/>
    <w:rsid w:val="009705F6"/>
    <w:rsid w:val="0097506C"/>
    <w:rsid w:val="00975D6D"/>
    <w:rsid w:val="00983F89"/>
    <w:rsid w:val="00985465"/>
    <w:rsid w:val="009860EE"/>
    <w:rsid w:val="009874F6"/>
    <w:rsid w:val="00987844"/>
    <w:rsid w:val="00992E07"/>
    <w:rsid w:val="0099374F"/>
    <w:rsid w:val="00994B61"/>
    <w:rsid w:val="00997215"/>
    <w:rsid w:val="009A2079"/>
    <w:rsid w:val="009A2701"/>
    <w:rsid w:val="009A289E"/>
    <w:rsid w:val="009A6A3B"/>
    <w:rsid w:val="009B1041"/>
    <w:rsid w:val="009B28C1"/>
    <w:rsid w:val="009B2C36"/>
    <w:rsid w:val="009B3742"/>
    <w:rsid w:val="009B5C99"/>
    <w:rsid w:val="009C2DFA"/>
    <w:rsid w:val="009C508E"/>
    <w:rsid w:val="009C6D0B"/>
    <w:rsid w:val="009D0518"/>
    <w:rsid w:val="009D2196"/>
    <w:rsid w:val="009D3A64"/>
    <w:rsid w:val="009D3BB8"/>
    <w:rsid w:val="009D3FBB"/>
    <w:rsid w:val="009E0FA0"/>
    <w:rsid w:val="009E10A0"/>
    <w:rsid w:val="009E2449"/>
    <w:rsid w:val="009E5709"/>
    <w:rsid w:val="009E5C71"/>
    <w:rsid w:val="009F30C4"/>
    <w:rsid w:val="009F50E8"/>
    <w:rsid w:val="009F6AC5"/>
    <w:rsid w:val="009F7DB8"/>
    <w:rsid w:val="00A00D50"/>
    <w:rsid w:val="00A04663"/>
    <w:rsid w:val="00A04F69"/>
    <w:rsid w:val="00A11EAE"/>
    <w:rsid w:val="00A1693A"/>
    <w:rsid w:val="00A16CFB"/>
    <w:rsid w:val="00A16E3A"/>
    <w:rsid w:val="00A16EF2"/>
    <w:rsid w:val="00A17BA6"/>
    <w:rsid w:val="00A17DEB"/>
    <w:rsid w:val="00A336C3"/>
    <w:rsid w:val="00A3430E"/>
    <w:rsid w:val="00A41EDF"/>
    <w:rsid w:val="00A4360D"/>
    <w:rsid w:val="00A52B5F"/>
    <w:rsid w:val="00A5544D"/>
    <w:rsid w:val="00A6057A"/>
    <w:rsid w:val="00A617C2"/>
    <w:rsid w:val="00A62CA9"/>
    <w:rsid w:val="00A6501E"/>
    <w:rsid w:val="00A654E7"/>
    <w:rsid w:val="00A70EDF"/>
    <w:rsid w:val="00A713A9"/>
    <w:rsid w:val="00A71965"/>
    <w:rsid w:val="00A71F47"/>
    <w:rsid w:val="00A722E4"/>
    <w:rsid w:val="00A7300C"/>
    <w:rsid w:val="00A73244"/>
    <w:rsid w:val="00A75FC2"/>
    <w:rsid w:val="00A763D4"/>
    <w:rsid w:val="00A7658E"/>
    <w:rsid w:val="00A816FC"/>
    <w:rsid w:val="00A82C17"/>
    <w:rsid w:val="00A85871"/>
    <w:rsid w:val="00A85917"/>
    <w:rsid w:val="00A94740"/>
    <w:rsid w:val="00A975B9"/>
    <w:rsid w:val="00AA0BDE"/>
    <w:rsid w:val="00AA17F5"/>
    <w:rsid w:val="00AA18FE"/>
    <w:rsid w:val="00AA31E2"/>
    <w:rsid w:val="00AA39E6"/>
    <w:rsid w:val="00AB70D1"/>
    <w:rsid w:val="00AB785F"/>
    <w:rsid w:val="00AB7918"/>
    <w:rsid w:val="00AC0276"/>
    <w:rsid w:val="00AC331E"/>
    <w:rsid w:val="00AC33D9"/>
    <w:rsid w:val="00AC4CF4"/>
    <w:rsid w:val="00AC60F5"/>
    <w:rsid w:val="00AC6649"/>
    <w:rsid w:val="00AC6B1A"/>
    <w:rsid w:val="00AD12F0"/>
    <w:rsid w:val="00AD28C4"/>
    <w:rsid w:val="00AD45D2"/>
    <w:rsid w:val="00AD4BF3"/>
    <w:rsid w:val="00AD5005"/>
    <w:rsid w:val="00AD599F"/>
    <w:rsid w:val="00AE0D1E"/>
    <w:rsid w:val="00AF2573"/>
    <w:rsid w:val="00AF66F1"/>
    <w:rsid w:val="00B00E89"/>
    <w:rsid w:val="00B010C2"/>
    <w:rsid w:val="00B036A4"/>
    <w:rsid w:val="00B0683F"/>
    <w:rsid w:val="00B114FA"/>
    <w:rsid w:val="00B140D5"/>
    <w:rsid w:val="00B169A1"/>
    <w:rsid w:val="00B205E8"/>
    <w:rsid w:val="00B25689"/>
    <w:rsid w:val="00B2630F"/>
    <w:rsid w:val="00B3107C"/>
    <w:rsid w:val="00B33F47"/>
    <w:rsid w:val="00B37A6A"/>
    <w:rsid w:val="00B418F0"/>
    <w:rsid w:val="00B428B1"/>
    <w:rsid w:val="00B431B7"/>
    <w:rsid w:val="00B439D3"/>
    <w:rsid w:val="00B440C3"/>
    <w:rsid w:val="00B45A01"/>
    <w:rsid w:val="00B469D5"/>
    <w:rsid w:val="00B47BC6"/>
    <w:rsid w:val="00B54A40"/>
    <w:rsid w:val="00B56F95"/>
    <w:rsid w:val="00B5718F"/>
    <w:rsid w:val="00B60B4A"/>
    <w:rsid w:val="00B60F1B"/>
    <w:rsid w:val="00B646BE"/>
    <w:rsid w:val="00B67CA6"/>
    <w:rsid w:val="00B70DCD"/>
    <w:rsid w:val="00B72492"/>
    <w:rsid w:val="00B757AD"/>
    <w:rsid w:val="00B771DE"/>
    <w:rsid w:val="00B77EC8"/>
    <w:rsid w:val="00B823AA"/>
    <w:rsid w:val="00B9065A"/>
    <w:rsid w:val="00B912F9"/>
    <w:rsid w:val="00B9290D"/>
    <w:rsid w:val="00B94512"/>
    <w:rsid w:val="00B948E8"/>
    <w:rsid w:val="00BA19F8"/>
    <w:rsid w:val="00BA35C3"/>
    <w:rsid w:val="00BA45DB"/>
    <w:rsid w:val="00BB3A16"/>
    <w:rsid w:val="00BB63D4"/>
    <w:rsid w:val="00BB6EE1"/>
    <w:rsid w:val="00BC111C"/>
    <w:rsid w:val="00BC1357"/>
    <w:rsid w:val="00BC1683"/>
    <w:rsid w:val="00BC1FEE"/>
    <w:rsid w:val="00BC21FF"/>
    <w:rsid w:val="00BC3714"/>
    <w:rsid w:val="00BC5F9E"/>
    <w:rsid w:val="00BD3202"/>
    <w:rsid w:val="00BD6D6F"/>
    <w:rsid w:val="00BE20BB"/>
    <w:rsid w:val="00BE3989"/>
    <w:rsid w:val="00BE3E3B"/>
    <w:rsid w:val="00BE5B8A"/>
    <w:rsid w:val="00BE6837"/>
    <w:rsid w:val="00BF299C"/>
    <w:rsid w:val="00BF4184"/>
    <w:rsid w:val="00BF59A2"/>
    <w:rsid w:val="00BF7074"/>
    <w:rsid w:val="00BF7182"/>
    <w:rsid w:val="00C0601E"/>
    <w:rsid w:val="00C12573"/>
    <w:rsid w:val="00C158D8"/>
    <w:rsid w:val="00C165A6"/>
    <w:rsid w:val="00C1666E"/>
    <w:rsid w:val="00C17405"/>
    <w:rsid w:val="00C2056A"/>
    <w:rsid w:val="00C23DFD"/>
    <w:rsid w:val="00C259CF"/>
    <w:rsid w:val="00C26F5B"/>
    <w:rsid w:val="00C31D30"/>
    <w:rsid w:val="00C332E6"/>
    <w:rsid w:val="00C3413D"/>
    <w:rsid w:val="00C35523"/>
    <w:rsid w:val="00C42FBB"/>
    <w:rsid w:val="00C43000"/>
    <w:rsid w:val="00C460C6"/>
    <w:rsid w:val="00C47157"/>
    <w:rsid w:val="00C47D75"/>
    <w:rsid w:val="00C5122D"/>
    <w:rsid w:val="00C51CF9"/>
    <w:rsid w:val="00C51DE5"/>
    <w:rsid w:val="00C53540"/>
    <w:rsid w:val="00C53E19"/>
    <w:rsid w:val="00C55104"/>
    <w:rsid w:val="00C5606F"/>
    <w:rsid w:val="00C56D9B"/>
    <w:rsid w:val="00C578FF"/>
    <w:rsid w:val="00C60F66"/>
    <w:rsid w:val="00C61103"/>
    <w:rsid w:val="00C6215C"/>
    <w:rsid w:val="00C66307"/>
    <w:rsid w:val="00C66DDD"/>
    <w:rsid w:val="00C66F6D"/>
    <w:rsid w:val="00C7009B"/>
    <w:rsid w:val="00C700E8"/>
    <w:rsid w:val="00C71521"/>
    <w:rsid w:val="00C71677"/>
    <w:rsid w:val="00C732F2"/>
    <w:rsid w:val="00C73507"/>
    <w:rsid w:val="00C745FC"/>
    <w:rsid w:val="00C76C26"/>
    <w:rsid w:val="00C8176F"/>
    <w:rsid w:val="00C8462D"/>
    <w:rsid w:val="00C861AB"/>
    <w:rsid w:val="00C90EB2"/>
    <w:rsid w:val="00C90F33"/>
    <w:rsid w:val="00C933D0"/>
    <w:rsid w:val="00C950A7"/>
    <w:rsid w:val="00C97C72"/>
    <w:rsid w:val="00CA0420"/>
    <w:rsid w:val="00CA2784"/>
    <w:rsid w:val="00CA2EC1"/>
    <w:rsid w:val="00CA352C"/>
    <w:rsid w:val="00CA49A2"/>
    <w:rsid w:val="00CA6126"/>
    <w:rsid w:val="00CA620F"/>
    <w:rsid w:val="00CA7562"/>
    <w:rsid w:val="00CB706A"/>
    <w:rsid w:val="00CC2582"/>
    <w:rsid w:val="00CC4CAE"/>
    <w:rsid w:val="00CC6554"/>
    <w:rsid w:val="00CC6F42"/>
    <w:rsid w:val="00CD3F87"/>
    <w:rsid w:val="00CD5338"/>
    <w:rsid w:val="00CD6E39"/>
    <w:rsid w:val="00CE1F1F"/>
    <w:rsid w:val="00CE20FF"/>
    <w:rsid w:val="00CE3EA2"/>
    <w:rsid w:val="00CE4E0B"/>
    <w:rsid w:val="00CF0271"/>
    <w:rsid w:val="00CF22E9"/>
    <w:rsid w:val="00CF3B3D"/>
    <w:rsid w:val="00CF6E91"/>
    <w:rsid w:val="00D01F62"/>
    <w:rsid w:val="00D0309C"/>
    <w:rsid w:val="00D0481C"/>
    <w:rsid w:val="00D16A39"/>
    <w:rsid w:val="00D16A3C"/>
    <w:rsid w:val="00D207AE"/>
    <w:rsid w:val="00D22CD0"/>
    <w:rsid w:val="00D2442A"/>
    <w:rsid w:val="00D27376"/>
    <w:rsid w:val="00D27760"/>
    <w:rsid w:val="00D27797"/>
    <w:rsid w:val="00D27BEF"/>
    <w:rsid w:val="00D305C3"/>
    <w:rsid w:val="00D34379"/>
    <w:rsid w:val="00D37B88"/>
    <w:rsid w:val="00D41C7A"/>
    <w:rsid w:val="00D46BD6"/>
    <w:rsid w:val="00D511AF"/>
    <w:rsid w:val="00D51EB6"/>
    <w:rsid w:val="00D524A5"/>
    <w:rsid w:val="00D53CDB"/>
    <w:rsid w:val="00D55EFE"/>
    <w:rsid w:val="00D6055F"/>
    <w:rsid w:val="00D61AE0"/>
    <w:rsid w:val="00D63105"/>
    <w:rsid w:val="00D63691"/>
    <w:rsid w:val="00D65010"/>
    <w:rsid w:val="00D661C9"/>
    <w:rsid w:val="00D67EBA"/>
    <w:rsid w:val="00D7125F"/>
    <w:rsid w:val="00D71839"/>
    <w:rsid w:val="00D773F0"/>
    <w:rsid w:val="00D82713"/>
    <w:rsid w:val="00D846BE"/>
    <w:rsid w:val="00D854F3"/>
    <w:rsid w:val="00D85B68"/>
    <w:rsid w:val="00D86D7F"/>
    <w:rsid w:val="00D8707D"/>
    <w:rsid w:val="00D918CF"/>
    <w:rsid w:val="00D964B6"/>
    <w:rsid w:val="00DA4A05"/>
    <w:rsid w:val="00DA54D9"/>
    <w:rsid w:val="00DA5789"/>
    <w:rsid w:val="00DB0CF3"/>
    <w:rsid w:val="00DB2DCF"/>
    <w:rsid w:val="00DB4E38"/>
    <w:rsid w:val="00DB5218"/>
    <w:rsid w:val="00DB66C9"/>
    <w:rsid w:val="00DC0161"/>
    <w:rsid w:val="00DC05C9"/>
    <w:rsid w:val="00DC2BD6"/>
    <w:rsid w:val="00DC4063"/>
    <w:rsid w:val="00DC4A49"/>
    <w:rsid w:val="00DC6702"/>
    <w:rsid w:val="00DD0A48"/>
    <w:rsid w:val="00DD4D07"/>
    <w:rsid w:val="00DD571A"/>
    <w:rsid w:val="00DE2AC8"/>
    <w:rsid w:val="00DE3320"/>
    <w:rsid w:val="00DE74EA"/>
    <w:rsid w:val="00DF0A1B"/>
    <w:rsid w:val="00DF0CC4"/>
    <w:rsid w:val="00DF32B3"/>
    <w:rsid w:val="00DF50BC"/>
    <w:rsid w:val="00DF6B53"/>
    <w:rsid w:val="00DF6EAA"/>
    <w:rsid w:val="00E0056E"/>
    <w:rsid w:val="00E02ADF"/>
    <w:rsid w:val="00E02C19"/>
    <w:rsid w:val="00E05871"/>
    <w:rsid w:val="00E0697F"/>
    <w:rsid w:val="00E07718"/>
    <w:rsid w:val="00E11D5E"/>
    <w:rsid w:val="00E132CF"/>
    <w:rsid w:val="00E142A3"/>
    <w:rsid w:val="00E14C11"/>
    <w:rsid w:val="00E1618A"/>
    <w:rsid w:val="00E21A3D"/>
    <w:rsid w:val="00E23D18"/>
    <w:rsid w:val="00E240B4"/>
    <w:rsid w:val="00E264F7"/>
    <w:rsid w:val="00E27FB7"/>
    <w:rsid w:val="00E30CAE"/>
    <w:rsid w:val="00E31FD1"/>
    <w:rsid w:val="00E335B0"/>
    <w:rsid w:val="00E37DFB"/>
    <w:rsid w:val="00E37E49"/>
    <w:rsid w:val="00E424FC"/>
    <w:rsid w:val="00E45D1C"/>
    <w:rsid w:val="00E47BEF"/>
    <w:rsid w:val="00E50292"/>
    <w:rsid w:val="00E5281E"/>
    <w:rsid w:val="00E53B02"/>
    <w:rsid w:val="00E53D79"/>
    <w:rsid w:val="00E54449"/>
    <w:rsid w:val="00E560E5"/>
    <w:rsid w:val="00E6004D"/>
    <w:rsid w:val="00E6211E"/>
    <w:rsid w:val="00E63825"/>
    <w:rsid w:val="00E658F7"/>
    <w:rsid w:val="00E66E07"/>
    <w:rsid w:val="00E67579"/>
    <w:rsid w:val="00E706C8"/>
    <w:rsid w:val="00E70964"/>
    <w:rsid w:val="00E72136"/>
    <w:rsid w:val="00E7219D"/>
    <w:rsid w:val="00E80F9D"/>
    <w:rsid w:val="00E81978"/>
    <w:rsid w:val="00E912E9"/>
    <w:rsid w:val="00E93B81"/>
    <w:rsid w:val="00E9637F"/>
    <w:rsid w:val="00E97DD0"/>
    <w:rsid w:val="00EA1036"/>
    <w:rsid w:val="00EA21F9"/>
    <w:rsid w:val="00EA25C7"/>
    <w:rsid w:val="00EA2DC4"/>
    <w:rsid w:val="00EA523F"/>
    <w:rsid w:val="00EA7498"/>
    <w:rsid w:val="00EB2F73"/>
    <w:rsid w:val="00EB5236"/>
    <w:rsid w:val="00EC495C"/>
    <w:rsid w:val="00EC5867"/>
    <w:rsid w:val="00EC65E5"/>
    <w:rsid w:val="00EC6B18"/>
    <w:rsid w:val="00EC6C1E"/>
    <w:rsid w:val="00EC7787"/>
    <w:rsid w:val="00ED37D1"/>
    <w:rsid w:val="00ED494D"/>
    <w:rsid w:val="00ED70CF"/>
    <w:rsid w:val="00EE04B9"/>
    <w:rsid w:val="00EE088D"/>
    <w:rsid w:val="00EE2C61"/>
    <w:rsid w:val="00EE4B89"/>
    <w:rsid w:val="00EE65F9"/>
    <w:rsid w:val="00EF095E"/>
    <w:rsid w:val="00EF10D9"/>
    <w:rsid w:val="00EF156F"/>
    <w:rsid w:val="00EF159D"/>
    <w:rsid w:val="00EF20BE"/>
    <w:rsid w:val="00EF327E"/>
    <w:rsid w:val="00EF6251"/>
    <w:rsid w:val="00EF748E"/>
    <w:rsid w:val="00F00453"/>
    <w:rsid w:val="00F008AA"/>
    <w:rsid w:val="00F022DD"/>
    <w:rsid w:val="00F038C4"/>
    <w:rsid w:val="00F04477"/>
    <w:rsid w:val="00F050F5"/>
    <w:rsid w:val="00F07348"/>
    <w:rsid w:val="00F12D20"/>
    <w:rsid w:val="00F209B9"/>
    <w:rsid w:val="00F2341D"/>
    <w:rsid w:val="00F23B2B"/>
    <w:rsid w:val="00F257FF"/>
    <w:rsid w:val="00F3060F"/>
    <w:rsid w:val="00F307D3"/>
    <w:rsid w:val="00F3169A"/>
    <w:rsid w:val="00F356B2"/>
    <w:rsid w:val="00F35EEE"/>
    <w:rsid w:val="00F379B7"/>
    <w:rsid w:val="00F437A8"/>
    <w:rsid w:val="00F525FA"/>
    <w:rsid w:val="00F53D8C"/>
    <w:rsid w:val="00F57512"/>
    <w:rsid w:val="00F60018"/>
    <w:rsid w:val="00F60567"/>
    <w:rsid w:val="00F61DB6"/>
    <w:rsid w:val="00F678C2"/>
    <w:rsid w:val="00F67DBB"/>
    <w:rsid w:val="00F7115D"/>
    <w:rsid w:val="00F732A9"/>
    <w:rsid w:val="00F77520"/>
    <w:rsid w:val="00F85690"/>
    <w:rsid w:val="00F90A49"/>
    <w:rsid w:val="00F916C7"/>
    <w:rsid w:val="00F92496"/>
    <w:rsid w:val="00F93D32"/>
    <w:rsid w:val="00F970D9"/>
    <w:rsid w:val="00FA11A9"/>
    <w:rsid w:val="00FA56CE"/>
    <w:rsid w:val="00FB162B"/>
    <w:rsid w:val="00FB7CBE"/>
    <w:rsid w:val="00FC00C3"/>
    <w:rsid w:val="00FC16C9"/>
    <w:rsid w:val="00FC42D9"/>
    <w:rsid w:val="00FC6EE1"/>
    <w:rsid w:val="00FC71AB"/>
    <w:rsid w:val="00FD4331"/>
    <w:rsid w:val="00FD5967"/>
    <w:rsid w:val="00FD63D0"/>
    <w:rsid w:val="00FD649F"/>
    <w:rsid w:val="00FD7891"/>
    <w:rsid w:val="00FE090C"/>
    <w:rsid w:val="00FE0AE2"/>
    <w:rsid w:val="00FE13AD"/>
    <w:rsid w:val="00FE3EFE"/>
    <w:rsid w:val="00FE55C6"/>
    <w:rsid w:val="00FF0346"/>
    <w:rsid w:val="00FF2002"/>
    <w:rsid w:val="00FF27B7"/>
    <w:rsid w:val="00FF41AD"/>
    <w:rsid w:val="00FF41D1"/>
    <w:rsid w:val="00FF49AC"/>
    <w:rsid w:val="00FF5543"/>
    <w:rsid w:val="00FF66EA"/>
    <w:rsid w:val="00FF6D96"/>
  </w:rsids>
  <w:docVars>
    <w:docVar w:name="__Grammarly_42___1" w:val="H4sIAAAAAAAEAKtWcslP9kxRslIyNDYyNbMwNTI0NLU0NzA3NzFS0lEKTi0uzszPAykwrAUA2PKXIywAAAA="/>
    <w:docVar w:name="__Grammarly_42____i" w:val="H4sIAAAAAAAEAKtWckksSQxILCpxzi/NK1GyMqwFAAEhoTITAAAA"/>
  </w:docVars>
  <m:mathPr>
    <m:mathFont m:val="Cambria Math"/>
    <m:smallFrac/>
  </m:mathPr>
  <w:themeFontLang w:val="en-US"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3" w:qFormat="1"/>
    <w:lsdException w:name="heading 3" w:uiPriority="3" w:qFormat="1"/>
    <w:lsdException w:name="heading 4" w:uiPriority="3" w:qFormat="1"/>
    <w:lsdException w:name="heading 5" w:uiPriority="3"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qFormat="1"/>
    <w:lsdException w:name="endnote text" w:qFormat="1"/>
    <w:lsdException w:name="List Bullet" w:qFormat="1"/>
    <w:lsdException w:name="List Number" w:qFormat="1"/>
    <w:lsdException w:name="Title" w:semiHidden="0" w:uiPriority="10" w:unhideWhenUsed="0" w:qFormat="1"/>
    <w:lsdException w:name="Default Paragraph Font" w:uiPriority="1"/>
    <w:lsdException w:name="Subtitle" w:uiPriority="18" w:qFormat="1"/>
    <w:lsdException w:name="Strong" w:uiPriority="22" w:qFormat="1"/>
    <w:lsdException w:name="Emphasis" w:uiPriority="2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qFormat="1"/>
    <w:lsdException w:name="TOC Heading" w:uiPriority="39" w:qFormat="1"/>
  </w:latentStyles>
  <w:style w:type="paragraph" w:default="1" w:styleId="Normal">
    <w:name w:val="Normal"/>
    <w:qFormat/>
    <w:rsid w:val="000D3F41"/>
    <w:rPr>
      <w:kern w:val="24"/>
    </w:rPr>
  </w:style>
  <w:style w:type="paragraph" w:styleId="Heading1">
    <w:name w:val="heading 1"/>
    <w:basedOn w:val="Normal"/>
    <w:next w:val="Normal"/>
    <w:link w:val="Heading1Char"/>
    <w:uiPriority w:val="9"/>
    <w:qFormat/>
    <w:rsid w:val="009A6A3B"/>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4"/>
    <w:unhideWhenUsed/>
    <w:qFormat/>
    <w:rsid w:val="009A6A3B"/>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4"/>
    <w:unhideWhenUsed/>
    <w:qFormat/>
    <w:rsid w:val="00C31D30"/>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4"/>
    <w:unhideWhenUsed/>
    <w:qFormat/>
    <w:rsid w:val="00C31D30"/>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4"/>
    <w:unhideWhenUsed/>
    <w:qFormat/>
    <w:rsid w:val="00C31D30"/>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qFormat/>
    <w:rsid w:val="009A6A3B"/>
    <w:pPr>
      <w:keepNext/>
      <w:keepLines/>
      <w:spacing w:before="40"/>
      <w:ind w:firstLine="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rsid w:val="009A6A3B"/>
    <w:pPr>
      <w:keepNext/>
      <w:keepLines/>
      <w:spacing w:before="40"/>
      <w:ind w:firstLine="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rsid w:val="009A6A3B"/>
    <w:pPr>
      <w:keepNext/>
      <w:keepLines/>
      <w:spacing w:before="40"/>
      <w:ind w:firstLine="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qFormat/>
    <w:rsid w:val="009A6A3B"/>
    <w:pPr>
      <w:keepNext/>
      <w:keepLines/>
      <w:spacing w:before="40"/>
      <w:ind w:firstLine="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uiPriority w:val="2"/>
    <w:qFormat/>
    <w:rsid w:val="008C7B1F"/>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unhideWhenUsed/>
    <w:qFormat/>
    <w:rsid w:val="008C7B1F"/>
    <w:pPr>
      <w:spacing w:line="240" w:lineRule="auto"/>
      <w:ind w:firstLine="0"/>
    </w:pPr>
  </w:style>
  <w:style w:type="character" w:customStyle="1" w:styleId="HeaderChar">
    <w:name w:val="Header Char"/>
    <w:basedOn w:val="DefaultParagraphFont"/>
    <w:link w:val="Header"/>
    <w:uiPriority w:val="99"/>
    <w:rsid w:val="008C7B1F"/>
    <w:rPr>
      <w:kern w:val="24"/>
    </w:rPr>
  </w:style>
  <w:style w:type="character" w:styleId="Strong">
    <w:name w:val="Strong"/>
    <w:basedOn w:val="DefaultParagraphFont"/>
    <w:uiPriority w:val="22"/>
    <w:unhideWhenUsed/>
    <w:qFormat/>
    <w:rsid w:val="008C7B1F"/>
    <w:rPr>
      <w:b w:val="0"/>
      <w:bCs w:val="0"/>
      <w:caps/>
      <w:smallCaps w:val="0"/>
    </w:rPr>
  </w:style>
  <w:style w:type="character" w:styleId="PlaceholderText">
    <w:name w:val="Placeholder Text"/>
    <w:basedOn w:val="DefaultParagraphFont"/>
    <w:uiPriority w:val="99"/>
    <w:semiHidden/>
    <w:rsid w:val="005D3A03"/>
    <w:rPr>
      <w:color w:val="404040" w:themeColor="text1" w:themeTint="BF"/>
    </w:rPr>
  </w:style>
  <w:style w:type="paragraph" w:styleId="NoSpacing">
    <w:name w:val="No Spacing"/>
    <w:aliases w:val="No Indent"/>
    <w:uiPriority w:val="3"/>
    <w:qFormat/>
    <w:rsid w:val="008C7B1F"/>
    <w:pPr>
      <w:ind w:firstLine="0"/>
    </w:pPr>
  </w:style>
  <w:style w:type="character" w:customStyle="1" w:styleId="Heading1Char">
    <w:name w:val="Heading 1 Char"/>
    <w:basedOn w:val="DefaultParagraphFont"/>
    <w:link w:val="Heading1"/>
    <w:uiPriority w:val="9"/>
    <w:rsid w:val="008C7B1F"/>
    <w:rPr>
      <w:rFonts w:asciiTheme="majorHAnsi" w:eastAsiaTheme="majorEastAsia" w:hAnsiTheme="majorHAnsi" w:cstheme="majorBidi"/>
      <w:b/>
      <w:bCs/>
      <w:kern w:val="24"/>
    </w:rPr>
  </w:style>
  <w:style w:type="character" w:customStyle="1" w:styleId="Heading2Char">
    <w:name w:val="Heading 2 Char"/>
    <w:basedOn w:val="DefaultParagraphFont"/>
    <w:link w:val="Heading2"/>
    <w:uiPriority w:val="4"/>
    <w:rsid w:val="008C7B1F"/>
    <w:rPr>
      <w:rFonts w:asciiTheme="majorHAnsi" w:eastAsiaTheme="majorEastAsia" w:hAnsiTheme="majorHAnsi" w:cstheme="majorBidi"/>
      <w:b/>
      <w:bCs/>
      <w:kern w:val="24"/>
    </w:rPr>
  </w:style>
  <w:style w:type="paragraph" w:styleId="Title">
    <w:name w:val="Title"/>
    <w:basedOn w:val="Normal"/>
    <w:link w:val="TitleChar"/>
    <w:qFormat/>
    <w:rsid w:val="008C7B1F"/>
    <w:pPr>
      <w:spacing w:before="2400"/>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rsid w:val="008C5323"/>
    <w:rPr>
      <w:rFonts w:asciiTheme="majorHAnsi" w:eastAsiaTheme="majorEastAsia" w:hAnsiTheme="majorHAnsi" w:cstheme="majorBidi"/>
      <w:kern w:val="24"/>
    </w:rPr>
  </w:style>
  <w:style w:type="character" w:styleId="Emphasis">
    <w:name w:val="Emphasis"/>
    <w:basedOn w:val="DefaultParagraphFont"/>
    <w:uiPriority w:val="20"/>
    <w:unhideWhenUsed/>
    <w:qFormat/>
    <w:rsid w:val="008C7B1F"/>
    <w:rPr>
      <w:i/>
      <w:iCs/>
    </w:rPr>
  </w:style>
  <w:style w:type="character" w:customStyle="1" w:styleId="Heading3Char">
    <w:name w:val="Heading 3 Char"/>
    <w:basedOn w:val="DefaultParagraphFont"/>
    <w:link w:val="Heading3"/>
    <w:uiPriority w:val="4"/>
    <w:rsid w:val="00C31D30"/>
    <w:rPr>
      <w:rFonts w:asciiTheme="majorHAnsi" w:eastAsiaTheme="majorEastAsia" w:hAnsiTheme="majorHAnsi" w:cstheme="majorBidi"/>
      <w:b/>
      <w:bCs/>
      <w:kern w:val="24"/>
    </w:rPr>
  </w:style>
  <w:style w:type="character" w:customStyle="1" w:styleId="Heading4Char">
    <w:name w:val="Heading 4 Char"/>
    <w:basedOn w:val="DefaultParagraphFont"/>
    <w:link w:val="Heading4"/>
    <w:uiPriority w:val="4"/>
    <w:rsid w:val="00C31D30"/>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4"/>
    <w:rsid w:val="00C31D30"/>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rsid w:val="00FF2002"/>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FF2002"/>
    <w:rPr>
      <w:rFonts w:ascii="Segoe UI" w:hAnsi="Segoe UI" w:cs="Segoe UI"/>
      <w:kern w:val="24"/>
      <w:sz w:val="22"/>
      <w:szCs w:val="18"/>
    </w:rPr>
  </w:style>
  <w:style w:type="paragraph" w:styleId="Bibliography">
    <w:name w:val="Bibliography"/>
    <w:basedOn w:val="Normal"/>
    <w:next w:val="Normal"/>
    <w:uiPriority w:val="37"/>
    <w:unhideWhenUsed/>
    <w:qFormat/>
    <w:rsid w:val="008C7B1F"/>
    <w:pPr>
      <w:ind w:left="720" w:hanging="720"/>
    </w:pPr>
  </w:style>
  <w:style w:type="paragraph" w:styleId="BlockText">
    <w:name w:val="Block Text"/>
    <w:basedOn w:val="Normal"/>
    <w:uiPriority w:val="99"/>
    <w:semiHidden/>
    <w:unhideWhenUsed/>
    <w:rsid w:val="009A6A3B"/>
    <w:pPr>
      <w:pBdr>
        <w:top w:val="single" w:sz="2" w:space="10" w:color="595959" w:themeColor="text1" w:themeTint="A6" w:shadow="1"/>
        <w:left w:val="single" w:sz="2" w:space="10" w:color="595959" w:themeColor="text1" w:themeTint="A6" w:shadow="1"/>
        <w:bottom w:val="single" w:sz="2" w:space="10" w:color="595959" w:themeColor="text1" w:themeTint="A6" w:shadow="1"/>
        <w:right w:val="single" w:sz="2" w:space="10" w:color="595959" w:themeColor="text1" w:themeTint="A6" w:shadow="1"/>
      </w:pBdr>
      <w:ind w:left="1152" w:right="1152" w:firstLine="0"/>
    </w:pPr>
    <w:rPr>
      <w:i/>
      <w:iCs/>
      <w:color w:val="595959" w:themeColor="text1" w:themeTint="A6"/>
    </w:rPr>
  </w:style>
  <w:style w:type="paragraph" w:styleId="BodyText">
    <w:name w:val="Body Text"/>
    <w:basedOn w:val="Normal"/>
    <w:link w:val="BodyTextChar"/>
    <w:uiPriority w:val="99"/>
    <w:semiHidden/>
    <w:unhideWhenUsed/>
    <w:rsid w:val="008C7B1F"/>
    <w:pPr>
      <w:spacing w:after="120"/>
      <w:ind w:firstLine="0"/>
    </w:pPr>
  </w:style>
  <w:style w:type="character" w:customStyle="1" w:styleId="BodyTextChar">
    <w:name w:val="Body Text Char"/>
    <w:basedOn w:val="DefaultParagraphFont"/>
    <w:link w:val="BodyText"/>
    <w:uiPriority w:val="99"/>
    <w:semiHidden/>
    <w:rsid w:val="008C7B1F"/>
    <w:rPr>
      <w:kern w:val="24"/>
    </w:rPr>
  </w:style>
  <w:style w:type="paragraph" w:styleId="BodyText2">
    <w:name w:val="Body Text 2"/>
    <w:basedOn w:val="Normal"/>
    <w:link w:val="BodyText2Char"/>
    <w:uiPriority w:val="99"/>
    <w:semiHidden/>
    <w:unhideWhenUsed/>
    <w:rsid w:val="008C7B1F"/>
    <w:pPr>
      <w:spacing w:after="120"/>
      <w:ind w:firstLine="0"/>
    </w:pPr>
  </w:style>
  <w:style w:type="character" w:customStyle="1" w:styleId="BodyText2Char">
    <w:name w:val="Body Text 2 Char"/>
    <w:basedOn w:val="DefaultParagraphFont"/>
    <w:link w:val="BodyText2"/>
    <w:uiPriority w:val="99"/>
    <w:semiHidden/>
    <w:rsid w:val="008C7B1F"/>
    <w:rPr>
      <w:kern w:val="24"/>
    </w:rPr>
  </w:style>
  <w:style w:type="paragraph" w:styleId="BodyText3">
    <w:name w:val="Body Text 3"/>
    <w:basedOn w:val="Normal"/>
    <w:link w:val="BodyText3Char"/>
    <w:uiPriority w:val="99"/>
    <w:semiHidden/>
    <w:unhideWhenUsed/>
    <w:rsid w:val="00FF2002"/>
    <w:pPr>
      <w:spacing w:after="120"/>
      <w:ind w:firstLine="0"/>
    </w:pPr>
    <w:rPr>
      <w:sz w:val="22"/>
      <w:szCs w:val="16"/>
    </w:rPr>
  </w:style>
  <w:style w:type="character" w:customStyle="1" w:styleId="BodyText3Char">
    <w:name w:val="Body Text 3 Char"/>
    <w:basedOn w:val="DefaultParagraphFont"/>
    <w:link w:val="BodyText3"/>
    <w:uiPriority w:val="99"/>
    <w:semiHidden/>
    <w:rsid w:val="00FF2002"/>
    <w:rPr>
      <w:kern w:val="24"/>
      <w:sz w:val="22"/>
      <w:szCs w:val="16"/>
    </w:rPr>
  </w:style>
  <w:style w:type="paragraph" w:styleId="BodyTextFirstIndent">
    <w:name w:val="Body Text First Indent"/>
    <w:basedOn w:val="BodyText"/>
    <w:link w:val="BodyTextFirstIndentChar"/>
    <w:uiPriority w:val="99"/>
    <w:semiHidden/>
    <w:unhideWhenUsed/>
    <w:rsid w:val="008C7B1F"/>
    <w:pPr>
      <w:spacing w:after="0"/>
    </w:pPr>
  </w:style>
  <w:style w:type="character" w:customStyle="1" w:styleId="BodyTextFirstIndentChar">
    <w:name w:val="Body Text First Indent Char"/>
    <w:basedOn w:val="BodyTextChar"/>
    <w:link w:val="BodyTextFirstIndent"/>
    <w:uiPriority w:val="99"/>
    <w:semiHidden/>
    <w:rsid w:val="008C7B1F"/>
    <w:rPr>
      <w:kern w:val="24"/>
    </w:rPr>
  </w:style>
  <w:style w:type="paragraph" w:styleId="BodyTextIndent">
    <w:name w:val="Body Text Indent"/>
    <w:basedOn w:val="Normal"/>
    <w:link w:val="BodyTextIndentChar"/>
    <w:uiPriority w:val="99"/>
    <w:semiHidden/>
    <w:unhideWhenUsed/>
    <w:rsid w:val="008C7B1F"/>
    <w:pPr>
      <w:spacing w:after="120"/>
      <w:ind w:left="360" w:firstLine="0"/>
    </w:pPr>
  </w:style>
  <w:style w:type="character" w:customStyle="1" w:styleId="BodyTextIndentChar">
    <w:name w:val="Body Text Indent Char"/>
    <w:basedOn w:val="DefaultParagraphFont"/>
    <w:link w:val="BodyTextIndent"/>
    <w:uiPriority w:val="99"/>
    <w:semiHidden/>
    <w:rsid w:val="008C7B1F"/>
    <w:rPr>
      <w:kern w:val="24"/>
    </w:rPr>
  </w:style>
  <w:style w:type="paragraph" w:styleId="BodyTextFirstIndent2">
    <w:name w:val="Body Text First Indent 2"/>
    <w:basedOn w:val="BodyTextIndent"/>
    <w:link w:val="BodyTextFirstIndent2Char"/>
    <w:uiPriority w:val="99"/>
    <w:semiHidden/>
    <w:unhideWhenUsed/>
    <w:rsid w:val="008C7B1F"/>
    <w:pPr>
      <w:spacing w:after="0"/>
    </w:pPr>
  </w:style>
  <w:style w:type="character" w:customStyle="1" w:styleId="BodyTextFirstIndent2Char">
    <w:name w:val="Body Text First Indent 2 Char"/>
    <w:basedOn w:val="BodyTextIndentChar"/>
    <w:link w:val="BodyTextFirstIndent2"/>
    <w:uiPriority w:val="99"/>
    <w:semiHidden/>
    <w:rsid w:val="008C7B1F"/>
    <w:rPr>
      <w:kern w:val="24"/>
    </w:rPr>
  </w:style>
  <w:style w:type="paragraph" w:styleId="BodyTextIndent2">
    <w:name w:val="Body Text Indent 2"/>
    <w:basedOn w:val="Normal"/>
    <w:link w:val="BodyTextIndent2Char"/>
    <w:uiPriority w:val="99"/>
    <w:semiHidden/>
    <w:unhideWhenUsed/>
    <w:rsid w:val="008C7B1F"/>
    <w:pPr>
      <w:spacing w:after="120"/>
      <w:ind w:left="360" w:firstLine="0"/>
    </w:pPr>
  </w:style>
  <w:style w:type="character" w:customStyle="1" w:styleId="BodyTextIndent2Char">
    <w:name w:val="Body Text Indent 2 Char"/>
    <w:basedOn w:val="DefaultParagraphFont"/>
    <w:link w:val="BodyTextIndent2"/>
    <w:uiPriority w:val="99"/>
    <w:semiHidden/>
    <w:rsid w:val="008C7B1F"/>
    <w:rPr>
      <w:kern w:val="24"/>
    </w:rPr>
  </w:style>
  <w:style w:type="paragraph" w:styleId="BodyTextIndent3">
    <w:name w:val="Body Text Indent 3"/>
    <w:basedOn w:val="Normal"/>
    <w:link w:val="BodyTextIndent3Char"/>
    <w:uiPriority w:val="99"/>
    <w:semiHidden/>
    <w:unhideWhenUsed/>
    <w:rsid w:val="00FF2002"/>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FF2002"/>
    <w:rPr>
      <w:kern w:val="24"/>
      <w:sz w:val="22"/>
      <w:szCs w:val="16"/>
    </w:rPr>
  </w:style>
  <w:style w:type="paragraph" w:styleId="Caption">
    <w:name w:val="caption"/>
    <w:basedOn w:val="Normal"/>
    <w:next w:val="Normal"/>
    <w:uiPriority w:val="35"/>
    <w:semiHidden/>
    <w:unhideWhenUsed/>
    <w:qFormat/>
    <w:rsid w:val="00FF2002"/>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rsid w:val="008C7B1F"/>
    <w:pPr>
      <w:spacing w:line="240" w:lineRule="auto"/>
      <w:ind w:left="4320" w:firstLine="0"/>
    </w:pPr>
  </w:style>
  <w:style w:type="character" w:customStyle="1" w:styleId="ClosingChar">
    <w:name w:val="Closing Char"/>
    <w:basedOn w:val="DefaultParagraphFont"/>
    <w:link w:val="Closing"/>
    <w:uiPriority w:val="99"/>
    <w:semiHidden/>
    <w:rsid w:val="008C7B1F"/>
    <w:rPr>
      <w:kern w:val="24"/>
    </w:rPr>
  </w:style>
  <w:style w:type="paragraph" w:styleId="CommentText">
    <w:name w:val="annotation text"/>
    <w:basedOn w:val="Normal"/>
    <w:link w:val="CommentTextChar"/>
    <w:uiPriority w:val="99"/>
    <w:semiHidden/>
    <w:unhideWhenUsed/>
    <w:rsid w:val="00FF2002"/>
    <w:pPr>
      <w:spacing w:line="240" w:lineRule="auto"/>
      <w:ind w:firstLine="0"/>
    </w:pPr>
    <w:rPr>
      <w:sz w:val="22"/>
      <w:szCs w:val="20"/>
    </w:rPr>
  </w:style>
  <w:style w:type="character" w:customStyle="1" w:styleId="CommentTextChar">
    <w:name w:val="Comment Text Char"/>
    <w:basedOn w:val="DefaultParagraphFont"/>
    <w:link w:val="CommentText"/>
    <w:uiPriority w:val="99"/>
    <w:semiHidden/>
    <w:rsid w:val="00FF2002"/>
    <w:rPr>
      <w:kern w:val="24"/>
      <w:sz w:val="22"/>
      <w:szCs w:val="20"/>
    </w:rPr>
  </w:style>
  <w:style w:type="paragraph" w:styleId="CommentSubject">
    <w:name w:val="annotation subject"/>
    <w:basedOn w:val="CommentText"/>
    <w:next w:val="CommentText"/>
    <w:link w:val="CommentSubjectChar"/>
    <w:uiPriority w:val="99"/>
    <w:semiHidden/>
    <w:unhideWhenUsed/>
    <w:rsid w:val="008C7B1F"/>
    <w:rPr>
      <w:b/>
      <w:bCs/>
    </w:rPr>
  </w:style>
  <w:style w:type="character" w:customStyle="1" w:styleId="CommentSubjectChar">
    <w:name w:val="Comment Subject Char"/>
    <w:basedOn w:val="CommentTextChar"/>
    <w:link w:val="CommentSubject"/>
    <w:uiPriority w:val="99"/>
    <w:semiHidden/>
    <w:rsid w:val="008C7B1F"/>
    <w:rPr>
      <w:b/>
      <w:bCs/>
      <w:kern w:val="24"/>
      <w:sz w:val="20"/>
      <w:szCs w:val="20"/>
    </w:rPr>
  </w:style>
  <w:style w:type="paragraph" w:styleId="Date">
    <w:name w:val="Date"/>
    <w:basedOn w:val="Normal"/>
    <w:next w:val="Normal"/>
    <w:link w:val="DateChar"/>
    <w:uiPriority w:val="99"/>
    <w:semiHidden/>
    <w:unhideWhenUsed/>
    <w:rsid w:val="008C7B1F"/>
    <w:pPr>
      <w:ind w:firstLine="0"/>
    </w:pPr>
  </w:style>
  <w:style w:type="character" w:customStyle="1" w:styleId="DateChar">
    <w:name w:val="Date Char"/>
    <w:basedOn w:val="DefaultParagraphFont"/>
    <w:link w:val="Date"/>
    <w:uiPriority w:val="99"/>
    <w:semiHidden/>
    <w:rsid w:val="008C7B1F"/>
    <w:rPr>
      <w:kern w:val="24"/>
    </w:rPr>
  </w:style>
  <w:style w:type="paragraph" w:styleId="DocumentMap">
    <w:name w:val="Document Map"/>
    <w:basedOn w:val="Normal"/>
    <w:link w:val="DocumentMapChar"/>
    <w:uiPriority w:val="99"/>
    <w:semiHidden/>
    <w:unhideWhenUsed/>
    <w:rsid w:val="00FF2002"/>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FF2002"/>
    <w:rPr>
      <w:rFonts w:ascii="Segoe UI" w:hAnsi="Segoe UI" w:cs="Segoe UI"/>
      <w:kern w:val="24"/>
      <w:sz w:val="22"/>
      <w:szCs w:val="16"/>
    </w:rPr>
  </w:style>
  <w:style w:type="paragraph" w:styleId="E-mailSignature">
    <w:name w:val="E-mail Signature"/>
    <w:basedOn w:val="Normal"/>
    <w:link w:val="E-mailSignatureChar"/>
    <w:uiPriority w:val="99"/>
    <w:semiHidden/>
    <w:unhideWhenUsed/>
    <w:rsid w:val="008C7B1F"/>
    <w:pPr>
      <w:spacing w:line="240" w:lineRule="auto"/>
      <w:ind w:firstLine="0"/>
    </w:pPr>
  </w:style>
  <w:style w:type="character" w:customStyle="1" w:styleId="E-mailSignatureChar">
    <w:name w:val="E-mail Signature Char"/>
    <w:basedOn w:val="DefaultParagraphFont"/>
    <w:link w:val="E-mailSignature"/>
    <w:uiPriority w:val="99"/>
    <w:semiHidden/>
    <w:rsid w:val="008C7B1F"/>
    <w:rPr>
      <w:kern w:val="24"/>
    </w:rPr>
  </w:style>
  <w:style w:type="paragraph" w:styleId="FootnoteText">
    <w:name w:val="footnote text"/>
    <w:basedOn w:val="Normal"/>
    <w:link w:val="FootnoteTextChar"/>
    <w:uiPriority w:val="99"/>
    <w:semiHidden/>
    <w:unhideWhenUsed/>
    <w:rsid w:val="00FF2002"/>
    <w:pPr>
      <w:spacing w:line="240" w:lineRule="auto"/>
    </w:pPr>
    <w:rPr>
      <w:sz w:val="22"/>
      <w:szCs w:val="20"/>
    </w:rPr>
  </w:style>
  <w:style w:type="character" w:customStyle="1" w:styleId="FootnoteTextChar">
    <w:name w:val="Footnote Text Char"/>
    <w:basedOn w:val="DefaultParagraphFont"/>
    <w:link w:val="FootnoteText"/>
    <w:uiPriority w:val="99"/>
    <w:semiHidden/>
    <w:rsid w:val="00FF2002"/>
    <w:rPr>
      <w:kern w:val="24"/>
      <w:sz w:val="22"/>
      <w:szCs w:val="20"/>
    </w:rPr>
  </w:style>
  <w:style w:type="paragraph" w:styleId="EnvelopeAddress">
    <w:name w:val="envelope address"/>
    <w:basedOn w:val="Normal"/>
    <w:uiPriority w:val="99"/>
    <w:semiHidden/>
    <w:unhideWhenUsed/>
    <w:rsid w:val="008C7B1F"/>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rsid w:val="00FF2002"/>
    <w:pPr>
      <w:spacing w:line="240" w:lineRule="auto"/>
      <w:ind w:firstLine="0"/>
    </w:pPr>
    <w:rPr>
      <w:rFonts w:asciiTheme="majorHAnsi" w:eastAsiaTheme="majorEastAsia" w:hAnsiTheme="majorHAnsi" w:cstheme="majorBidi"/>
      <w:sz w:val="22"/>
      <w:szCs w:val="20"/>
    </w:rPr>
  </w:style>
  <w:style w:type="paragraph" w:styleId="Footer">
    <w:name w:val="footer"/>
    <w:basedOn w:val="Normal"/>
    <w:link w:val="FooterChar"/>
    <w:uiPriority w:val="99"/>
    <w:unhideWhenUsed/>
    <w:rsid w:val="008002C0"/>
    <w:pPr>
      <w:spacing w:line="240" w:lineRule="auto"/>
      <w:ind w:firstLine="0"/>
    </w:pPr>
  </w:style>
  <w:style w:type="character" w:customStyle="1" w:styleId="FooterChar">
    <w:name w:val="Footer Char"/>
    <w:basedOn w:val="DefaultParagraphFont"/>
    <w:link w:val="Footer"/>
    <w:uiPriority w:val="99"/>
    <w:rsid w:val="008002C0"/>
    <w:rPr>
      <w:kern w:val="24"/>
    </w:rPr>
  </w:style>
  <w:style w:type="table" w:styleId="TableGrid">
    <w:name w:val="Table Grid"/>
    <w:basedOn w:val="TableNormal"/>
    <w:uiPriority w:val="39"/>
    <w:rsid w:val="008C7B1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
    <w:name w:val="Grid Table Light"/>
    <w:basedOn w:val="TableNormal"/>
    <w:uiPriority w:val="40"/>
    <w:rsid w:val="008C7B1F"/>
    <w:pPr>
      <w:spacing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6Char">
    <w:name w:val="Heading 6 Char"/>
    <w:basedOn w:val="DefaultParagraphFont"/>
    <w:link w:val="Heading6"/>
    <w:uiPriority w:val="9"/>
    <w:semiHidden/>
    <w:rsid w:val="008C7B1F"/>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sid w:val="008C7B1F"/>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sid w:val="00FF2002"/>
    <w:rPr>
      <w:rFonts w:asciiTheme="majorHAnsi" w:eastAsiaTheme="majorEastAsia" w:hAnsiTheme="majorHAnsi" w:cstheme="majorBidi"/>
      <w:color w:val="272727" w:themeColor="text1" w:themeTint="D8"/>
      <w:kern w:val="24"/>
      <w:sz w:val="22"/>
      <w:szCs w:val="21"/>
    </w:rPr>
  </w:style>
  <w:style w:type="character" w:customStyle="1" w:styleId="Heading9Char">
    <w:name w:val="Heading 9 Char"/>
    <w:basedOn w:val="DefaultParagraphFont"/>
    <w:link w:val="Heading9"/>
    <w:uiPriority w:val="9"/>
    <w:semiHidden/>
    <w:rsid w:val="00FF2002"/>
    <w:rPr>
      <w:rFonts w:asciiTheme="majorHAnsi" w:eastAsiaTheme="majorEastAsia" w:hAnsiTheme="majorHAnsi" w:cstheme="majorBidi"/>
      <w:i/>
      <w:iCs/>
      <w:color w:val="272727" w:themeColor="text1" w:themeTint="D8"/>
      <w:kern w:val="24"/>
      <w:sz w:val="22"/>
      <w:szCs w:val="21"/>
    </w:rPr>
  </w:style>
  <w:style w:type="paragraph" w:styleId="HTMLAddress">
    <w:name w:val="HTML Address"/>
    <w:basedOn w:val="Normal"/>
    <w:link w:val="HTMLAddressChar"/>
    <w:uiPriority w:val="99"/>
    <w:semiHidden/>
    <w:unhideWhenUsed/>
    <w:rsid w:val="008C7B1F"/>
    <w:pPr>
      <w:spacing w:line="240" w:lineRule="auto"/>
      <w:ind w:firstLine="0"/>
    </w:pPr>
    <w:rPr>
      <w:i/>
      <w:iCs/>
    </w:rPr>
  </w:style>
  <w:style w:type="character" w:customStyle="1" w:styleId="HTMLAddressChar">
    <w:name w:val="HTML Address Char"/>
    <w:basedOn w:val="DefaultParagraphFont"/>
    <w:link w:val="HTMLAddress"/>
    <w:uiPriority w:val="99"/>
    <w:semiHidden/>
    <w:rsid w:val="008C7B1F"/>
    <w:rPr>
      <w:i/>
      <w:iCs/>
      <w:kern w:val="24"/>
    </w:rPr>
  </w:style>
  <w:style w:type="paragraph" w:styleId="HTMLPreformatted">
    <w:name w:val="HTML Preformatted"/>
    <w:basedOn w:val="Normal"/>
    <w:link w:val="HTMLPreformattedChar"/>
    <w:uiPriority w:val="99"/>
    <w:semiHidden/>
    <w:unhideWhenUsed/>
    <w:rsid w:val="00FF2002"/>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FF2002"/>
    <w:rPr>
      <w:rFonts w:ascii="Consolas" w:hAnsi="Consolas" w:cs="Consolas"/>
      <w:kern w:val="24"/>
      <w:sz w:val="22"/>
      <w:szCs w:val="20"/>
    </w:rPr>
  </w:style>
  <w:style w:type="paragraph" w:styleId="Index1">
    <w:name w:val="index 1"/>
    <w:basedOn w:val="Normal"/>
    <w:next w:val="Normal"/>
    <w:autoRedefine/>
    <w:uiPriority w:val="99"/>
    <w:semiHidden/>
    <w:unhideWhenUsed/>
    <w:rsid w:val="008C7B1F"/>
    <w:pPr>
      <w:spacing w:line="240" w:lineRule="auto"/>
      <w:ind w:left="240" w:firstLine="0"/>
    </w:pPr>
  </w:style>
  <w:style w:type="paragraph" w:styleId="Index2">
    <w:name w:val="index 2"/>
    <w:basedOn w:val="Normal"/>
    <w:next w:val="Normal"/>
    <w:autoRedefine/>
    <w:uiPriority w:val="99"/>
    <w:semiHidden/>
    <w:unhideWhenUsed/>
    <w:rsid w:val="008C7B1F"/>
    <w:pPr>
      <w:spacing w:line="240" w:lineRule="auto"/>
      <w:ind w:left="480" w:firstLine="0"/>
    </w:pPr>
  </w:style>
  <w:style w:type="paragraph" w:styleId="Index3">
    <w:name w:val="index 3"/>
    <w:basedOn w:val="Normal"/>
    <w:next w:val="Normal"/>
    <w:autoRedefine/>
    <w:uiPriority w:val="99"/>
    <w:semiHidden/>
    <w:unhideWhenUsed/>
    <w:rsid w:val="008C7B1F"/>
    <w:pPr>
      <w:spacing w:line="240" w:lineRule="auto"/>
      <w:ind w:left="720" w:firstLine="0"/>
    </w:pPr>
  </w:style>
  <w:style w:type="paragraph" w:styleId="Index4">
    <w:name w:val="index 4"/>
    <w:basedOn w:val="Normal"/>
    <w:next w:val="Normal"/>
    <w:autoRedefine/>
    <w:uiPriority w:val="99"/>
    <w:semiHidden/>
    <w:unhideWhenUsed/>
    <w:rsid w:val="008C7B1F"/>
    <w:pPr>
      <w:spacing w:line="240" w:lineRule="auto"/>
      <w:ind w:left="960" w:firstLine="0"/>
    </w:pPr>
  </w:style>
  <w:style w:type="paragraph" w:styleId="Index5">
    <w:name w:val="index 5"/>
    <w:basedOn w:val="Normal"/>
    <w:next w:val="Normal"/>
    <w:autoRedefine/>
    <w:uiPriority w:val="99"/>
    <w:semiHidden/>
    <w:unhideWhenUsed/>
    <w:rsid w:val="008C7B1F"/>
    <w:pPr>
      <w:spacing w:line="240" w:lineRule="auto"/>
      <w:ind w:left="1200" w:firstLine="0"/>
    </w:pPr>
  </w:style>
  <w:style w:type="paragraph" w:styleId="Index6">
    <w:name w:val="index 6"/>
    <w:basedOn w:val="Normal"/>
    <w:next w:val="Normal"/>
    <w:autoRedefine/>
    <w:uiPriority w:val="99"/>
    <w:semiHidden/>
    <w:unhideWhenUsed/>
    <w:rsid w:val="008C7B1F"/>
    <w:pPr>
      <w:spacing w:line="240" w:lineRule="auto"/>
      <w:ind w:left="1440" w:firstLine="0"/>
    </w:pPr>
  </w:style>
  <w:style w:type="paragraph" w:styleId="Index7">
    <w:name w:val="index 7"/>
    <w:basedOn w:val="Normal"/>
    <w:next w:val="Normal"/>
    <w:autoRedefine/>
    <w:uiPriority w:val="99"/>
    <w:semiHidden/>
    <w:unhideWhenUsed/>
    <w:rsid w:val="008C7B1F"/>
    <w:pPr>
      <w:spacing w:line="240" w:lineRule="auto"/>
      <w:ind w:left="1680" w:firstLine="0"/>
    </w:pPr>
  </w:style>
  <w:style w:type="paragraph" w:styleId="Index8">
    <w:name w:val="index 8"/>
    <w:basedOn w:val="Normal"/>
    <w:next w:val="Normal"/>
    <w:autoRedefine/>
    <w:uiPriority w:val="99"/>
    <w:semiHidden/>
    <w:unhideWhenUsed/>
    <w:rsid w:val="008C7B1F"/>
    <w:pPr>
      <w:spacing w:line="240" w:lineRule="auto"/>
      <w:ind w:left="1920" w:firstLine="0"/>
    </w:pPr>
  </w:style>
  <w:style w:type="paragraph" w:styleId="Index9">
    <w:name w:val="index 9"/>
    <w:basedOn w:val="Normal"/>
    <w:next w:val="Normal"/>
    <w:autoRedefine/>
    <w:uiPriority w:val="99"/>
    <w:semiHidden/>
    <w:unhideWhenUsed/>
    <w:rsid w:val="008C7B1F"/>
    <w:pPr>
      <w:spacing w:line="240" w:lineRule="auto"/>
      <w:ind w:left="2160" w:firstLine="0"/>
    </w:pPr>
  </w:style>
  <w:style w:type="paragraph" w:styleId="IndexHeading">
    <w:name w:val="index heading"/>
    <w:basedOn w:val="Normal"/>
    <w:next w:val="Index1"/>
    <w:uiPriority w:val="99"/>
    <w:semiHidden/>
    <w:unhideWhenUsed/>
    <w:rsid w:val="008C7B1F"/>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5D3A03"/>
    <w:pPr>
      <w:pBdr>
        <w:top w:val="single" w:sz="4" w:space="10" w:color="404040" w:themeColor="text1" w:themeTint="BF"/>
        <w:bottom w:val="single" w:sz="4" w:space="10" w:color="404040" w:themeColor="text1" w:themeTint="BF"/>
      </w:pBdr>
      <w:spacing w:before="360" w:after="360"/>
      <w:ind w:left="864" w:right="864" w:firstLine="0"/>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5D3A03"/>
    <w:rPr>
      <w:i/>
      <w:iCs/>
      <w:color w:val="404040" w:themeColor="text1" w:themeTint="BF"/>
      <w:kern w:val="24"/>
    </w:rPr>
  </w:style>
  <w:style w:type="paragraph" w:styleId="List">
    <w:name w:val="List"/>
    <w:basedOn w:val="Normal"/>
    <w:uiPriority w:val="99"/>
    <w:semiHidden/>
    <w:unhideWhenUsed/>
    <w:rsid w:val="008C7B1F"/>
    <w:pPr>
      <w:ind w:left="360" w:firstLine="0"/>
      <w:contextualSpacing/>
    </w:pPr>
  </w:style>
  <w:style w:type="paragraph" w:styleId="List2">
    <w:name w:val="List 2"/>
    <w:basedOn w:val="Normal"/>
    <w:uiPriority w:val="99"/>
    <w:semiHidden/>
    <w:unhideWhenUsed/>
    <w:rsid w:val="008C7B1F"/>
    <w:pPr>
      <w:ind w:left="720" w:firstLine="0"/>
      <w:contextualSpacing/>
    </w:pPr>
  </w:style>
  <w:style w:type="paragraph" w:styleId="List3">
    <w:name w:val="List 3"/>
    <w:basedOn w:val="Normal"/>
    <w:uiPriority w:val="99"/>
    <w:semiHidden/>
    <w:unhideWhenUsed/>
    <w:rsid w:val="008C7B1F"/>
    <w:pPr>
      <w:ind w:left="1080" w:firstLine="0"/>
      <w:contextualSpacing/>
    </w:pPr>
  </w:style>
  <w:style w:type="paragraph" w:styleId="List4">
    <w:name w:val="List 4"/>
    <w:basedOn w:val="Normal"/>
    <w:uiPriority w:val="99"/>
    <w:semiHidden/>
    <w:unhideWhenUsed/>
    <w:rsid w:val="008C7B1F"/>
    <w:pPr>
      <w:ind w:left="1440" w:firstLine="0"/>
      <w:contextualSpacing/>
    </w:pPr>
  </w:style>
  <w:style w:type="paragraph" w:styleId="List5">
    <w:name w:val="List 5"/>
    <w:basedOn w:val="Normal"/>
    <w:uiPriority w:val="99"/>
    <w:semiHidden/>
    <w:unhideWhenUsed/>
    <w:rsid w:val="008C7B1F"/>
    <w:pPr>
      <w:ind w:left="1800" w:firstLine="0"/>
      <w:contextualSpacing/>
    </w:pPr>
  </w:style>
  <w:style w:type="paragraph" w:styleId="ListBullet">
    <w:name w:val="List Bullet"/>
    <w:basedOn w:val="Normal"/>
    <w:uiPriority w:val="9"/>
    <w:unhideWhenUsed/>
    <w:qFormat/>
    <w:rsid w:val="008C7B1F"/>
    <w:pPr>
      <w:numPr>
        <w:numId w:val="1"/>
      </w:numPr>
      <w:contextualSpacing/>
    </w:pPr>
  </w:style>
  <w:style w:type="paragraph" w:styleId="ListBullet2">
    <w:name w:val="List Bullet 2"/>
    <w:basedOn w:val="Normal"/>
    <w:uiPriority w:val="99"/>
    <w:semiHidden/>
    <w:unhideWhenUsed/>
    <w:rsid w:val="008C7B1F"/>
    <w:pPr>
      <w:numPr>
        <w:numId w:val="2"/>
      </w:numPr>
      <w:ind w:firstLine="0"/>
      <w:contextualSpacing/>
    </w:pPr>
  </w:style>
  <w:style w:type="paragraph" w:styleId="ListBullet3">
    <w:name w:val="List Bullet 3"/>
    <w:basedOn w:val="Normal"/>
    <w:uiPriority w:val="99"/>
    <w:semiHidden/>
    <w:unhideWhenUsed/>
    <w:rsid w:val="008C7B1F"/>
    <w:pPr>
      <w:numPr>
        <w:numId w:val="3"/>
      </w:numPr>
      <w:ind w:firstLine="0"/>
      <w:contextualSpacing/>
    </w:pPr>
  </w:style>
  <w:style w:type="paragraph" w:styleId="ListBullet4">
    <w:name w:val="List Bullet 4"/>
    <w:basedOn w:val="Normal"/>
    <w:uiPriority w:val="99"/>
    <w:semiHidden/>
    <w:unhideWhenUsed/>
    <w:rsid w:val="008C7B1F"/>
    <w:pPr>
      <w:numPr>
        <w:numId w:val="4"/>
      </w:numPr>
      <w:ind w:firstLine="0"/>
      <w:contextualSpacing/>
    </w:pPr>
  </w:style>
  <w:style w:type="paragraph" w:styleId="ListBullet5">
    <w:name w:val="List Bullet 5"/>
    <w:basedOn w:val="Normal"/>
    <w:uiPriority w:val="99"/>
    <w:semiHidden/>
    <w:unhideWhenUsed/>
    <w:rsid w:val="008C7B1F"/>
    <w:pPr>
      <w:numPr>
        <w:numId w:val="5"/>
      </w:numPr>
      <w:ind w:firstLine="0"/>
      <w:contextualSpacing/>
    </w:pPr>
  </w:style>
  <w:style w:type="paragraph" w:styleId="ListContinue">
    <w:name w:val="List Continue"/>
    <w:basedOn w:val="Normal"/>
    <w:uiPriority w:val="99"/>
    <w:semiHidden/>
    <w:unhideWhenUsed/>
    <w:rsid w:val="008C7B1F"/>
    <w:pPr>
      <w:spacing w:after="120"/>
      <w:ind w:left="360" w:firstLine="0"/>
      <w:contextualSpacing/>
    </w:pPr>
  </w:style>
  <w:style w:type="paragraph" w:styleId="ListContinue2">
    <w:name w:val="List Continue 2"/>
    <w:basedOn w:val="Normal"/>
    <w:uiPriority w:val="99"/>
    <w:semiHidden/>
    <w:unhideWhenUsed/>
    <w:rsid w:val="008C7B1F"/>
    <w:pPr>
      <w:spacing w:after="120"/>
      <w:ind w:left="720" w:firstLine="0"/>
      <w:contextualSpacing/>
    </w:pPr>
  </w:style>
  <w:style w:type="paragraph" w:styleId="ListContinue3">
    <w:name w:val="List Continue 3"/>
    <w:basedOn w:val="Normal"/>
    <w:uiPriority w:val="99"/>
    <w:semiHidden/>
    <w:unhideWhenUsed/>
    <w:rsid w:val="008C7B1F"/>
    <w:pPr>
      <w:spacing w:after="120"/>
      <w:ind w:left="1080" w:firstLine="0"/>
      <w:contextualSpacing/>
    </w:pPr>
  </w:style>
  <w:style w:type="paragraph" w:styleId="ListContinue4">
    <w:name w:val="List Continue 4"/>
    <w:basedOn w:val="Normal"/>
    <w:uiPriority w:val="99"/>
    <w:semiHidden/>
    <w:unhideWhenUsed/>
    <w:rsid w:val="008C7B1F"/>
    <w:pPr>
      <w:spacing w:after="120"/>
      <w:ind w:left="1440" w:firstLine="0"/>
      <w:contextualSpacing/>
    </w:pPr>
  </w:style>
  <w:style w:type="paragraph" w:styleId="ListContinue5">
    <w:name w:val="List Continue 5"/>
    <w:basedOn w:val="Normal"/>
    <w:uiPriority w:val="99"/>
    <w:semiHidden/>
    <w:unhideWhenUsed/>
    <w:rsid w:val="008C7B1F"/>
    <w:pPr>
      <w:spacing w:after="120"/>
      <w:ind w:left="1800" w:firstLine="0"/>
      <w:contextualSpacing/>
    </w:pPr>
  </w:style>
  <w:style w:type="paragraph" w:styleId="ListNumber">
    <w:name w:val="List Number"/>
    <w:basedOn w:val="Normal"/>
    <w:uiPriority w:val="9"/>
    <w:unhideWhenUsed/>
    <w:qFormat/>
    <w:rsid w:val="008C7B1F"/>
    <w:pPr>
      <w:numPr>
        <w:numId w:val="6"/>
      </w:numPr>
      <w:contextualSpacing/>
    </w:pPr>
  </w:style>
  <w:style w:type="paragraph" w:styleId="ListNumber2">
    <w:name w:val="List Number 2"/>
    <w:basedOn w:val="Normal"/>
    <w:uiPriority w:val="99"/>
    <w:semiHidden/>
    <w:unhideWhenUsed/>
    <w:rsid w:val="008C7B1F"/>
    <w:pPr>
      <w:numPr>
        <w:numId w:val="7"/>
      </w:numPr>
      <w:ind w:firstLine="0"/>
      <w:contextualSpacing/>
    </w:pPr>
  </w:style>
  <w:style w:type="paragraph" w:styleId="ListNumber3">
    <w:name w:val="List Number 3"/>
    <w:basedOn w:val="Normal"/>
    <w:uiPriority w:val="99"/>
    <w:semiHidden/>
    <w:unhideWhenUsed/>
    <w:rsid w:val="008C7B1F"/>
    <w:pPr>
      <w:numPr>
        <w:numId w:val="8"/>
      </w:numPr>
      <w:ind w:firstLine="0"/>
      <w:contextualSpacing/>
    </w:pPr>
  </w:style>
  <w:style w:type="paragraph" w:styleId="ListNumber4">
    <w:name w:val="List Number 4"/>
    <w:basedOn w:val="Normal"/>
    <w:uiPriority w:val="99"/>
    <w:semiHidden/>
    <w:unhideWhenUsed/>
    <w:rsid w:val="008C7B1F"/>
    <w:pPr>
      <w:numPr>
        <w:numId w:val="9"/>
      </w:numPr>
      <w:ind w:firstLine="0"/>
      <w:contextualSpacing/>
    </w:pPr>
  </w:style>
  <w:style w:type="paragraph" w:styleId="ListNumber5">
    <w:name w:val="List Number 5"/>
    <w:basedOn w:val="Normal"/>
    <w:uiPriority w:val="99"/>
    <w:semiHidden/>
    <w:unhideWhenUsed/>
    <w:rsid w:val="008C7B1F"/>
    <w:pPr>
      <w:numPr>
        <w:numId w:val="10"/>
      </w:numPr>
      <w:ind w:firstLine="0"/>
      <w:contextualSpacing/>
    </w:pPr>
  </w:style>
  <w:style w:type="paragraph" w:styleId="ListParagraph">
    <w:name w:val="List Paragraph"/>
    <w:basedOn w:val="Normal"/>
    <w:uiPriority w:val="34"/>
    <w:unhideWhenUsed/>
    <w:qFormat/>
    <w:rsid w:val="008C7B1F"/>
    <w:pPr>
      <w:ind w:left="720" w:firstLine="0"/>
      <w:contextualSpacing/>
    </w:pPr>
  </w:style>
  <w:style w:type="paragraph" w:styleId="Macro">
    <w:name w:val="macro"/>
    <w:link w:val="MacroTextChar"/>
    <w:uiPriority w:val="99"/>
    <w:semiHidden/>
    <w:unhideWhenUsed/>
    <w:rsid w:val="00FF2002"/>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2"/>
      <w:szCs w:val="20"/>
    </w:rPr>
  </w:style>
  <w:style w:type="character" w:customStyle="1" w:styleId="MacroTextChar">
    <w:name w:val="Macro Text Char"/>
    <w:basedOn w:val="DefaultParagraphFont"/>
    <w:link w:val="Macro"/>
    <w:uiPriority w:val="99"/>
    <w:semiHidden/>
    <w:rsid w:val="00FF2002"/>
    <w:rPr>
      <w:rFonts w:ascii="Consolas" w:hAnsi="Consolas" w:cs="Consolas"/>
      <w:kern w:val="24"/>
      <w:sz w:val="22"/>
      <w:szCs w:val="20"/>
    </w:rPr>
  </w:style>
  <w:style w:type="paragraph" w:styleId="MessageHeader">
    <w:name w:val="Message Header"/>
    <w:basedOn w:val="Normal"/>
    <w:link w:val="MessageHeaderChar"/>
    <w:uiPriority w:val="99"/>
    <w:semiHidden/>
    <w:unhideWhenUsed/>
    <w:rsid w:val="008C7B1F"/>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8C7B1F"/>
    <w:rPr>
      <w:rFonts w:asciiTheme="majorHAnsi" w:eastAsiaTheme="majorEastAsia" w:hAnsiTheme="majorHAnsi" w:cstheme="majorBidi"/>
      <w:kern w:val="24"/>
      <w:shd w:val="pct20" w:color="auto" w:fill="auto"/>
    </w:rPr>
  </w:style>
  <w:style w:type="paragraph" w:styleId="NormalWeb">
    <w:name w:val="Normal (Web)"/>
    <w:basedOn w:val="Normal"/>
    <w:uiPriority w:val="99"/>
    <w:unhideWhenUsed/>
    <w:rsid w:val="008C7B1F"/>
    <w:pPr>
      <w:ind w:firstLine="0"/>
    </w:pPr>
    <w:rPr>
      <w:rFonts w:ascii="Times New Roman" w:hAnsi="Times New Roman" w:cs="Times New Roman"/>
    </w:rPr>
  </w:style>
  <w:style w:type="paragraph" w:styleId="NormalIndent">
    <w:name w:val="Normal Indent"/>
    <w:basedOn w:val="Normal"/>
    <w:uiPriority w:val="99"/>
    <w:semiHidden/>
    <w:unhideWhenUsed/>
    <w:rsid w:val="008C7B1F"/>
    <w:pPr>
      <w:ind w:left="720" w:firstLine="0"/>
    </w:pPr>
  </w:style>
  <w:style w:type="paragraph" w:styleId="NoteHeading">
    <w:name w:val="Note Heading"/>
    <w:basedOn w:val="Normal"/>
    <w:next w:val="Normal"/>
    <w:link w:val="NoteHeadingChar"/>
    <w:uiPriority w:val="99"/>
    <w:semiHidden/>
    <w:unhideWhenUsed/>
    <w:rsid w:val="008C7B1F"/>
    <w:pPr>
      <w:spacing w:line="240" w:lineRule="auto"/>
      <w:ind w:firstLine="0"/>
    </w:pPr>
  </w:style>
  <w:style w:type="character" w:customStyle="1" w:styleId="NoteHeadingChar">
    <w:name w:val="Note Heading Char"/>
    <w:basedOn w:val="DefaultParagraphFont"/>
    <w:link w:val="NoteHeading"/>
    <w:uiPriority w:val="99"/>
    <w:semiHidden/>
    <w:rsid w:val="008C7B1F"/>
    <w:rPr>
      <w:kern w:val="24"/>
    </w:rPr>
  </w:style>
  <w:style w:type="paragraph" w:styleId="PlainText">
    <w:name w:val="Plain Text"/>
    <w:basedOn w:val="Normal"/>
    <w:link w:val="PlainTextChar"/>
    <w:uiPriority w:val="99"/>
    <w:semiHidden/>
    <w:unhideWhenUsed/>
    <w:rsid w:val="00FF2002"/>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FF2002"/>
    <w:rPr>
      <w:rFonts w:ascii="Consolas" w:hAnsi="Consolas" w:cs="Consolas"/>
      <w:kern w:val="24"/>
      <w:sz w:val="22"/>
      <w:szCs w:val="21"/>
    </w:rPr>
  </w:style>
  <w:style w:type="paragraph" w:styleId="Quote">
    <w:name w:val="Quote"/>
    <w:basedOn w:val="Normal"/>
    <w:next w:val="Normal"/>
    <w:link w:val="QuoteChar"/>
    <w:uiPriority w:val="29"/>
    <w:semiHidden/>
    <w:unhideWhenUsed/>
    <w:qFormat/>
    <w:rsid w:val="008C7B1F"/>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sid w:val="008C7B1F"/>
    <w:rPr>
      <w:i/>
      <w:iCs/>
      <w:color w:val="404040" w:themeColor="text1" w:themeTint="BF"/>
      <w:kern w:val="24"/>
    </w:rPr>
  </w:style>
  <w:style w:type="paragraph" w:styleId="Salutation">
    <w:name w:val="Salutation"/>
    <w:basedOn w:val="Normal"/>
    <w:next w:val="Normal"/>
    <w:link w:val="SalutationChar"/>
    <w:uiPriority w:val="99"/>
    <w:semiHidden/>
    <w:unhideWhenUsed/>
    <w:rsid w:val="008C7B1F"/>
    <w:pPr>
      <w:ind w:firstLine="0"/>
    </w:pPr>
  </w:style>
  <w:style w:type="character" w:customStyle="1" w:styleId="SalutationChar">
    <w:name w:val="Salutation Char"/>
    <w:basedOn w:val="DefaultParagraphFont"/>
    <w:link w:val="Salutation"/>
    <w:uiPriority w:val="99"/>
    <w:semiHidden/>
    <w:rsid w:val="008C7B1F"/>
    <w:rPr>
      <w:kern w:val="24"/>
    </w:rPr>
  </w:style>
  <w:style w:type="paragraph" w:styleId="Signature">
    <w:name w:val="Signature"/>
    <w:basedOn w:val="Normal"/>
    <w:link w:val="SignatureChar"/>
    <w:uiPriority w:val="99"/>
    <w:semiHidden/>
    <w:unhideWhenUsed/>
    <w:rsid w:val="008C7B1F"/>
    <w:pPr>
      <w:spacing w:line="240" w:lineRule="auto"/>
      <w:ind w:left="4320" w:firstLine="0"/>
    </w:pPr>
  </w:style>
  <w:style w:type="character" w:customStyle="1" w:styleId="SignatureChar">
    <w:name w:val="Signature Char"/>
    <w:basedOn w:val="DefaultParagraphFont"/>
    <w:link w:val="Signature"/>
    <w:uiPriority w:val="99"/>
    <w:semiHidden/>
    <w:rsid w:val="008C7B1F"/>
    <w:rPr>
      <w:kern w:val="24"/>
    </w:rPr>
  </w:style>
  <w:style w:type="paragraph" w:styleId="TableofAuthorities">
    <w:name w:val="table of authorities"/>
    <w:basedOn w:val="Normal"/>
    <w:next w:val="Normal"/>
    <w:uiPriority w:val="99"/>
    <w:semiHidden/>
    <w:unhideWhenUsed/>
    <w:rsid w:val="008C7B1F"/>
    <w:pPr>
      <w:ind w:left="240" w:firstLine="0"/>
    </w:pPr>
  </w:style>
  <w:style w:type="paragraph" w:styleId="TableofFigures">
    <w:name w:val="table of figures"/>
    <w:basedOn w:val="Normal"/>
    <w:next w:val="Normal"/>
    <w:uiPriority w:val="99"/>
    <w:semiHidden/>
    <w:unhideWhenUsed/>
    <w:rsid w:val="008C7B1F"/>
    <w:pPr>
      <w:ind w:firstLine="0"/>
    </w:pPr>
  </w:style>
  <w:style w:type="paragraph" w:styleId="TOAHeading">
    <w:name w:val="toa heading"/>
    <w:basedOn w:val="Normal"/>
    <w:next w:val="Normal"/>
    <w:uiPriority w:val="99"/>
    <w:semiHidden/>
    <w:unhideWhenUsed/>
    <w:rsid w:val="008C7B1F"/>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rsid w:val="008C7B1F"/>
    <w:pPr>
      <w:spacing w:after="100"/>
      <w:ind w:left="720" w:firstLine="0"/>
    </w:pPr>
  </w:style>
  <w:style w:type="paragraph" w:styleId="TOC5">
    <w:name w:val="toc 5"/>
    <w:basedOn w:val="Normal"/>
    <w:next w:val="Normal"/>
    <w:autoRedefine/>
    <w:uiPriority w:val="39"/>
    <w:semiHidden/>
    <w:unhideWhenUsed/>
    <w:rsid w:val="008C7B1F"/>
    <w:pPr>
      <w:spacing w:after="100"/>
      <w:ind w:left="960" w:firstLine="0"/>
    </w:pPr>
  </w:style>
  <w:style w:type="paragraph" w:styleId="TOC6">
    <w:name w:val="toc 6"/>
    <w:basedOn w:val="Normal"/>
    <w:next w:val="Normal"/>
    <w:autoRedefine/>
    <w:uiPriority w:val="39"/>
    <w:semiHidden/>
    <w:unhideWhenUsed/>
    <w:rsid w:val="008C7B1F"/>
    <w:pPr>
      <w:spacing w:after="100"/>
      <w:ind w:left="1200" w:firstLine="0"/>
    </w:pPr>
  </w:style>
  <w:style w:type="paragraph" w:styleId="TOC7">
    <w:name w:val="toc 7"/>
    <w:basedOn w:val="Normal"/>
    <w:next w:val="Normal"/>
    <w:autoRedefine/>
    <w:uiPriority w:val="39"/>
    <w:semiHidden/>
    <w:unhideWhenUsed/>
    <w:rsid w:val="008C7B1F"/>
    <w:pPr>
      <w:spacing w:after="100"/>
      <w:ind w:left="1440" w:firstLine="0"/>
    </w:pPr>
  </w:style>
  <w:style w:type="paragraph" w:styleId="TOC8">
    <w:name w:val="toc 8"/>
    <w:basedOn w:val="Normal"/>
    <w:next w:val="Normal"/>
    <w:autoRedefine/>
    <w:uiPriority w:val="39"/>
    <w:semiHidden/>
    <w:unhideWhenUsed/>
    <w:rsid w:val="008C7B1F"/>
    <w:pPr>
      <w:spacing w:after="100"/>
      <w:ind w:left="1680" w:firstLine="0"/>
    </w:pPr>
  </w:style>
  <w:style w:type="paragraph" w:styleId="TOC9">
    <w:name w:val="toc 9"/>
    <w:basedOn w:val="Normal"/>
    <w:next w:val="Normal"/>
    <w:autoRedefine/>
    <w:uiPriority w:val="39"/>
    <w:semiHidden/>
    <w:unhideWhenUsed/>
    <w:rsid w:val="008C7B1F"/>
    <w:pPr>
      <w:spacing w:after="100"/>
      <w:ind w:left="1920" w:firstLine="0"/>
    </w:pPr>
  </w:style>
  <w:style w:type="character" w:styleId="EndnoteReference">
    <w:name w:val="endnote reference"/>
    <w:basedOn w:val="DefaultParagraphFont"/>
    <w:uiPriority w:val="99"/>
    <w:semiHidden/>
    <w:unhideWhenUsed/>
    <w:rsid w:val="008C7B1F"/>
    <w:rPr>
      <w:vertAlign w:val="superscript"/>
    </w:rPr>
  </w:style>
  <w:style w:type="character" w:styleId="FootnoteReference">
    <w:name w:val="footnote reference"/>
    <w:basedOn w:val="DefaultParagraphFont"/>
    <w:uiPriority w:val="5"/>
    <w:unhideWhenUsed/>
    <w:qFormat/>
    <w:rsid w:val="008C7B1F"/>
    <w:rPr>
      <w:vertAlign w:val="superscript"/>
    </w:rPr>
  </w:style>
  <w:style w:type="table" w:customStyle="1" w:styleId="APAReport">
    <w:name w:val="APA Report"/>
    <w:basedOn w:val="TableNormal"/>
    <w:uiPriority w:val="99"/>
    <w:rsid w:val="00BF4184"/>
    <w:pPr>
      <w:spacing w:line="240" w:lineRule="auto"/>
      <w:ind w:firstLine="0"/>
    </w:pPr>
    <w:tblPr>
      <w:tblInd w:w="0" w:type="dxa"/>
      <w:tblBorders>
        <w:top w:val="single" w:sz="12" w:space="0" w:color="auto"/>
        <w:bottom w:val="single" w:sz="12" w:space="0" w:color="auto"/>
      </w:tblBorders>
      <w:tblCellMar>
        <w:top w:w="0" w:type="dxa"/>
        <w:left w:w="108" w:type="dxa"/>
        <w:bottom w:w="0" w:type="dxa"/>
        <w:right w:w="108" w:type="dxa"/>
      </w:tblCellMar>
    </w:tblPr>
    <w:tblStylePr w:type="firstRow">
      <w:rPr>
        <w:rFonts w:asciiTheme="majorHAnsi" w:hAnsiTheme="majorHAnsi"/>
      </w:rPr>
      <w:tblPr/>
      <w:trPr>
        <w:tblHeader/>
      </w:tr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39"/>
    <w:qFormat/>
    <w:rsid w:val="008C7B1F"/>
    <w:pPr>
      <w:spacing w:before="240"/>
      <w:ind w:firstLine="0"/>
      <w:contextualSpacing/>
    </w:pPr>
  </w:style>
  <w:style w:type="table" w:customStyle="1" w:styleId="PlainTable1">
    <w:name w:val="Plain Table 1"/>
    <w:basedOn w:val="TableNormal"/>
    <w:uiPriority w:val="41"/>
    <w:rsid w:val="00E6004D"/>
    <w:pPr>
      <w:spacing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FF2002"/>
    <w:rPr>
      <w:sz w:val="22"/>
      <w:szCs w:val="16"/>
    </w:rPr>
  </w:style>
  <w:style w:type="paragraph" w:styleId="EndnoteText">
    <w:name w:val="endnote text"/>
    <w:basedOn w:val="Normal"/>
    <w:link w:val="EndnoteTextChar"/>
    <w:uiPriority w:val="99"/>
    <w:semiHidden/>
    <w:unhideWhenUsed/>
    <w:qFormat/>
    <w:rsid w:val="00FF2002"/>
    <w:pPr>
      <w:spacing w:line="240" w:lineRule="auto"/>
    </w:pPr>
    <w:rPr>
      <w:sz w:val="22"/>
      <w:szCs w:val="20"/>
    </w:rPr>
  </w:style>
  <w:style w:type="character" w:customStyle="1" w:styleId="EndnoteTextChar">
    <w:name w:val="Endnote Text Char"/>
    <w:basedOn w:val="DefaultParagraphFont"/>
    <w:link w:val="EndnoteText"/>
    <w:uiPriority w:val="99"/>
    <w:semiHidden/>
    <w:rsid w:val="00FF2002"/>
    <w:rPr>
      <w:kern w:val="24"/>
      <w:sz w:val="22"/>
      <w:szCs w:val="20"/>
    </w:rPr>
  </w:style>
  <w:style w:type="character" w:styleId="HTMLCode">
    <w:name w:val="HTML Code"/>
    <w:basedOn w:val="DefaultParagraphFont"/>
    <w:uiPriority w:val="99"/>
    <w:semiHidden/>
    <w:unhideWhenUsed/>
    <w:rsid w:val="00FF2002"/>
    <w:rPr>
      <w:rFonts w:ascii="Consolas" w:hAnsi="Consolas"/>
      <w:sz w:val="22"/>
      <w:szCs w:val="20"/>
    </w:rPr>
  </w:style>
  <w:style w:type="character" w:styleId="HTMLKeyboard">
    <w:name w:val="HTML Keyboard"/>
    <w:basedOn w:val="DefaultParagraphFont"/>
    <w:uiPriority w:val="99"/>
    <w:semiHidden/>
    <w:unhideWhenUsed/>
    <w:rsid w:val="00FF2002"/>
    <w:rPr>
      <w:rFonts w:ascii="Consolas" w:hAnsi="Consolas"/>
      <w:sz w:val="22"/>
      <w:szCs w:val="20"/>
    </w:rPr>
  </w:style>
  <w:style w:type="character" w:styleId="HTMLTypewriter">
    <w:name w:val="HTML Typewriter"/>
    <w:basedOn w:val="DefaultParagraphFont"/>
    <w:uiPriority w:val="99"/>
    <w:semiHidden/>
    <w:unhideWhenUsed/>
    <w:rsid w:val="00FF2002"/>
    <w:rPr>
      <w:rFonts w:ascii="Consolas" w:hAnsi="Consolas"/>
      <w:sz w:val="22"/>
      <w:szCs w:val="20"/>
    </w:rPr>
  </w:style>
  <w:style w:type="character" w:styleId="IntenseEmphasis">
    <w:name w:val="Intense Emphasis"/>
    <w:basedOn w:val="DefaultParagraphFont"/>
    <w:uiPriority w:val="21"/>
    <w:semiHidden/>
    <w:unhideWhenUsed/>
    <w:qFormat/>
    <w:rsid w:val="005D3A03"/>
    <w:rPr>
      <w:i/>
      <w:iCs/>
      <w:color w:val="373737" w:themeColor="accent1" w:themeShade="40"/>
    </w:rPr>
  </w:style>
  <w:style w:type="character" w:styleId="IntenseReference">
    <w:name w:val="Intense Reference"/>
    <w:basedOn w:val="DefaultParagraphFont"/>
    <w:uiPriority w:val="32"/>
    <w:semiHidden/>
    <w:unhideWhenUsed/>
    <w:qFormat/>
    <w:rsid w:val="00BA45DB"/>
    <w:rPr>
      <w:b/>
      <w:bCs/>
      <w:caps w:val="0"/>
      <w:smallCaps/>
      <w:color w:val="595959" w:themeColor="text1" w:themeTint="A6"/>
      <w:spacing w:val="5"/>
    </w:rPr>
  </w:style>
  <w:style w:type="paragraph" w:styleId="TOCHeading">
    <w:name w:val="TOC Heading"/>
    <w:basedOn w:val="Heading1"/>
    <w:next w:val="Normal"/>
    <w:uiPriority w:val="39"/>
    <w:semiHidden/>
    <w:unhideWhenUsed/>
    <w:qFormat/>
    <w:rsid w:val="009A6A3B"/>
    <w:pPr>
      <w:spacing w:before="240"/>
      <w:ind w:firstLine="720"/>
      <w:jc w:val="left"/>
      <w:outlineLvl w:val="9"/>
    </w:pPr>
    <w:rPr>
      <w:bCs w:val="0"/>
      <w:szCs w:val="32"/>
    </w:rPr>
  </w:style>
  <w:style w:type="character" w:styleId="FollowedHyperlink">
    <w:name w:val="FollowedHyperlink"/>
    <w:basedOn w:val="DefaultParagraphFont"/>
    <w:uiPriority w:val="99"/>
    <w:semiHidden/>
    <w:unhideWhenUsed/>
    <w:rsid w:val="009A6A3B"/>
    <w:rPr>
      <w:color w:val="595959" w:themeColor="text1" w:themeTint="A6"/>
      <w:u w:val="single"/>
    </w:rPr>
  </w:style>
  <w:style w:type="paragraph" w:customStyle="1" w:styleId="Title2">
    <w:name w:val="Title 2"/>
    <w:basedOn w:val="Normal"/>
    <w:uiPriority w:val="1"/>
    <w:qFormat/>
    <w:rsid w:val="00B823AA"/>
    <w:pPr>
      <w:ind w:firstLine="0"/>
      <w:jc w:val="center"/>
    </w:pPr>
  </w:style>
  <w:style w:type="character" w:styleId="Hyperlink">
    <w:name w:val="Hyperlink"/>
    <w:basedOn w:val="DefaultParagraphFont"/>
    <w:uiPriority w:val="99"/>
    <w:unhideWhenUsed/>
    <w:rsid w:val="00701285"/>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numbering" Target="numbering.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haseeb\AppData\Roaming\Microsoft\Templates\APA%20style%20report%20(6th%20edition).dotx" TargetMode="External" /></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CoverPageProperties xmlns="http://schemas.microsoft.com/office/2006/coverPageProps">
  <PublishDate/>
  <Abstract>DISCUSSION</Abstract>
  <CompanyAddress/>
  <CompanyPhone/>
  <CompanyFax/>
  <CompanyEmail/>
</CoverPageProperties>
</file>

<file path=customXml/item2.xml><?xml version="1.0" encoding="utf-8"?>
<b:Sources xmlns:b="http://schemas.openxmlformats.org/officeDocument/2006/bibliography" SelectedStyle="\APASixthEditionOfficeOnline.xsl" StyleName="APA" Version="6">
  <b:Source>
    <b:Tag>Article</b:Tag>
    <b:SourceType>JournalArticle</b:SourceType>
    <b:Guid>{A9826F97-9AB6-4323-9880-F46D9FA5FDF4}</b:Guid>
    <b:Title>Article Title</b:Title>
    <b:Year>Year</b:Year>
    <b:JournalName>Journal Title</b:JournalName>
    <b:Pages>Pages From - To</b:Pages>
    <b:Author>
      <b:Author>
        <b:NameList>
          <b:Person>
            <b:Last>Last Name</b:Last>
            <b:First>First,</b:First>
            <b:Middle>Middle</b:Middle>
          </b:Person>
        </b:NameList>
      </b:Author>
    </b:Author>
    <b:RefOrder>2</b:RefOrder>
  </b:Source>
  <b:Source>
    <b:Tag>Last</b:Tag>
    <b:SourceType>Book</b:SourceType>
    <b:Guid>{60AAA012-579D-4CB3-B717-40E27E8995F9}</b:Guid>
    <b:Title>Book Title</b:Title>
    <b:Year>Year</b:Year>
    <b:City>City Name</b:City>
    <b:Publisher>Publisher Name</b:Publisher>
    <b:Author>
      <b:Author>
        <b:NameList>
          <b:Person>
            <b:Last>Last Name</b:Last>
            <b:First>First,</b:First>
            <b:Middle>Middle</b:Middle>
          </b:Person>
        </b:NameList>
      </b:Author>
    </b:Author>
    <b:RefOrder>3</b:RefOrder>
  </b:Source>
  <b:Source>
    <b:Tag>OHS18</b:Tag>
    <b:SourceType>JournalArticle</b:SourceType>
    <b:Guid>{53F52645-8F7E-48BD-A647-FDE0A73C86EF}</b:Guid>
    <b:Author>
      <b:Author>
        <b:NameList>
          <b:Person>
            <b:Last>OHS</b:Last>
          </b:Person>
        </b:NameList>
      </b:Author>
    </b:Author>
    <b:Title>Occupational safety and health policy sums up the goals</b:Title>
    <b:Year>2018</b:Year>
    <b:Pages>https://ttk.fi/en/well-being_at_work_and_occupational_health_and_safety/occupational_health_and_safety_work_in_the_workplace/responsibilities_and_obligations/occupational_safety_and_health_policy</b:Pages>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B32BDC-7238-452D-BAAD-3F3F4A72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style report (6th edition)</Template>
  <TotalTime>1154</TotalTime>
  <Pages>3</Pages>
  <Words>432</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Ahsan Ali</cp:lastModifiedBy>
  <cp:revision>469</cp:revision>
  <dcterms:created xsi:type="dcterms:W3CDTF">2021-02-04T01:31:00Z</dcterms:created>
  <dcterms:modified xsi:type="dcterms:W3CDTF">2021-05-07T10:25:00Z</dcterms:modified>
</cp:coreProperties>
</file>