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2.0 -->
  <w:body>
    <w:p w:rsidR="005456B0" w:rsidRPr="00B73594" w:rsidP="005C617B">
      <w:pPr>
        <w:tabs>
          <w:tab w:val="left" w:pos="284"/>
          <w:tab w:val="left" w:pos="426"/>
        </w:tabs>
        <w:ind w:firstLine="0"/>
        <w:jc w:val="both"/>
        <w:rPr>
          <w:rFonts w:cstheme="minorHAnsi"/>
        </w:rPr>
      </w:pPr>
    </w:p>
    <w:p w:rsidR="00ED37D1" w:rsidRPr="00B73594" w:rsidP="005C617B">
      <w:pPr>
        <w:tabs>
          <w:tab w:val="left" w:pos="284"/>
          <w:tab w:val="left" w:pos="426"/>
        </w:tabs>
        <w:ind w:firstLine="0"/>
        <w:jc w:val="both"/>
        <w:rPr>
          <w:rFonts w:cstheme="minorHAnsi"/>
        </w:rPr>
      </w:pPr>
    </w:p>
    <w:p w:rsidR="005456B0" w:rsidRPr="00B73594" w:rsidP="005C617B">
      <w:pPr>
        <w:tabs>
          <w:tab w:val="left" w:pos="284"/>
          <w:tab w:val="left" w:pos="426"/>
          <w:tab w:val="left" w:pos="3330"/>
        </w:tabs>
        <w:ind w:firstLine="0"/>
        <w:jc w:val="center"/>
        <w:rPr>
          <w:rFonts w:cstheme="minorHAnsi"/>
        </w:rPr>
      </w:pPr>
    </w:p>
    <w:p w:rsidR="005456B0" w:rsidRPr="00B73594" w:rsidP="005C617B">
      <w:pPr>
        <w:tabs>
          <w:tab w:val="left" w:pos="284"/>
          <w:tab w:val="left" w:pos="426"/>
        </w:tabs>
        <w:ind w:firstLine="0"/>
        <w:jc w:val="center"/>
        <w:rPr>
          <w:rFonts w:cstheme="minorHAnsi"/>
        </w:rPr>
      </w:pPr>
    </w:p>
    <w:p w:rsidR="005456B0" w:rsidRPr="00B73594" w:rsidP="005C617B">
      <w:pPr>
        <w:tabs>
          <w:tab w:val="left" w:pos="284"/>
          <w:tab w:val="left" w:pos="426"/>
        </w:tabs>
        <w:ind w:firstLine="0"/>
        <w:jc w:val="center"/>
        <w:rPr>
          <w:rFonts w:cstheme="minorHAnsi"/>
        </w:rPr>
      </w:pPr>
    </w:p>
    <w:p w:rsidR="005456B0" w:rsidRPr="00B73594" w:rsidP="005C617B">
      <w:pPr>
        <w:tabs>
          <w:tab w:val="left" w:pos="284"/>
          <w:tab w:val="left" w:pos="426"/>
        </w:tabs>
        <w:ind w:firstLine="0"/>
        <w:jc w:val="center"/>
        <w:rPr>
          <w:rFonts w:cstheme="minorHAnsi"/>
        </w:rPr>
      </w:pPr>
    </w:p>
    <w:p w:rsidR="005456B0" w:rsidRPr="00B73594" w:rsidP="005C617B">
      <w:pPr>
        <w:tabs>
          <w:tab w:val="left" w:pos="284"/>
          <w:tab w:val="left" w:pos="426"/>
        </w:tabs>
        <w:ind w:firstLine="0"/>
        <w:jc w:val="center"/>
        <w:rPr>
          <w:rFonts w:cstheme="minorHAnsi"/>
        </w:rPr>
      </w:pPr>
    </w:p>
    <w:p w:rsidR="00ED37D1" w:rsidRPr="00B73594" w:rsidP="005C617B">
      <w:pPr>
        <w:tabs>
          <w:tab w:val="left" w:pos="284"/>
          <w:tab w:val="left" w:pos="426"/>
        </w:tabs>
        <w:ind w:firstLine="0"/>
        <w:jc w:val="center"/>
        <w:rPr>
          <w:rFonts w:cstheme="minorHAnsi"/>
        </w:rPr>
      </w:pPr>
      <w:r w:rsidRPr="00B73594">
        <w:rPr>
          <w:rFonts w:cstheme="minorHAnsi"/>
        </w:rPr>
        <w:t xml:space="preserve">Discussion </w:t>
      </w:r>
    </w:p>
    <w:p w:rsidR="005456B0" w:rsidRPr="00B73594" w:rsidP="005C617B">
      <w:pPr>
        <w:tabs>
          <w:tab w:val="left" w:pos="284"/>
          <w:tab w:val="left" w:pos="426"/>
        </w:tabs>
        <w:ind w:firstLine="0"/>
        <w:jc w:val="center"/>
        <w:rPr>
          <w:rFonts w:cstheme="minorHAnsi"/>
        </w:rPr>
      </w:pPr>
      <w:r w:rsidRPr="00B73594">
        <w:rPr>
          <w:rFonts w:cstheme="minorHAnsi"/>
        </w:rPr>
        <w:t>By</w:t>
      </w:r>
    </w:p>
    <w:p w:rsidR="005456B0" w:rsidRPr="00B73594" w:rsidP="005C617B">
      <w:pPr>
        <w:tabs>
          <w:tab w:val="left" w:pos="284"/>
          <w:tab w:val="left" w:pos="426"/>
        </w:tabs>
        <w:ind w:firstLine="0"/>
        <w:jc w:val="center"/>
        <w:rPr>
          <w:rFonts w:cstheme="minorHAnsi"/>
        </w:rPr>
      </w:pPr>
      <w:r w:rsidRPr="00B73594">
        <w:rPr>
          <w:rFonts w:cstheme="minorHAnsi"/>
        </w:rPr>
        <w:t>[Name of Student]</w:t>
      </w:r>
    </w:p>
    <w:p w:rsidR="005456B0" w:rsidRPr="00B73594" w:rsidP="005C617B">
      <w:pPr>
        <w:tabs>
          <w:tab w:val="left" w:pos="284"/>
          <w:tab w:val="left" w:pos="426"/>
        </w:tabs>
        <w:ind w:firstLine="0"/>
        <w:jc w:val="center"/>
        <w:rPr>
          <w:rFonts w:cstheme="minorHAnsi"/>
        </w:rPr>
      </w:pPr>
      <w:r>
        <w:rPr>
          <w:rFonts w:cstheme="minorHAnsi"/>
        </w:rPr>
        <w:t>May 7</w:t>
      </w:r>
      <w:r w:rsidRPr="00B73594" w:rsidR="0012761C">
        <w:rPr>
          <w:rFonts w:cstheme="minorHAnsi"/>
        </w:rPr>
        <w:t>, 2021</w:t>
      </w:r>
    </w:p>
    <w:p w:rsidR="005456B0" w:rsidRPr="00B73594" w:rsidP="005C617B">
      <w:pPr>
        <w:tabs>
          <w:tab w:val="left" w:pos="284"/>
          <w:tab w:val="left" w:pos="426"/>
        </w:tabs>
        <w:ind w:firstLine="0"/>
        <w:jc w:val="center"/>
        <w:rPr>
          <w:rFonts w:cstheme="minorHAnsi"/>
        </w:rPr>
      </w:pPr>
    </w:p>
    <w:p w:rsidR="005456B0" w:rsidRPr="00B73594" w:rsidP="005C617B">
      <w:pPr>
        <w:tabs>
          <w:tab w:val="left" w:pos="284"/>
          <w:tab w:val="left" w:pos="426"/>
        </w:tabs>
        <w:ind w:firstLine="0"/>
        <w:jc w:val="both"/>
        <w:rPr>
          <w:rFonts w:cstheme="minorHAnsi"/>
        </w:rPr>
      </w:pPr>
    </w:p>
    <w:p w:rsidR="005456B0" w:rsidRPr="00B73594" w:rsidP="005C617B">
      <w:pPr>
        <w:tabs>
          <w:tab w:val="left" w:pos="284"/>
          <w:tab w:val="left" w:pos="426"/>
        </w:tabs>
        <w:ind w:firstLine="0"/>
        <w:jc w:val="both"/>
        <w:rPr>
          <w:rFonts w:cstheme="minorHAnsi"/>
        </w:rPr>
      </w:pPr>
    </w:p>
    <w:p w:rsidR="005456B0" w:rsidRPr="00B73594" w:rsidP="005C617B">
      <w:pPr>
        <w:tabs>
          <w:tab w:val="left" w:pos="284"/>
          <w:tab w:val="left" w:pos="426"/>
        </w:tabs>
        <w:ind w:firstLine="0"/>
        <w:jc w:val="both"/>
        <w:rPr>
          <w:rFonts w:cstheme="minorHAnsi"/>
        </w:rPr>
      </w:pPr>
    </w:p>
    <w:p w:rsidR="005456B0" w:rsidRPr="00B73594" w:rsidP="005C617B">
      <w:pPr>
        <w:tabs>
          <w:tab w:val="left" w:pos="284"/>
          <w:tab w:val="left" w:pos="426"/>
        </w:tabs>
        <w:ind w:firstLine="0"/>
        <w:jc w:val="both"/>
        <w:rPr>
          <w:rFonts w:cstheme="minorHAnsi"/>
        </w:rPr>
      </w:pPr>
    </w:p>
    <w:p w:rsidR="005456B0" w:rsidRPr="00B73594" w:rsidP="005C617B">
      <w:pPr>
        <w:tabs>
          <w:tab w:val="left" w:pos="284"/>
          <w:tab w:val="left" w:pos="426"/>
        </w:tabs>
        <w:ind w:firstLine="0"/>
        <w:jc w:val="both"/>
        <w:rPr>
          <w:rFonts w:cstheme="minorHAnsi"/>
        </w:rPr>
      </w:pPr>
    </w:p>
    <w:p w:rsidR="005456B0" w:rsidRPr="00B73594" w:rsidP="005C617B">
      <w:pPr>
        <w:tabs>
          <w:tab w:val="left" w:pos="284"/>
          <w:tab w:val="left" w:pos="426"/>
        </w:tabs>
        <w:ind w:firstLine="0"/>
        <w:jc w:val="both"/>
        <w:rPr>
          <w:rFonts w:cstheme="minorHAnsi"/>
        </w:rPr>
      </w:pPr>
    </w:p>
    <w:p w:rsidR="008046F8" w:rsidRPr="00B73594" w:rsidP="005C617B">
      <w:pPr>
        <w:tabs>
          <w:tab w:val="left" w:pos="284"/>
          <w:tab w:val="left" w:pos="426"/>
        </w:tabs>
        <w:ind w:firstLine="0"/>
        <w:jc w:val="both"/>
        <w:rPr>
          <w:rFonts w:cstheme="minorHAnsi"/>
        </w:rPr>
      </w:pPr>
    </w:p>
    <w:p w:rsidR="008046F8" w:rsidRPr="00B73594" w:rsidP="005C617B">
      <w:pPr>
        <w:tabs>
          <w:tab w:val="left" w:pos="284"/>
          <w:tab w:val="left" w:pos="426"/>
        </w:tabs>
        <w:ind w:firstLine="0"/>
        <w:jc w:val="both"/>
        <w:rPr>
          <w:rFonts w:cstheme="minorHAnsi"/>
        </w:rPr>
      </w:pPr>
    </w:p>
    <w:p w:rsidR="008046F8" w:rsidRPr="00B73594" w:rsidP="005C617B">
      <w:pPr>
        <w:tabs>
          <w:tab w:val="left" w:pos="284"/>
          <w:tab w:val="left" w:pos="426"/>
        </w:tabs>
        <w:ind w:firstLine="0"/>
        <w:jc w:val="both"/>
        <w:rPr>
          <w:rFonts w:cstheme="minorHAnsi"/>
        </w:rPr>
      </w:pPr>
    </w:p>
    <w:p w:rsidR="008046F8" w:rsidRPr="00B73594" w:rsidP="005C617B">
      <w:pPr>
        <w:tabs>
          <w:tab w:val="left" w:pos="284"/>
          <w:tab w:val="left" w:pos="426"/>
        </w:tabs>
        <w:ind w:firstLine="0"/>
        <w:jc w:val="both"/>
        <w:rPr>
          <w:rFonts w:cstheme="minorHAnsi"/>
        </w:rPr>
      </w:pPr>
    </w:p>
    <w:p w:rsidR="00494677" w:rsidRPr="00B73594" w:rsidP="005C617B">
      <w:pPr>
        <w:tabs>
          <w:tab w:val="left" w:pos="426"/>
        </w:tabs>
        <w:ind w:firstLine="0"/>
        <w:jc w:val="both"/>
        <w:rPr>
          <w:rFonts w:cstheme="minorHAnsi"/>
        </w:rPr>
      </w:pPr>
    </w:p>
    <w:p w:rsidR="00B73594" w:rsidRPr="00B73594" w:rsidP="00B73594">
      <w:pPr>
        <w:ind w:firstLine="0"/>
        <w:jc w:val="both"/>
        <w:rPr>
          <w:rFonts w:eastAsia="Times New Roman" w:cstheme="minorHAnsi"/>
          <w:b/>
          <w:bCs/>
          <w:color w:val="0E101A"/>
          <w:kern w:val="0"/>
          <w:lang w:eastAsia="en-US"/>
        </w:rPr>
      </w:pPr>
      <w:bookmarkStart w:id="0" w:name="_GoBack"/>
      <w:bookmarkEnd w:id="0"/>
      <w:r w:rsidRPr="00B73594">
        <w:rPr>
          <w:rFonts w:eastAsia="Times New Roman" w:cstheme="minorHAnsi"/>
          <w:b/>
          <w:bCs/>
          <w:color w:val="0E101A"/>
          <w:kern w:val="0"/>
          <w:lang w:eastAsia="en-US"/>
        </w:rPr>
        <w:t xml:space="preserve">Discussion </w:t>
      </w:r>
    </w:p>
    <w:p w:rsidR="00D572C0" w:rsidRPr="00C26F5B" w:rsidP="00D572C0">
      <w:pPr>
        <w:rPr>
          <w:rFonts w:asciiTheme="majorBidi" w:hAnsiTheme="majorBidi" w:cstheme="majorBidi"/>
        </w:rPr>
      </w:pPr>
      <w:r w:rsidRPr="00C26F5B">
        <w:rPr>
          <w:rFonts w:asciiTheme="majorBidi" w:hAnsiTheme="majorBidi" w:cstheme="majorBidi"/>
        </w:rPr>
        <w:t>My name is ________and I am ___ year old. I am a student in the 7th semester, and my main subjects are the Mental Health Counseling track. I belonged to a very pious and famous family and was raised by both my mother and father. I lived with my younger sisters and brothers and always remained connected with my grandparents due to their importance in our family. The connection with such a family was a great opportunity for me because I became able to connect with different people that later provided beneficial for me, especially during my professional life. I am now married to the beautiful person in life that I know because he is an ideal person, according to my perspective. There is no doubt that there are some changes in my and his upbringing. Therefore, there are some differences in our points of view as he helps the people so that they become able to cope up with different traumatic events efficiently. We have one dog and two cats that are adopted by us, especially by my husband. I am fond of outdoor games and wanted to enjoy nature's beauty because it gives peace and calm to the mind.</w:t>
      </w:r>
    </w:p>
    <w:p w:rsidR="00D572C0" w:rsidRPr="00C26F5B" w:rsidP="00D572C0">
      <w:pPr>
        <w:rPr>
          <w:rFonts w:asciiTheme="majorBidi" w:hAnsiTheme="majorBidi" w:cstheme="majorBidi"/>
        </w:rPr>
      </w:pPr>
      <w:r w:rsidRPr="00C26F5B">
        <w:rPr>
          <w:rFonts w:asciiTheme="majorBidi" w:hAnsiTheme="majorBidi" w:cstheme="majorBidi"/>
        </w:rPr>
        <w:t xml:space="preserve">I am reading in the 2nd semester of practicum at "Milestones in Recovery." We are learning different skills and therapies from this course, such as some of the problems that are being recovered are eating disorders and addiction to various drugs. I was afraid of online classes before starting the session because I found that online classes are not much effective as physical classes. Still, there was not no other option except online classes. I have also found some problems in online classes because it was my first time reading in such classes. One of the most common problems that I faced was that there was some internet connection issue due to which I had missed different useful things during the lecture. It took several days for me to become comfortable with the online classes, but I started enjoying these classes because I could take classes at any time and any place. After all, a specific time and place were not needed for the </w:t>
      </w:r>
      <w:r w:rsidRPr="00C26F5B">
        <w:rPr>
          <w:rFonts w:asciiTheme="majorBidi" w:hAnsiTheme="majorBidi" w:cstheme="majorBidi"/>
        </w:rPr>
        <w:t>online classes. I have learned different new things and concepts during the online classes. I have managed different problems efficiently because I have become a community counsellor by taking these online classes. Now I can counsel different people who face various problems in their personal and professional life to become able to get success in less time.</w:t>
      </w:r>
    </w:p>
    <w:p w:rsidR="009F30C4" w:rsidRPr="00B73594" w:rsidP="00D572C0">
      <w:pPr>
        <w:tabs>
          <w:tab w:val="left" w:pos="426"/>
        </w:tabs>
        <w:jc w:val="both"/>
        <w:rPr>
          <w:rFonts w:cstheme="minorHAnsi"/>
        </w:rPr>
      </w:pPr>
    </w:p>
    <w:sectPr w:rsidSect="008C7B1F">
      <w:headerReference w:type="even" r:id="rId6"/>
      <w:headerReference w:type="default" r:id="rId7"/>
      <w:footerReference w:type="even" r:id="rId8"/>
      <w:footerReference w:type="default" r:id="rId9"/>
      <w:headerReference w:type="first" r:id="rId10"/>
      <w:footerReference w:type="first" r:id="rId11"/>
      <w:footnotePr>
        <w:pos w:val="beneathText"/>
      </w:footnotePr>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7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77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77A">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77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8" w:rsidRPr="00494677" w:rsidP="00494677">
    <w:pPr>
      <w:tabs>
        <w:tab w:val="left" w:pos="284"/>
        <w:tab w:val="left" w:pos="426"/>
      </w:tabs>
      <w:ind w:firstLine="0"/>
      <w:jc w:val="center"/>
      <w:rPr>
        <w:rFonts w:asciiTheme="majorBidi" w:hAnsiTheme="majorBidi" w:cstheme="majorBidi"/>
      </w:rPr>
    </w:pPr>
    <w:r>
      <w:t>DISCUSSION</w:t>
    </w:r>
    <w:r>
      <w:ptab w:relativeTo="margin" w:alignment="right" w:leader="none"/>
    </w:r>
    <w:r w:rsidR="00ED41EB">
      <w:rPr>
        <w:rStyle w:val="Strong"/>
      </w:rPr>
      <w:fldChar w:fldCharType="begin"/>
    </w:r>
    <w:r w:rsidR="005D3A03">
      <w:rPr>
        <w:rStyle w:val="Strong"/>
      </w:rPr>
      <w:instrText xml:space="preserve"> PAGE   \* MERGEFORMAT </w:instrText>
    </w:r>
    <w:r w:rsidR="00ED41EB">
      <w:rPr>
        <w:rStyle w:val="Strong"/>
      </w:rPr>
      <w:fldChar w:fldCharType="separate"/>
    </w:r>
    <w:r w:rsidR="00D572C0">
      <w:rPr>
        <w:rStyle w:val="Strong"/>
        <w:noProof/>
      </w:rPr>
      <w:t>2</w:t>
    </w:r>
    <w:r w:rsidR="00ED41EB">
      <w:rPr>
        <w:rStyle w:val="Strong"/>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978" w:rsidRPr="00494677" w:rsidP="005C617B">
    <w:pPr>
      <w:tabs>
        <w:tab w:val="left" w:pos="284"/>
        <w:tab w:val="left" w:pos="426"/>
      </w:tabs>
      <w:ind w:firstLine="0"/>
      <w:jc w:val="center"/>
      <w:rPr>
        <w:rStyle w:val="Strong"/>
        <w:rFonts w:asciiTheme="majorBidi" w:hAnsiTheme="majorBidi" w:cstheme="majorBidi"/>
        <w:caps w:val="0"/>
      </w:rPr>
    </w:pPr>
    <w:r>
      <w:t>Running head</w:t>
    </w:r>
    <w:r w:rsidR="00937CE0">
      <w:t xml:space="preserve"> </w:t>
    </w:r>
    <w:r w:rsidR="005C617B">
      <w:t>DISCUSSION</w:t>
    </w:r>
    <w:r>
      <w:ptab w:relativeTo="margin" w:alignment="right" w:leader="none"/>
    </w:r>
    <w:r w:rsidR="00ED41EB">
      <w:rPr>
        <w:rStyle w:val="Strong"/>
      </w:rPr>
      <w:fldChar w:fldCharType="begin"/>
    </w:r>
    <w:r>
      <w:rPr>
        <w:rStyle w:val="Strong"/>
      </w:rPr>
      <w:instrText xml:space="preserve"> PAGE   \* MERGEFORMAT </w:instrText>
    </w:r>
    <w:r w:rsidR="00ED41EB">
      <w:rPr>
        <w:rStyle w:val="Strong"/>
      </w:rPr>
      <w:fldChar w:fldCharType="separate"/>
    </w:r>
    <w:r w:rsidR="00D572C0">
      <w:rPr>
        <w:rStyle w:val="Strong"/>
        <w:noProof/>
      </w:rPr>
      <w:t>1</w:t>
    </w:r>
    <w:r w:rsidR="00ED41EB">
      <w:rPr>
        <w:rStyle w:val="Strong"/>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nsid w:val="03160C6A"/>
    <w:multiLevelType w:val="hybridMultilevel"/>
    <w:tmpl w:val="023ADC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03D81E85"/>
    <w:multiLevelType w:val="multilevel"/>
    <w:tmpl w:val="F77E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8C0BC4"/>
    <w:multiLevelType w:val="hybridMultilevel"/>
    <w:tmpl w:val="1CBCDE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1B0B37A9"/>
    <w:multiLevelType w:val="hybridMultilevel"/>
    <w:tmpl w:val="1450BFD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1BF25643"/>
    <w:multiLevelType w:val="multilevel"/>
    <w:tmpl w:val="29DE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223006"/>
    <w:multiLevelType w:val="hybridMultilevel"/>
    <w:tmpl w:val="25E053E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21962452"/>
    <w:multiLevelType w:val="hybridMultilevel"/>
    <w:tmpl w:val="C46A9C3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26496E9A"/>
    <w:multiLevelType w:val="hybridMultilevel"/>
    <w:tmpl w:val="AF98FFC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2EDC78AF"/>
    <w:multiLevelType w:val="hybridMultilevel"/>
    <w:tmpl w:val="6ACA2FE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3FEC10EF"/>
    <w:multiLevelType w:val="hybridMultilevel"/>
    <w:tmpl w:val="CE1233E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53CB6ACD"/>
    <w:multiLevelType w:val="hybridMultilevel"/>
    <w:tmpl w:val="00505F5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42B34FA"/>
    <w:multiLevelType w:val="hybridMultilevel"/>
    <w:tmpl w:val="4D10ECF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58167D4E"/>
    <w:multiLevelType w:val="multilevel"/>
    <w:tmpl w:val="0082C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CA01F2"/>
    <w:multiLevelType w:val="multilevel"/>
    <w:tmpl w:val="B520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8B3112"/>
    <w:multiLevelType w:val="multilevel"/>
    <w:tmpl w:val="8506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D00AA6"/>
    <w:multiLevelType w:val="hybridMultilevel"/>
    <w:tmpl w:val="5A40AE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6DE96542"/>
    <w:multiLevelType w:val="multilevel"/>
    <w:tmpl w:val="BE3A6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EA106B"/>
    <w:multiLevelType w:val="multilevel"/>
    <w:tmpl w:val="3C4A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CB0A27"/>
    <w:multiLevelType w:val="hybridMultilevel"/>
    <w:tmpl w:val="5D9CACC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7F095436"/>
    <w:multiLevelType w:val="multilevel"/>
    <w:tmpl w:val="A8B6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D44888"/>
    <w:multiLevelType w:val="multilevel"/>
    <w:tmpl w:val="915E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9"/>
  </w:num>
  <w:num w:numId="13">
    <w:abstractNumId w:val="30"/>
  </w:num>
  <w:num w:numId="14">
    <w:abstractNumId w:val="27"/>
  </w:num>
  <w:num w:numId="15">
    <w:abstractNumId w:val="10"/>
  </w:num>
  <w:num w:numId="16">
    <w:abstractNumId w:val="14"/>
  </w:num>
  <w:num w:numId="17">
    <w:abstractNumId w:val="25"/>
  </w:num>
  <w:num w:numId="18">
    <w:abstractNumId w:val="20"/>
  </w:num>
  <w:num w:numId="19">
    <w:abstractNumId w:val="19"/>
  </w:num>
  <w:num w:numId="20">
    <w:abstractNumId w:val="28"/>
  </w:num>
  <w:num w:numId="21">
    <w:abstractNumId w:val="13"/>
  </w:num>
  <w:num w:numId="22">
    <w:abstractNumId w:val="18"/>
  </w:num>
  <w:num w:numId="23">
    <w:abstractNumId w:val="26"/>
  </w:num>
  <w:num w:numId="24">
    <w:abstractNumId w:val="24"/>
  </w:num>
  <w:num w:numId="25">
    <w:abstractNumId w:val="23"/>
  </w:num>
  <w:num w:numId="26">
    <w:abstractNumId w:val="11"/>
  </w:num>
  <w:num w:numId="27">
    <w:abstractNumId w:val="22"/>
  </w:num>
  <w:num w:numId="28">
    <w:abstractNumId w:val="12"/>
  </w:num>
  <w:num w:numId="29">
    <w:abstractNumId w:val="15"/>
  </w:num>
  <w:num w:numId="30">
    <w:abstractNumId w:val="21"/>
  </w:num>
  <w:num w:numId="31">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defaultTabStop w:val="720"/>
  <w:characterSpacingControl w:val="doNotCompress"/>
  <w:footnotePr>
    <w:pos w:val="beneathText"/>
  </w:footnotePr>
  <w:compat>
    <w:useFELayout/>
  </w:compat>
  <w:rsids>
    <w:rsidRoot w:val="00FF66EA"/>
    <w:rsid w:val="00001FA4"/>
    <w:rsid w:val="00002A40"/>
    <w:rsid w:val="00005C15"/>
    <w:rsid w:val="000111A1"/>
    <w:rsid w:val="00013C31"/>
    <w:rsid w:val="0001581C"/>
    <w:rsid w:val="00017D8B"/>
    <w:rsid w:val="00021345"/>
    <w:rsid w:val="00026AA6"/>
    <w:rsid w:val="000336C0"/>
    <w:rsid w:val="00034A5B"/>
    <w:rsid w:val="00040CCA"/>
    <w:rsid w:val="000412CD"/>
    <w:rsid w:val="0004135E"/>
    <w:rsid w:val="00042F56"/>
    <w:rsid w:val="000436D0"/>
    <w:rsid w:val="000444F1"/>
    <w:rsid w:val="0004761D"/>
    <w:rsid w:val="00052608"/>
    <w:rsid w:val="00052D82"/>
    <w:rsid w:val="000568E5"/>
    <w:rsid w:val="0006085D"/>
    <w:rsid w:val="000645B5"/>
    <w:rsid w:val="00066442"/>
    <w:rsid w:val="00066D3F"/>
    <w:rsid w:val="000734D2"/>
    <w:rsid w:val="0007757F"/>
    <w:rsid w:val="00081C4C"/>
    <w:rsid w:val="00083BA1"/>
    <w:rsid w:val="0008555D"/>
    <w:rsid w:val="0009096C"/>
    <w:rsid w:val="00092292"/>
    <w:rsid w:val="00097C00"/>
    <w:rsid w:val="00097C82"/>
    <w:rsid w:val="000A2DDE"/>
    <w:rsid w:val="000A4228"/>
    <w:rsid w:val="000A6ADC"/>
    <w:rsid w:val="000B04BC"/>
    <w:rsid w:val="000B0F79"/>
    <w:rsid w:val="000B1EAF"/>
    <w:rsid w:val="000B25F0"/>
    <w:rsid w:val="000B394C"/>
    <w:rsid w:val="000B7AFB"/>
    <w:rsid w:val="000C05D8"/>
    <w:rsid w:val="000C44A1"/>
    <w:rsid w:val="000C487D"/>
    <w:rsid w:val="000C4B4D"/>
    <w:rsid w:val="000C6D89"/>
    <w:rsid w:val="000D2DC1"/>
    <w:rsid w:val="000D3F41"/>
    <w:rsid w:val="000D3FD7"/>
    <w:rsid w:val="000D5292"/>
    <w:rsid w:val="000D7D81"/>
    <w:rsid w:val="000E14E4"/>
    <w:rsid w:val="000E2F07"/>
    <w:rsid w:val="000E5F16"/>
    <w:rsid w:val="000E6541"/>
    <w:rsid w:val="000E6D74"/>
    <w:rsid w:val="000E6FB6"/>
    <w:rsid w:val="000E7EEB"/>
    <w:rsid w:val="000F29A9"/>
    <w:rsid w:val="001000B4"/>
    <w:rsid w:val="00100864"/>
    <w:rsid w:val="001048EF"/>
    <w:rsid w:val="001071F3"/>
    <w:rsid w:val="00112913"/>
    <w:rsid w:val="00112935"/>
    <w:rsid w:val="00113F02"/>
    <w:rsid w:val="0011691F"/>
    <w:rsid w:val="00117374"/>
    <w:rsid w:val="00117D80"/>
    <w:rsid w:val="00120739"/>
    <w:rsid w:val="00120C01"/>
    <w:rsid w:val="001238EC"/>
    <w:rsid w:val="00123E97"/>
    <w:rsid w:val="0012761C"/>
    <w:rsid w:val="00127FB1"/>
    <w:rsid w:val="00131D03"/>
    <w:rsid w:val="0013604F"/>
    <w:rsid w:val="001361EF"/>
    <w:rsid w:val="00141FC9"/>
    <w:rsid w:val="0014392A"/>
    <w:rsid w:val="00146FF1"/>
    <w:rsid w:val="00150AB2"/>
    <w:rsid w:val="00150E8F"/>
    <w:rsid w:val="00151030"/>
    <w:rsid w:val="00152351"/>
    <w:rsid w:val="0015348D"/>
    <w:rsid w:val="00154618"/>
    <w:rsid w:val="001551C3"/>
    <w:rsid w:val="001552CD"/>
    <w:rsid w:val="00155AA0"/>
    <w:rsid w:val="001561CD"/>
    <w:rsid w:val="00156D82"/>
    <w:rsid w:val="00157FFC"/>
    <w:rsid w:val="0016073D"/>
    <w:rsid w:val="00161901"/>
    <w:rsid w:val="001651B9"/>
    <w:rsid w:val="001652CF"/>
    <w:rsid w:val="00165D35"/>
    <w:rsid w:val="001672FE"/>
    <w:rsid w:val="00173293"/>
    <w:rsid w:val="00174CC4"/>
    <w:rsid w:val="001754A0"/>
    <w:rsid w:val="00185AB0"/>
    <w:rsid w:val="001874A0"/>
    <w:rsid w:val="00190567"/>
    <w:rsid w:val="0019058D"/>
    <w:rsid w:val="00192ADD"/>
    <w:rsid w:val="00192FF7"/>
    <w:rsid w:val="00193121"/>
    <w:rsid w:val="001938FE"/>
    <w:rsid w:val="00194D92"/>
    <w:rsid w:val="00195996"/>
    <w:rsid w:val="001A0362"/>
    <w:rsid w:val="001A0BC8"/>
    <w:rsid w:val="001A37C7"/>
    <w:rsid w:val="001A402C"/>
    <w:rsid w:val="001A4B95"/>
    <w:rsid w:val="001A4F9D"/>
    <w:rsid w:val="001B368A"/>
    <w:rsid w:val="001B3A3E"/>
    <w:rsid w:val="001B7118"/>
    <w:rsid w:val="001C21A7"/>
    <w:rsid w:val="001C7996"/>
    <w:rsid w:val="001C79D9"/>
    <w:rsid w:val="001D2817"/>
    <w:rsid w:val="001E41F6"/>
    <w:rsid w:val="001E7042"/>
    <w:rsid w:val="00216378"/>
    <w:rsid w:val="00223659"/>
    <w:rsid w:val="00224AF3"/>
    <w:rsid w:val="002257C1"/>
    <w:rsid w:val="002323AF"/>
    <w:rsid w:val="00232A92"/>
    <w:rsid w:val="00237114"/>
    <w:rsid w:val="002411CB"/>
    <w:rsid w:val="00243CD5"/>
    <w:rsid w:val="00246398"/>
    <w:rsid w:val="00247915"/>
    <w:rsid w:val="00247A8E"/>
    <w:rsid w:val="002529B4"/>
    <w:rsid w:val="002531EC"/>
    <w:rsid w:val="002539EC"/>
    <w:rsid w:val="00255547"/>
    <w:rsid w:val="002557CD"/>
    <w:rsid w:val="002567EE"/>
    <w:rsid w:val="00256EC8"/>
    <w:rsid w:val="00260326"/>
    <w:rsid w:val="0026184E"/>
    <w:rsid w:val="00267FC8"/>
    <w:rsid w:val="00270776"/>
    <w:rsid w:val="002725E5"/>
    <w:rsid w:val="00272DD5"/>
    <w:rsid w:val="00273811"/>
    <w:rsid w:val="002776DE"/>
    <w:rsid w:val="00277B02"/>
    <w:rsid w:val="00277DC0"/>
    <w:rsid w:val="00281775"/>
    <w:rsid w:val="00287140"/>
    <w:rsid w:val="00292AE3"/>
    <w:rsid w:val="002A36BF"/>
    <w:rsid w:val="002B13C9"/>
    <w:rsid w:val="002B3C2B"/>
    <w:rsid w:val="002B79D8"/>
    <w:rsid w:val="002C2603"/>
    <w:rsid w:val="002C2A20"/>
    <w:rsid w:val="002C2C93"/>
    <w:rsid w:val="002C4787"/>
    <w:rsid w:val="002C48E9"/>
    <w:rsid w:val="002C52DF"/>
    <w:rsid w:val="002C5A89"/>
    <w:rsid w:val="002C6B18"/>
    <w:rsid w:val="002D6703"/>
    <w:rsid w:val="002D7912"/>
    <w:rsid w:val="002E1477"/>
    <w:rsid w:val="002E5E5A"/>
    <w:rsid w:val="002E70C8"/>
    <w:rsid w:val="002E7293"/>
    <w:rsid w:val="002E731A"/>
    <w:rsid w:val="002F3449"/>
    <w:rsid w:val="002F4AFF"/>
    <w:rsid w:val="002F5C39"/>
    <w:rsid w:val="003010F7"/>
    <w:rsid w:val="0030728B"/>
    <w:rsid w:val="00310452"/>
    <w:rsid w:val="003135A9"/>
    <w:rsid w:val="0031532D"/>
    <w:rsid w:val="00321EFE"/>
    <w:rsid w:val="0032665B"/>
    <w:rsid w:val="00327491"/>
    <w:rsid w:val="003305EE"/>
    <w:rsid w:val="00330828"/>
    <w:rsid w:val="00332E77"/>
    <w:rsid w:val="00341689"/>
    <w:rsid w:val="003424EE"/>
    <w:rsid w:val="00343504"/>
    <w:rsid w:val="003466EA"/>
    <w:rsid w:val="003475BE"/>
    <w:rsid w:val="00347E63"/>
    <w:rsid w:val="00352584"/>
    <w:rsid w:val="00352C05"/>
    <w:rsid w:val="00355DCA"/>
    <w:rsid w:val="00356261"/>
    <w:rsid w:val="00363BC9"/>
    <w:rsid w:val="00365C58"/>
    <w:rsid w:val="00366BE8"/>
    <w:rsid w:val="0037007F"/>
    <w:rsid w:val="003700F3"/>
    <w:rsid w:val="00370275"/>
    <w:rsid w:val="00370EB4"/>
    <w:rsid w:val="00370EDA"/>
    <w:rsid w:val="003712AE"/>
    <w:rsid w:val="00372DC3"/>
    <w:rsid w:val="00376B70"/>
    <w:rsid w:val="00380C1A"/>
    <w:rsid w:val="003817E3"/>
    <w:rsid w:val="00384954"/>
    <w:rsid w:val="0038558A"/>
    <w:rsid w:val="00385773"/>
    <w:rsid w:val="003864B8"/>
    <w:rsid w:val="003872CE"/>
    <w:rsid w:val="0038753F"/>
    <w:rsid w:val="00391E37"/>
    <w:rsid w:val="003928E7"/>
    <w:rsid w:val="003A1307"/>
    <w:rsid w:val="003A2202"/>
    <w:rsid w:val="003B5367"/>
    <w:rsid w:val="003C6B96"/>
    <w:rsid w:val="003D00FB"/>
    <w:rsid w:val="003D2234"/>
    <w:rsid w:val="003D44AE"/>
    <w:rsid w:val="003E180C"/>
    <w:rsid w:val="003F048F"/>
    <w:rsid w:val="003F1720"/>
    <w:rsid w:val="003F3B7E"/>
    <w:rsid w:val="003F6D99"/>
    <w:rsid w:val="003F777A"/>
    <w:rsid w:val="00400580"/>
    <w:rsid w:val="00404351"/>
    <w:rsid w:val="00404D28"/>
    <w:rsid w:val="00406A7D"/>
    <w:rsid w:val="0040741D"/>
    <w:rsid w:val="00407EE2"/>
    <w:rsid w:val="00411B7A"/>
    <w:rsid w:val="00412637"/>
    <w:rsid w:val="004142E9"/>
    <w:rsid w:val="00416C48"/>
    <w:rsid w:val="00422467"/>
    <w:rsid w:val="00422728"/>
    <w:rsid w:val="004236DE"/>
    <w:rsid w:val="00424DC5"/>
    <w:rsid w:val="00435B0F"/>
    <w:rsid w:val="00443F38"/>
    <w:rsid w:val="00445E86"/>
    <w:rsid w:val="0044641D"/>
    <w:rsid w:val="00451BF3"/>
    <w:rsid w:val="0045557F"/>
    <w:rsid w:val="004563DF"/>
    <w:rsid w:val="00456727"/>
    <w:rsid w:val="00463ABD"/>
    <w:rsid w:val="00470D7A"/>
    <w:rsid w:val="0047100C"/>
    <w:rsid w:val="004717C5"/>
    <w:rsid w:val="00471EE7"/>
    <w:rsid w:val="004720CC"/>
    <w:rsid w:val="0047483D"/>
    <w:rsid w:val="004768DF"/>
    <w:rsid w:val="004805D6"/>
    <w:rsid w:val="0048488B"/>
    <w:rsid w:val="00486EF9"/>
    <w:rsid w:val="00490221"/>
    <w:rsid w:val="00490AC5"/>
    <w:rsid w:val="00491C8E"/>
    <w:rsid w:val="00494016"/>
    <w:rsid w:val="004940ED"/>
    <w:rsid w:val="00494677"/>
    <w:rsid w:val="00494D7D"/>
    <w:rsid w:val="00495DD3"/>
    <w:rsid w:val="004A030B"/>
    <w:rsid w:val="004A1093"/>
    <w:rsid w:val="004A2BB6"/>
    <w:rsid w:val="004A4C67"/>
    <w:rsid w:val="004A691C"/>
    <w:rsid w:val="004B072D"/>
    <w:rsid w:val="004B0DF3"/>
    <w:rsid w:val="004B1683"/>
    <w:rsid w:val="004B4DC2"/>
    <w:rsid w:val="004B4E4D"/>
    <w:rsid w:val="004B6B3D"/>
    <w:rsid w:val="004B7E9C"/>
    <w:rsid w:val="004C08C2"/>
    <w:rsid w:val="004C43D6"/>
    <w:rsid w:val="004C4A75"/>
    <w:rsid w:val="004D1A3F"/>
    <w:rsid w:val="004D5E01"/>
    <w:rsid w:val="004D68C1"/>
    <w:rsid w:val="004E5410"/>
    <w:rsid w:val="004E6E70"/>
    <w:rsid w:val="004E7DC8"/>
    <w:rsid w:val="004F1971"/>
    <w:rsid w:val="004F198E"/>
    <w:rsid w:val="004F2C07"/>
    <w:rsid w:val="004F50C1"/>
    <w:rsid w:val="004F50C9"/>
    <w:rsid w:val="00501395"/>
    <w:rsid w:val="00502194"/>
    <w:rsid w:val="00513999"/>
    <w:rsid w:val="0051670F"/>
    <w:rsid w:val="00517374"/>
    <w:rsid w:val="00517D71"/>
    <w:rsid w:val="00517F50"/>
    <w:rsid w:val="00520D59"/>
    <w:rsid w:val="00527EBE"/>
    <w:rsid w:val="0053096C"/>
    <w:rsid w:val="0053325D"/>
    <w:rsid w:val="00536F09"/>
    <w:rsid w:val="0054042D"/>
    <w:rsid w:val="005423F7"/>
    <w:rsid w:val="00544003"/>
    <w:rsid w:val="005456B0"/>
    <w:rsid w:val="00545F0C"/>
    <w:rsid w:val="00547169"/>
    <w:rsid w:val="00547CF4"/>
    <w:rsid w:val="00547E78"/>
    <w:rsid w:val="00551A02"/>
    <w:rsid w:val="005534FA"/>
    <w:rsid w:val="00554DD7"/>
    <w:rsid w:val="0056074D"/>
    <w:rsid w:val="005614EE"/>
    <w:rsid w:val="0056204B"/>
    <w:rsid w:val="00562DEB"/>
    <w:rsid w:val="00564F53"/>
    <w:rsid w:val="00572381"/>
    <w:rsid w:val="0057389D"/>
    <w:rsid w:val="00574A09"/>
    <w:rsid w:val="00574E20"/>
    <w:rsid w:val="0057505B"/>
    <w:rsid w:val="00576D2E"/>
    <w:rsid w:val="005806C6"/>
    <w:rsid w:val="00580B33"/>
    <w:rsid w:val="0058238C"/>
    <w:rsid w:val="00584834"/>
    <w:rsid w:val="005848EB"/>
    <w:rsid w:val="005860F6"/>
    <w:rsid w:val="00586945"/>
    <w:rsid w:val="00587753"/>
    <w:rsid w:val="0059129A"/>
    <w:rsid w:val="005928C2"/>
    <w:rsid w:val="005933CD"/>
    <w:rsid w:val="00593B58"/>
    <w:rsid w:val="00593D31"/>
    <w:rsid w:val="00594975"/>
    <w:rsid w:val="00597437"/>
    <w:rsid w:val="005A24C2"/>
    <w:rsid w:val="005A7364"/>
    <w:rsid w:val="005B0469"/>
    <w:rsid w:val="005B1028"/>
    <w:rsid w:val="005B3350"/>
    <w:rsid w:val="005B5699"/>
    <w:rsid w:val="005B5969"/>
    <w:rsid w:val="005B61C7"/>
    <w:rsid w:val="005B7CB1"/>
    <w:rsid w:val="005C060E"/>
    <w:rsid w:val="005C1AE0"/>
    <w:rsid w:val="005C42EA"/>
    <w:rsid w:val="005C617B"/>
    <w:rsid w:val="005C74B6"/>
    <w:rsid w:val="005D3A03"/>
    <w:rsid w:val="005E29EC"/>
    <w:rsid w:val="005F1356"/>
    <w:rsid w:val="005F2769"/>
    <w:rsid w:val="005F60F9"/>
    <w:rsid w:val="005F7E1B"/>
    <w:rsid w:val="006000DA"/>
    <w:rsid w:val="006009FF"/>
    <w:rsid w:val="006030C9"/>
    <w:rsid w:val="00604B37"/>
    <w:rsid w:val="00605980"/>
    <w:rsid w:val="0061034A"/>
    <w:rsid w:val="0061036B"/>
    <w:rsid w:val="00613A47"/>
    <w:rsid w:val="006146C5"/>
    <w:rsid w:val="0061614B"/>
    <w:rsid w:val="00621A04"/>
    <w:rsid w:val="006317E1"/>
    <w:rsid w:val="00644C28"/>
    <w:rsid w:val="00646B26"/>
    <w:rsid w:val="006474FE"/>
    <w:rsid w:val="00650568"/>
    <w:rsid w:val="006508AA"/>
    <w:rsid w:val="006519B3"/>
    <w:rsid w:val="00652D75"/>
    <w:rsid w:val="0065563A"/>
    <w:rsid w:val="006570D8"/>
    <w:rsid w:val="00657776"/>
    <w:rsid w:val="00657F94"/>
    <w:rsid w:val="00662716"/>
    <w:rsid w:val="00664D9E"/>
    <w:rsid w:val="00665A5F"/>
    <w:rsid w:val="00665B4F"/>
    <w:rsid w:val="006678B0"/>
    <w:rsid w:val="0067161B"/>
    <w:rsid w:val="006759BF"/>
    <w:rsid w:val="00675DD7"/>
    <w:rsid w:val="0067617E"/>
    <w:rsid w:val="006766BE"/>
    <w:rsid w:val="0068165E"/>
    <w:rsid w:val="00681C74"/>
    <w:rsid w:val="00682BDC"/>
    <w:rsid w:val="006833E6"/>
    <w:rsid w:val="00685A81"/>
    <w:rsid w:val="0068701A"/>
    <w:rsid w:val="00687D00"/>
    <w:rsid w:val="00695769"/>
    <w:rsid w:val="006A1801"/>
    <w:rsid w:val="006A1AC8"/>
    <w:rsid w:val="006A77CF"/>
    <w:rsid w:val="006A784B"/>
    <w:rsid w:val="006B4278"/>
    <w:rsid w:val="006B4C72"/>
    <w:rsid w:val="006B5EDD"/>
    <w:rsid w:val="006B6AFA"/>
    <w:rsid w:val="006C58C1"/>
    <w:rsid w:val="006C66F5"/>
    <w:rsid w:val="006D1ACD"/>
    <w:rsid w:val="006D332E"/>
    <w:rsid w:val="006E0696"/>
    <w:rsid w:val="006E081A"/>
    <w:rsid w:val="006E118D"/>
    <w:rsid w:val="006E324F"/>
    <w:rsid w:val="006E41CB"/>
    <w:rsid w:val="006E58DC"/>
    <w:rsid w:val="006E7C8B"/>
    <w:rsid w:val="006F09C0"/>
    <w:rsid w:val="006F235A"/>
    <w:rsid w:val="006F4AF2"/>
    <w:rsid w:val="006F74DD"/>
    <w:rsid w:val="00701285"/>
    <w:rsid w:val="007033DC"/>
    <w:rsid w:val="00705845"/>
    <w:rsid w:val="0070626D"/>
    <w:rsid w:val="00706371"/>
    <w:rsid w:val="00714CE9"/>
    <w:rsid w:val="00716FC4"/>
    <w:rsid w:val="00722D01"/>
    <w:rsid w:val="00724721"/>
    <w:rsid w:val="007251B8"/>
    <w:rsid w:val="007318C0"/>
    <w:rsid w:val="00732BAC"/>
    <w:rsid w:val="0073409C"/>
    <w:rsid w:val="0073577F"/>
    <w:rsid w:val="00736041"/>
    <w:rsid w:val="00736DEF"/>
    <w:rsid w:val="00740BF9"/>
    <w:rsid w:val="00741ABC"/>
    <w:rsid w:val="007514BE"/>
    <w:rsid w:val="00751DD3"/>
    <w:rsid w:val="007536D5"/>
    <w:rsid w:val="00753B1C"/>
    <w:rsid w:val="00755B96"/>
    <w:rsid w:val="007572B3"/>
    <w:rsid w:val="0076167D"/>
    <w:rsid w:val="0077064F"/>
    <w:rsid w:val="007765EB"/>
    <w:rsid w:val="00777CEA"/>
    <w:rsid w:val="00777EDC"/>
    <w:rsid w:val="00780686"/>
    <w:rsid w:val="00783DBA"/>
    <w:rsid w:val="00784333"/>
    <w:rsid w:val="00795377"/>
    <w:rsid w:val="007964AF"/>
    <w:rsid w:val="007967C2"/>
    <w:rsid w:val="00796906"/>
    <w:rsid w:val="007A0FC0"/>
    <w:rsid w:val="007A2E59"/>
    <w:rsid w:val="007A2FB6"/>
    <w:rsid w:val="007A3447"/>
    <w:rsid w:val="007A3910"/>
    <w:rsid w:val="007A3DD8"/>
    <w:rsid w:val="007A7528"/>
    <w:rsid w:val="007A7DE4"/>
    <w:rsid w:val="007B16D5"/>
    <w:rsid w:val="007B5DCF"/>
    <w:rsid w:val="007C3EA9"/>
    <w:rsid w:val="007C623B"/>
    <w:rsid w:val="007C765A"/>
    <w:rsid w:val="007D10FD"/>
    <w:rsid w:val="007D4639"/>
    <w:rsid w:val="007D797A"/>
    <w:rsid w:val="007D7F7C"/>
    <w:rsid w:val="007E03E3"/>
    <w:rsid w:val="007E0F08"/>
    <w:rsid w:val="007E1C85"/>
    <w:rsid w:val="007E37B5"/>
    <w:rsid w:val="007E74E7"/>
    <w:rsid w:val="007E7F51"/>
    <w:rsid w:val="007F0E55"/>
    <w:rsid w:val="007F10DA"/>
    <w:rsid w:val="007F1F6C"/>
    <w:rsid w:val="007F3995"/>
    <w:rsid w:val="007F48AA"/>
    <w:rsid w:val="007F5802"/>
    <w:rsid w:val="008002C0"/>
    <w:rsid w:val="0080423C"/>
    <w:rsid w:val="008046F8"/>
    <w:rsid w:val="0080684B"/>
    <w:rsid w:val="0081236A"/>
    <w:rsid w:val="008142BE"/>
    <w:rsid w:val="00815F65"/>
    <w:rsid w:val="008265AB"/>
    <w:rsid w:val="0083027E"/>
    <w:rsid w:val="00832463"/>
    <w:rsid w:val="0083475A"/>
    <w:rsid w:val="00835F4F"/>
    <w:rsid w:val="00837528"/>
    <w:rsid w:val="00840271"/>
    <w:rsid w:val="00841165"/>
    <w:rsid w:val="00841EFE"/>
    <w:rsid w:val="00850D98"/>
    <w:rsid w:val="0085139E"/>
    <w:rsid w:val="00851BC5"/>
    <w:rsid w:val="00852542"/>
    <w:rsid w:val="008537D7"/>
    <w:rsid w:val="008603F6"/>
    <w:rsid w:val="0086613C"/>
    <w:rsid w:val="008665CD"/>
    <w:rsid w:val="00881BC4"/>
    <w:rsid w:val="00885CEA"/>
    <w:rsid w:val="008867B4"/>
    <w:rsid w:val="00890BB9"/>
    <w:rsid w:val="00893717"/>
    <w:rsid w:val="008950F5"/>
    <w:rsid w:val="00897126"/>
    <w:rsid w:val="008A038F"/>
    <w:rsid w:val="008A3A64"/>
    <w:rsid w:val="008A6CD3"/>
    <w:rsid w:val="008A7399"/>
    <w:rsid w:val="008A7609"/>
    <w:rsid w:val="008B176B"/>
    <w:rsid w:val="008B3C18"/>
    <w:rsid w:val="008B4509"/>
    <w:rsid w:val="008B4D2D"/>
    <w:rsid w:val="008C1FA4"/>
    <w:rsid w:val="008C4016"/>
    <w:rsid w:val="008C5323"/>
    <w:rsid w:val="008C5559"/>
    <w:rsid w:val="008C7B1F"/>
    <w:rsid w:val="008D5649"/>
    <w:rsid w:val="008D67C7"/>
    <w:rsid w:val="008E3368"/>
    <w:rsid w:val="008E7B89"/>
    <w:rsid w:val="008F1D9C"/>
    <w:rsid w:val="008F2651"/>
    <w:rsid w:val="008F5465"/>
    <w:rsid w:val="008F7C3D"/>
    <w:rsid w:val="0090063B"/>
    <w:rsid w:val="00900BDA"/>
    <w:rsid w:val="00901994"/>
    <w:rsid w:val="009033BF"/>
    <w:rsid w:val="00903CE3"/>
    <w:rsid w:val="009040B4"/>
    <w:rsid w:val="00904969"/>
    <w:rsid w:val="00906C45"/>
    <w:rsid w:val="00921081"/>
    <w:rsid w:val="00922310"/>
    <w:rsid w:val="00922A1E"/>
    <w:rsid w:val="00923CC8"/>
    <w:rsid w:val="009251BF"/>
    <w:rsid w:val="00925399"/>
    <w:rsid w:val="00926750"/>
    <w:rsid w:val="0093733E"/>
    <w:rsid w:val="00937CE0"/>
    <w:rsid w:val="0094097F"/>
    <w:rsid w:val="009427FB"/>
    <w:rsid w:val="00942BB0"/>
    <w:rsid w:val="0094390F"/>
    <w:rsid w:val="00954A98"/>
    <w:rsid w:val="00954FA6"/>
    <w:rsid w:val="00955300"/>
    <w:rsid w:val="00956C4D"/>
    <w:rsid w:val="009578CB"/>
    <w:rsid w:val="00957BB5"/>
    <w:rsid w:val="00961326"/>
    <w:rsid w:val="009669FE"/>
    <w:rsid w:val="009676AB"/>
    <w:rsid w:val="009705F6"/>
    <w:rsid w:val="0097506C"/>
    <w:rsid w:val="00975D6D"/>
    <w:rsid w:val="00983F89"/>
    <w:rsid w:val="00985465"/>
    <w:rsid w:val="009860EE"/>
    <w:rsid w:val="009874F6"/>
    <w:rsid w:val="00987844"/>
    <w:rsid w:val="00992E07"/>
    <w:rsid w:val="0099374F"/>
    <w:rsid w:val="00994B61"/>
    <w:rsid w:val="00997215"/>
    <w:rsid w:val="009A2079"/>
    <w:rsid w:val="009A2701"/>
    <w:rsid w:val="009A289E"/>
    <w:rsid w:val="009A6A3B"/>
    <w:rsid w:val="009B1041"/>
    <w:rsid w:val="009B28C1"/>
    <w:rsid w:val="009B2C36"/>
    <w:rsid w:val="009B3742"/>
    <w:rsid w:val="009B5C99"/>
    <w:rsid w:val="009C2DFA"/>
    <w:rsid w:val="009C508E"/>
    <w:rsid w:val="009C6D0B"/>
    <w:rsid w:val="009D0518"/>
    <w:rsid w:val="009D2196"/>
    <w:rsid w:val="009D3A64"/>
    <w:rsid w:val="009D3BB8"/>
    <w:rsid w:val="009D3FBB"/>
    <w:rsid w:val="009E0FA0"/>
    <w:rsid w:val="009E10A0"/>
    <w:rsid w:val="009E2449"/>
    <w:rsid w:val="009E5709"/>
    <w:rsid w:val="009E5C71"/>
    <w:rsid w:val="009F30C4"/>
    <w:rsid w:val="009F50E8"/>
    <w:rsid w:val="009F6AC5"/>
    <w:rsid w:val="009F7DB8"/>
    <w:rsid w:val="00A00D50"/>
    <w:rsid w:val="00A04663"/>
    <w:rsid w:val="00A04F69"/>
    <w:rsid w:val="00A11EAE"/>
    <w:rsid w:val="00A1693A"/>
    <w:rsid w:val="00A16CFB"/>
    <w:rsid w:val="00A16E3A"/>
    <w:rsid w:val="00A16EF2"/>
    <w:rsid w:val="00A17BA6"/>
    <w:rsid w:val="00A17DEB"/>
    <w:rsid w:val="00A336C3"/>
    <w:rsid w:val="00A3430E"/>
    <w:rsid w:val="00A41EDF"/>
    <w:rsid w:val="00A4360D"/>
    <w:rsid w:val="00A52B5F"/>
    <w:rsid w:val="00A5544D"/>
    <w:rsid w:val="00A6057A"/>
    <w:rsid w:val="00A617C2"/>
    <w:rsid w:val="00A62CA9"/>
    <w:rsid w:val="00A6501E"/>
    <w:rsid w:val="00A654E7"/>
    <w:rsid w:val="00A70EDF"/>
    <w:rsid w:val="00A713A9"/>
    <w:rsid w:val="00A71965"/>
    <w:rsid w:val="00A71F47"/>
    <w:rsid w:val="00A7300C"/>
    <w:rsid w:val="00A73244"/>
    <w:rsid w:val="00A75FC2"/>
    <w:rsid w:val="00A763D4"/>
    <w:rsid w:val="00A7658E"/>
    <w:rsid w:val="00A816FC"/>
    <w:rsid w:val="00A82C17"/>
    <w:rsid w:val="00A85871"/>
    <w:rsid w:val="00A94740"/>
    <w:rsid w:val="00A975B9"/>
    <w:rsid w:val="00AA17F5"/>
    <w:rsid w:val="00AA18FE"/>
    <w:rsid w:val="00AA31E2"/>
    <w:rsid w:val="00AA39E6"/>
    <w:rsid w:val="00AB70D1"/>
    <w:rsid w:val="00AB785F"/>
    <w:rsid w:val="00AB7918"/>
    <w:rsid w:val="00AC0276"/>
    <w:rsid w:val="00AC331E"/>
    <w:rsid w:val="00AC33D9"/>
    <w:rsid w:val="00AC4CF4"/>
    <w:rsid w:val="00AC60F5"/>
    <w:rsid w:val="00AC6649"/>
    <w:rsid w:val="00AC6B1A"/>
    <w:rsid w:val="00AD12F0"/>
    <w:rsid w:val="00AD28C4"/>
    <w:rsid w:val="00AD45D2"/>
    <w:rsid w:val="00AD4BF3"/>
    <w:rsid w:val="00AD5005"/>
    <w:rsid w:val="00AD599F"/>
    <w:rsid w:val="00AE0D1E"/>
    <w:rsid w:val="00AF2573"/>
    <w:rsid w:val="00AF66F1"/>
    <w:rsid w:val="00B00E89"/>
    <w:rsid w:val="00B010C2"/>
    <w:rsid w:val="00B036A4"/>
    <w:rsid w:val="00B114FA"/>
    <w:rsid w:val="00B140D5"/>
    <w:rsid w:val="00B169A1"/>
    <w:rsid w:val="00B205E8"/>
    <w:rsid w:val="00B25689"/>
    <w:rsid w:val="00B2630F"/>
    <w:rsid w:val="00B3107C"/>
    <w:rsid w:val="00B33F47"/>
    <w:rsid w:val="00B37A6A"/>
    <w:rsid w:val="00B418F0"/>
    <w:rsid w:val="00B428B1"/>
    <w:rsid w:val="00B431B7"/>
    <w:rsid w:val="00B439D3"/>
    <w:rsid w:val="00B440C3"/>
    <w:rsid w:val="00B45A01"/>
    <w:rsid w:val="00B469D5"/>
    <w:rsid w:val="00B47BC6"/>
    <w:rsid w:val="00B54A40"/>
    <w:rsid w:val="00B5718F"/>
    <w:rsid w:val="00B60B4A"/>
    <w:rsid w:val="00B60F1B"/>
    <w:rsid w:val="00B646BE"/>
    <w:rsid w:val="00B67CA6"/>
    <w:rsid w:val="00B70DCD"/>
    <w:rsid w:val="00B72492"/>
    <w:rsid w:val="00B73594"/>
    <w:rsid w:val="00B757AD"/>
    <w:rsid w:val="00B771DE"/>
    <w:rsid w:val="00B77EC8"/>
    <w:rsid w:val="00B823AA"/>
    <w:rsid w:val="00B9065A"/>
    <w:rsid w:val="00B912F9"/>
    <w:rsid w:val="00B9290D"/>
    <w:rsid w:val="00B94512"/>
    <w:rsid w:val="00B948E8"/>
    <w:rsid w:val="00BA19F8"/>
    <w:rsid w:val="00BA35C3"/>
    <w:rsid w:val="00BA45DB"/>
    <w:rsid w:val="00BB3A16"/>
    <w:rsid w:val="00BB63D4"/>
    <w:rsid w:val="00BB6EE1"/>
    <w:rsid w:val="00BC111C"/>
    <w:rsid w:val="00BC1357"/>
    <w:rsid w:val="00BC1683"/>
    <w:rsid w:val="00BC1FEE"/>
    <w:rsid w:val="00BC21FF"/>
    <w:rsid w:val="00BC3714"/>
    <w:rsid w:val="00BC5F9E"/>
    <w:rsid w:val="00BD3202"/>
    <w:rsid w:val="00BD6D6F"/>
    <w:rsid w:val="00BE20BB"/>
    <w:rsid w:val="00BE3989"/>
    <w:rsid w:val="00BE3E3B"/>
    <w:rsid w:val="00BE5B8A"/>
    <w:rsid w:val="00BE6837"/>
    <w:rsid w:val="00BF299C"/>
    <w:rsid w:val="00BF4184"/>
    <w:rsid w:val="00BF59A2"/>
    <w:rsid w:val="00BF7074"/>
    <w:rsid w:val="00BF7182"/>
    <w:rsid w:val="00C0601E"/>
    <w:rsid w:val="00C12573"/>
    <w:rsid w:val="00C158D8"/>
    <w:rsid w:val="00C165A6"/>
    <w:rsid w:val="00C1666E"/>
    <w:rsid w:val="00C17405"/>
    <w:rsid w:val="00C2056A"/>
    <w:rsid w:val="00C23DFD"/>
    <w:rsid w:val="00C259CF"/>
    <w:rsid w:val="00C26F5B"/>
    <w:rsid w:val="00C31D30"/>
    <w:rsid w:val="00C332E6"/>
    <w:rsid w:val="00C3413D"/>
    <w:rsid w:val="00C35523"/>
    <w:rsid w:val="00C42FBB"/>
    <w:rsid w:val="00C43000"/>
    <w:rsid w:val="00C460C6"/>
    <w:rsid w:val="00C47157"/>
    <w:rsid w:val="00C47D75"/>
    <w:rsid w:val="00C5122D"/>
    <w:rsid w:val="00C51CF9"/>
    <w:rsid w:val="00C51DE5"/>
    <w:rsid w:val="00C53540"/>
    <w:rsid w:val="00C53E19"/>
    <w:rsid w:val="00C55104"/>
    <w:rsid w:val="00C5606F"/>
    <w:rsid w:val="00C56D9B"/>
    <w:rsid w:val="00C578FF"/>
    <w:rsid w:val="00C60F66"/>
    <w:rsid w:val="00C61103"/>
    <w:rsid w:val="00C66307"/>
    <w:rsid w:val="00C66DDD"/>
    <w:rsid w:val="00C66F6D"/>
    <w:rsid w:val="00C7009B"/>
    <w:rsid w:val="00C700E8"/>
    <w:rsid w:val="00C71521"/>
    <w:rsid w:val="00C71677"/>
    <w:rsid w:val="00C732F2"/>
    <w:rsid w:val="00C73507"/>
    <w:rsid w:val="00C745FC"/>
    <w:rsid w:val="00C76C26"/>
    <w:rsid w:val="00C8176F"/>
    <w:rsid w:val="00C8462D"/>
    <w:rsid w:val="00C861AB"/>
    <w:rsid w:val="00C90EB2"/>
    <w:rsid w:val="00C90F33"/>
    <w:rsid w:val="00C933D0"/>
    <w:rsid w:val="00C950A7"/>
    <w:rsid w:val="00C97C72"/>
    <w:rsid w:val="00CA0420"/>
    <w:rsid w:val="00CA2784"/>
    <w:rsid w:val="00CA2EC1"/>
    <w:rsid w:val="00CA352C"/>
    <w:rsid w:val="00CA49A2"/>
    <w:rsid w:val="00CA6126"/>
    <w:rsid w:val="00CA620F"/>
    <w:rsid w:val="00CA7562"/>
    <w:rsid w:val="00CC2582"/>
    <w:rsid w:val="00CC4CAE"/>
    <w:rsid w:val="00CC6554"/>
    <w:rsid w:val="00CC6F42"/>
    <w:rsid w:val="00CD3F87"/>
    <w:rsid w:val="00CD5338"/>
    <w:rsid w:val="00CD6E39"/>
    <w:rsid w:val="00CE1F1F"/>
    <w:rsid w:val="00CE20FF"/>
    <w:rsid w:val="00CE3EA2"/>
    <w:rsid w:val="00CE4E0B"/>
    <w:rsid w:val="00CF0271"/>
    <w:rsid w:val="00CF22E9"/>
    <w:rsid w:val="00CF3B3D"/>
    <w:rsid w:val="00CF6E91"/>
    <w:rsid w:val="00D01F62"/>
    <w:rsid w:val="00D0309C"/>
    <w:rsid w:val="00D0481C"/>
    <w:rsid w:val="00D16A39"/>
    <w:rsid w:val="00D16A3C"/>
    <w:rsid w:val="00D207AE"/>
    <w:rsid w:val="00D22CD0"/>
    <w:rsid w:val="00D2442A"/>
    <w:rsid w:val="00D27376"/>
    <w:rsid w:val="00D27760"/>
    <w:rsid w:val="00D27797"/>
    <w:rsid w:val="00D27BEF"/>
    <w:rsid w:val="00D305C3"/>
    <w:rsid w:val="00D34379"/>
    <w:rsid w:val="00D37B88"/>
    <w:rsid w:val="00D41C7A"/>
    <w:rsid w:val="00D46BD6"/>
    <w:rsid w:val="00D511AF"/>
    <w:rsid w:val="00D51EB6"/>
    <w:rsid w:val="00D524A5"/>
    <w:rsid w:val="00D53CDB"/>
    <w:rsid w:val="00D55EFE"/>
    <w:rsid w:val="00D572C0"/>
    <w:rsid w:val="00D6055F"/>
    <w:rsid w:val="00D61AE0"/>
    <w:rsid w:val="00D63105"/>
    <w:rsid w:val="00D63691"/>
    <w:rsid w:val="00D65010"/>
    <w:rsid w:val="00D661C9"/>
    <w:rsid w:val="00D67EBA"/>
    <w:rsid w:val="00D7125F"/>
    <w:rsid w:val="00D71839"/>
    <w:rsid w:val="00D773F0"/>
    <w:rsid w:val="00D82713"/>
    <w:rsid w:val="00D846BE"/>
    <w:rsid w:val="00D854F3"/>
    <w:rsid w:val="00D85B68"/>
    <w:rsid w:val="00D86D7F"/>
    <w:rsid w:val="00D8707D"/>
    <w:rsid w:val="00D918CF"/>
    <w:rsid w:val="00D92918"/>
    <w:rsid w:val="00D964B6"/>
    <w:rsid w:val="00DA4A05"/>
    <w:rsid w:val="00DA54D9"/>
    <w:rsid w:val="00DA5789"/>
    <w:rsid w:val="00DB0CF3"/>
    <w:rsid w:val="00DB2DCF"/>
    <w:rsid w:val="00DB4E38"/>
    <w:rsid w:val="00DB5218"/>
    <w:rsid w:val="00DB66C9"/>
    <w:rsid w:val="00DC0161"/>
    <w:rsid w:val="00DC05C9"/>
    <w:rsid w:val="00DC2BD6"/>
    <w:rsid w:val="00DC4063"/>
    <w:rsid w:val="00DC4A49"/>
    <w:rsid w:val="00DC6702"/>
    <w:rsid w:val="00DD0A48"/>
    <w:rsid w:val="00DD4D07"/>
    <w:rsid w:val="00DD571A"/>
    <w:rsid w:val="00DE2AC8"/>
    <w:rsid w:val="00DE3320"/>
    <w:rsid w:val="00DE74EA"/>
    <w:rsid w:val="00DF0A1B"/>
    <w:rsid w:val="00DF0CC4"/>
    <w:rsid w:val="00DF32B3"/>
    <w:rsid w:val="00DF50BC"/>
    <w:rsid w:val="00DF6B53"/>
    <w:rsid w:val="00DF6EAA"/>
    <w:rsid w:val="00E0056E"/>
    <w:rsid w:val="00E02ADF"/>
    <w:rsid w:val="00E02C19"/>
    <w:rsid w:val="00E05871"/>
    <w:rsid w:val="00E0697F"/>
    <w:rsid w:val="00E07718"/>
    <w:rsid w:val="00E11D5E"/>
    <w:rsid w:val="00E132CF"/>
    <w:rsid w:val="00E142A3"/>
    <w:rsid w:val="00E14C11"/>
    <w:rsid w:val="00E1618A"/>
    <w:rsid w:val="00E21A3D"/>
    <w:rsid w:val="00E23D18"/>
    <w:rsid w:val="00E240B4"/>
    <w:rsid w:val="00E264F7"/>
    <w:rsid w:val="00E27FB7"/>
    <w:rsid w:val="00E30CAE"/>
    <w:rsid w:val="00E31FD1"/>
    <w:rsid w:val="00E335B0"/>
    <w:rsid w:val="00E37DFB"/>
    <w:rsid w:val="00E37E49"/>
    <w:rsid w:val="00E424FC"/>
    <w:rsid w:val="00E45D1C"/>
    <w:rsid w:val="00E47BEF"/>
    <w:rsid w:val="00E50292"/>
    <w:rsid w:val="00E5281E"/>
    <w:rsid w:val="00E53B02"/>
    <w:rsid w:val="00E53D79"/>
    <w:rsid w:val="00E54449"/>
    <w:rsid w:val="00E560E5"/>
    <w:rsid w:val="00E6004D"/>
    <w:rsid w:val="00E6211E"/>
    <w:rsid w:val="00E63825"/>
    <w:rsid w:val="00E658F7"/>
    <w:rsid w:val="00E66E07"/>
    <w:rsid w:val="00E67579"/>
    <w:rsid w:val="00E706C8"/>
    <w:rsid w:val="00E70964"/>
    <w:rsid w:val="00E72136"/>
    <w:rsid w:val="00E7219D"/>
    <w:rsid w:val="00E80F9D"/>
    <w:rsid w:val="00E81978"/>
    <w:rsid w:val="00E912E9"/>
    <w:rsid w:val="00E93B81"/>
    <w:rsid w:val="00E9637F"/>
    <w:rsid w:val="00E97DD0"/>
    <w:rsid w:val="00EA1036"/>
    <w:rsid w:val="00EA21F9"/>
    <w:rsid w:val="00EA25C7"/>
    <w:rsid w:val="00EA2DC4"/>
    <w:rsid w:val="00EA523F"/>
    <w:rsid w:val="00EA7498"/>
    <w:rsid w:val="00EB2F73"/>
    <w:rsid w:val="00EB5236"/>
    <w:rsid w:val="00EC495C"/>
    <w:rsid w:val="00EC5867"/>
    <w:rsid w:val="00EC65E5"/>
    <w:rsid w:val="00EC6B18"/>
    <w:rsid w:val="00EC6C1E"/>
    <w:rsid w:val="00EC7787"/>
    <w:rsid w:val="00ED37D1"/>
    <w:rsid w:val="00ED41EB"/>
    <w:rsid w:val="00ED494D"/>
    <w:rsid w:val="00ED70CF"/>
    <w:rsid w:val="00EE04B9"/>
    <w:rsid w:val="00EE088D"/>
    <w:rsid w:val="00EE2C61"/>
    <w:rsid w:val="00EE4B89"/>
    <w:rsid w:val="00EE65F9"/>
    <w:rsid w:val="00EF095E"/>
    <w:rsid w:val="00EF10D9"/>
    <w:rsid w:val="00EF156F"/>
    <w:rsid w:val="00EF159D"/>
    <w:rsid w:val="00EF20BE"/>
    <w:rsid w:val="00EF327E"/>
    <w:rsid w:val="00EF6251"/>
    <w:rsid w:val="00EF748E"/>
    <w:rsid w:val="00F00453"/>
    <w:rsid w:val="00F022DD"/>
    <w:rsid w:val="00F038C4"/>
    <w:rsid w:val="00F04477"/>
    <w:rsid w:val="00F050F5"/>
    <w:rsid w:val="00F07348"/>
    <w:rsid w:val="00F12D20"/>
    <w:rsid w:val="00F209B9"/>
    <w:rsid w:val="00F2341D"/>
    <w:rsid w:val="00F23B2B"/>
    <w:rsid w:val="00F257FF"/>
    <w:rsid w:val="00F3060F"/>
    <w:rsid w:val="00F307D3"/>
    <w:rsid w:val="00F3169A"/>
    <w:rsid w:val="00F356B2"/>
    <w:rsid w:val="00F35EEE"/>
    <w:rsid w:val="00F379B7"/>
    <w:rsid w:val="00F437A8"/>
    <w:rsid w:val="00F525FA"/>
    <w:rsid w:val="00F53D8C"/>
    <w:rsid w:val="00F57512"/>
    <w:rsid w:val="00F60018"/>
    <w:rsid w:val="00F60567"/>
    <w:rsid w:val="00F61DB6"/>
    <w:rsid w:val="00F678C2"/>
    <w:rsid w:val="00F67DBB"/>
    <w:rsid w:val="00F7115D"/>
    <w:rsid w:val="00F732A9"/>
    <w:rsid w:val="00F77520"/>
    <w:rsid w:val="00F85690"/>
    <w:rsid w:val="00F90A49"/>
    <w:rsid w:val="00F916C7"/>
    <w:rsid w:val="00F92496"/>
    <w:rsid w:val="00F93D32"/>
    <w:rsid w:val="00F970D9"/>
    <w:rsid w:val="00FA11A9"/>
    <w:rsid w:val="00FA56CE"/>
    <w:rsid w:val="00FB162B"/>
    <w:rsid w:val="00FB7CBE"/>
    <w:rsid w:val="00FC00C3"/>
    <w:rsid w:val="00FC16C9"/>
    <w:rsid w:val="00FC42D9"/>
    <w:rsid w:val="00FC6EE1"/>
    <w:rsid w:val="00FC71AB"/>
    <w:rsid w:val="00FD4331"/>
    <w:rsid w:val="00FD5967"/>
    <w:rsid w:val="00FD649F"/>
    <w:rsid w:val="00FD7891"/>
    <w:rsid w:val="00FE090C"/>
    <w:rsid w:val="00FE0AE2"/>
    <w:rsid w:val="00FE13AD"/>
    <w:rsid w:val="00FE3EFE"/>
    <w:rsid w:val="00FE55C6"/>
    <w:rsid w:val="00FF0346"/>
    <w:rsid w:val="00FF2002"/>
    <w:rsid w:val="00FF27B7"/>
    <w:rsid w:val="00FF41AD"/>
    <w:rsid w:val="00FF41D1"/>
    <w:rsid w:val="00FF49AC"/>
    <w:rsid w:val="00FF5543"/>
    <w:rsid w:val="00FF66EA"/>
    <w:rsid w:val="00FF6D96"/>
  </w:rsids>
  <w:docVars>
    <w:docVar w:name="__Grammarly_42___1" w:val="H4sIAAAAAAAEAKtWcslP9kxRslIyNDYyNbMwNTI0NLU0NzA3NzFS0lEKTi0uzszPAykwrAUA2PKXIywAAAA="/>
    <w:docVar w:name="__Grammarly_42____i" w:val="H4sIAAAAAAAEAKtWckksSQxILCpxzi/NK1GyMqwFAAEhoTITAAAA"/>
  </w:docVars>
  <m:mathPr>
    <m:mathFont m:val="Cambria Math"/>
    <m:smallFrac/>
  </m:mathPr>
  <w:themeFontLang w:val="en-US"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3" w:qFormat="1"/>
    <w:lsdException w:name="heading 3" w:uiPriority="3" w:qFormat="1"/>
    <w:lsdException w:name="heading 4" w:uiPriority="3" w:qFormat="1"/>
    <w:lsdException w:name="heading 5" w:uiPriority="3"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qFormat="1"/>
    <w:lsdException w:name="endnote text" w:qFormat="1"/>
    <w:lsdException w:name="List Bullet" w:qFormat="1"/>
    <w:lsdException w:name="List Number" w:qFormat="1"/>
    <w:lsdException w:name="Title" w:semiHidden="0" w:uiPriority="10" w:unhideWhenUsed="0" w:qFormat="1"/>
    <w:lsdException w:name="Default Paragraph Font" w:uiPriority="1"/>
    <w:lsdException w:name="Subtitle" w:uiPriority="18"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qFormat="1"/>
    <w:lsdException w:name="TOC Heading" w:uiPriority="39" w:qFormat="1"/>
  </w:latentStyles>
  <w:style w:type="paragraph" w:default="1" w:styleId="Normal">
    <w:name w:val="Normal"/>
    <w:qFormat/>
    <w:rsid w:val="000D3F41"/>
    <w:rPr>
      <w:kern w:val="24"/>
    </w:rPr>
  </w:style>
  <w:style w:type="paragraph" w:styleId="Heading1">
    <w:name w:val="heading 1"/>
    <w:basedOn w:val="Normal"/>
    <w:next w:val="Normal"/>
    <w:link w:val="Heading1Char"/>
    <w:uiPriority w:val="9"/>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rsid w:val="008C7B1F"/>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rsid w:val="008C7B1F"/>
    <w:pPr>
      <w:spacing w:line="240" w:lineRule="auto"/>
      <w:ind w:firstLine="0"/>
    </w:pPr>
  </w:style>
  <w:style w:type="character" w:customStyle="1" w:styleId="HeaderChar">
    <w:name w:val="Header Char"/>
    <w:basedOn w:val="DefaultParagraphFont"/>
    <w:link w:val="Header"/>
    <w:uiPriority w:val="99"/>
    <w:rsid w:val="008C7B1F"/>
    <w:rPr>
      <w:kern w:val="24"/>
    </w:rPr>
  </w:style>
  <w:style w:type="character" w:styleId="Strong">
    <w:name w:val="Strong"/>
    <w:basedOn w:val="DefaultParagraphFont"/>
    <w:uiPriority w:val="22"/>
    <w:unhideWhenUsed/>
    <w:qFormat/>
    <w:rsid w:val="008C7B1F"/>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rsid w:val="008C7B1F"/>
    <w:pPr>
      <w:ind w:firstLine="0"/>
    </w:pPr>
  </w:style>
  <w:style w:type="character" w:customStyle="1" w:styleId="Heading1Char">
    <w:name w:val="Heading 1 Char"/>
    <w:basedOn w:val="DefaultParagraphFont"/>
    <w:link w:val="Heading1"/>
    <w:uiPriority w:val="9"/>
    <w:rsid w:val="008C7B1F"/>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sid w:val="008C7B1F"/>
    <w:rPr>
      <w:rFonts w:asciiTheme="majorHAnsi" w:eastAsiaTheme="majorEastAsia" w:hAnsiTheme="majorHAnsi" w:cstheme="majorBidi"/>
      <w:b/>
      <w:bCs/>
      <w:kern w:val="24"/>
    </w:rPr>
  </w:style>
  <w:style w:type="paragraph" w:styleId="Title">
    <w:name w:val="Title"/>
    <w:basedOn w:val="Normal"/>
    <w:link w:val="TitleChar"/>
    <w:qFormat/>
    <w:rsid w:val="008C7B1F"/>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20"/>
    <w:unhideWhenUsed/>
    <w:qFormat/>
    <w:rsid w:val="008C7B1F"/>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rsid w:val="008C7B1F"/>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rsid w:val="008C7B1F"/>
    <w:pPr>
      <w:spacing w:after="120"/>
      <w:ind w:firstLine="0"/>
    </w:pPr>
  </w:style>
  <w:style w:type="character" w:customStyle="1" w:styleId="BodyTextChar">
    <w:name w:val="Body Text Char"/>
    <w:basedOn w:val="DefaultParagraphFont"/>
    <w:link w:val="BodyText"/>
    <w:uiPriority w:val="99"/>
    <w:semiHidden/>
    <w:rsid w:val="008C7B1F"/>
    <w:rPr>
      <w:kern w:val="24"/>
    </w:rPr>
  </w:style>
  <w:style w:type="paragraph" w:styleId="BodyText2">
    <w:name w:val="Body Text 2"/>
    <w:basedOn w:val="Normal"/>
    <w:link w:val="BodyText2Char"/>
    <w:uiPriority w:val="99"/>
    <w:semiHidden/>
    <w:unhideWhenUsed/>
    <w:rsid w:val="008C7B1F"/>
    <w:pPr>
      <w:spacing w:after="120"/>
      <w:ind w:firstLine="0"/>
    </w:pPr>
  </w:style>
  <w:style w:type="character" w:customStyle="1" w:styleId="BodyText2Char">
    <w:name w:val="Body Text 2 Char"/>
    <w:basedOn w:val="DefaultParagraphFont"/>
    <w:link w:val="BodyText2"/>
    <w:uiPriority w:val="99"/>
    <w:semiHidden/>
    <w:rsid w:val="008C7B1F"/>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rsid w:val="008C7B1F"/>
    <w:pPr>
      <w:spacing w:after="0"/>
    </w:pPr>
  </w:style>
  <w:style w:type="character" w:customStyle="1" w:styleId="BodyTextFirstIndentChar">
    <w:name w:val="Body Text First Indent Char"/>
    <w:basedOn w:val="BodyTextChar"/>
    <w:link w:val="BodyTextFirstIndent"/>
    <w:uiPriority w:val="99"/>
    <w:semiHidden/>
    <w:rsid w:val="008C7B1F"/>
    <w:rPr>
      <w:kern w:val="24"/>
    </w:rPr>
  </w:style>
  <w:style w:type="paragraph" w:styleId="BodyTextIndent">
    <w:name w:val="Body Text Indent"/>
    <w:basedOn w:val="Normal"/>
    <w:link w:val="BodyTextIndentChar"/>
    <w:uiPriority w:val="99"/>
    <w:semiHidden/>
    <w:unhideWhenUsed/>
    <w:rsid w:val="008C7B1F"/>
    <w:pPr>
      <w:spacing w:after="120"/>
      <w:ind w:left="360" w:firstLine="0"/>
    </w:pPr>
  </w:style>
  <w:style w:type="character" w:customStyle="1" w:styleId="BodyTextIndentChar">
    <w:name w:val="Body Text Indent Char"/>
    <w:basedOn w:val="DefaultParagraphFont"/>
    <w:link w:val="BodyTextIndent"/>
    <w:uiPriority w:val="99"/>
    <w:semiHidden/>
    <w:rsid w:val="008C7B1F"/>
    <w:rPr>
      <w:kern w:val="24"/>
    </w:rPr>
  </w:style>
  <w:style w:type="paragraph" w:styleId="BodyTextFirstIndent2">
    <w:name w:val="Body Text First Indent 2"/>
    <w:basedOn w:val="BodyTextIndent"/>
    <w:link w:val="BodyTextFirstIndent2Char"/>
    <w:uiPriority w:val="99"/>
    <w:semiHidden/>
    <w:unhideWhenUsed/>
    <w:rsid w:val="008C7B1F"/>
    <w:pPr>
      <w:spacing w:after="0"/>
    </w:pPr>
  </w:style>
  <w:style w:type="character" w:customStyle="1" w:styleId="BodyTextFirstIndent2Char">
    <w:name w:val="Body Text First Indent 2 Char"/>
    <w:basedOn w:val="BodyTextIndentChar"/>
    <w:link w:val="BodyTextFirstIndent2"/>
    <w:uiPriority w:val="99"/>
    <w:semiHidden/>
    <w:rsid w:val="008C7B1F"/>
    <w:rPr>
      <w:kern w:val="24"/>
    </w:rPr>
  </w:style>
  <w:style w:type="paragraph" w:styleId="BodyTextIndent2">
    <w:name w:val="Body Text Indent 2"/>
    <w:basedOn w:val="Normal"/>
    <w:link w:val="BodyTextIndent2Char"/>
    <w:uiPriority w:val="99"/>
    <w:semiHidden/>
    <w:unhideWhenUsed/>
    <w:rsid w:val="008C7B1F"/>
    <w:pPr>
      <w:spacing w:after="120"/>
      <w:ind w:left="360" w:firstLine="0"/>
    </w:pPr>
  </w:style>
  <w:style w:type="character" w:customStyle="1" w:styleId="BodyTextIndent2Char">
    <w:name w:val="Body Text Indent 2 Char"/>
    <w:basedOn w:val="DefaultParagraphFont"/>
    <w:link w:val="BodyTextIndent2"/>
    <w:uiPriority w:val="99"/>
    <w:semiHidden/>
    <w:rsid w:val="008C7B1F"/>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rsid w:val="008C7B1F"/>
    <w:pPr>
      <w:spacing w:line="240" w:lineRule="auto"/>
      <w:ind w:left="4320" w:firstLine="0"/>
    </w:pPr>
  </w:style>
  <w:style w:type="character" w:customStyle="1" w:styleId="ClosingChar">
    <w:name w:val="Closing Char"/>
    <w:basedOn w:val="DefaultParagraphFont"/>
    <w:link w:val="Closing"/>
    <w:uiPriority w:val="99"/>
    <w:semiHidden/>
    <w:rsid w:val="008C7B1F"/>
    <w:rPr>
      <w:kern w:val="24"/>
    </w:rPr>
  </w:style>
  <w:style w:type="paragraph" w:styleId="CommentText">
    <w:name w:val="annotation text"/>
    <w:basedOn w:val="Normal"/>
    <w:link w:val="CommentTextChar"/>
    <w:uiPriority w:val="99"/>
    <w:semiHidden/>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FF2002"/>
    <w:rPr>
      <w:kern w:val="24"/>
      <w:sz w:val="22"/>
      <w:szCs w:val="20"/>
    </w:rPr>
  </w:style>
  <w:style w:type="paragraph" w:styleId="CommentSubject">
    <w:name w:val="annotation subject"/>
    <w:basedOn w:val="CommentText"/>
    <w:next w:val="CommentText"/>
    <w:link w:val="CommentSubjectChar"/>
    <w:uiPriority w:val="99"/>
    <w:semiHidden/>
    <w:unhideWhenUsed/>
    <w:rsid w:val="008C7B1F"/>
    <w:rPr>
      <w:b/>
      <w:bCs/>
    </w:rPr>
  </w:style>
  <w:style w:type="character" w:customStyle="1" w:styleId="CommentSubjectChar">
    <w:name w:val="Comment Subject Char"/>
    <w:basedOn w:val="CommentTextChar"/>
    <w:link w:val="CommentSubject"/>
    <w:uiPriority w:val="99"/>
    <w:semiHidden/>
    <w:rsid w:val="008C7B1F"/>
    <w:rPr>
      <w:b/>
      <w:bCs/>
      <w:kern w:val="24"/>
      <w:sz w:val="20"/>
      <w:szCs w:val="20"/>
    </w:rPr>
  </w:style>
  <w:style w:type="paragraph" w:styleId="Date">
    <w:name w:val="Date"/>
    <w:basedOn w:val="Normal"/>
    <w:next w:val="Normal"/>
    <w:link w:val="DateChar"/>
    <w:uiPriority w:val="99"/>
    <w:semiHidden/>
    <w:unhideWhenUsed/>
    <w:rsid w:val="008C7B1F"/>
    <w:pPr>
      <w:ind w:firstLine="0"/>
    </w:pPr>
  </w:style>
  <w:style w:type="character" w:customStyle="1" w:styleId="DateChar">
    <w:name w:val="Date Char"/>
    <w:basedOn w:val="DefaultParagraphFont"/>
    <w:link w:val="Date"/>
    <w:uiPriority w:val="99"/>
    <w:semiHidden/>
    <w:rsid w:val="008C7B1F"/>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rsid w:val="008C7B1F"/>
    <w:pPr>
      <w:spacing w:line="240" w:lineRule="auto"/>
      <w:ind w:firstLine="0"/>
    </w:pPr>
  </w:style>
  <w:style w:type="character" w:customStyle="1" w:styleId="E-mailSignatureChar">
    <w:name w:val="E-mail Signature Char"/>
    <w:basedOn w:val="DefaultParagraphFont"/>
    <w:link w:val="E-mailSignature"/>
    <w:uiPriority w:val="99"/>
    <w:semiHidden/>
    <w:rsid w:val="008C7B1F"/>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rsid w:val="008C7B1F"/>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rsid w:val="008C7B1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TableNormal"/>
    <w:uiPriority w:val="40"/>
    <w:rsid w:val="008C7B1F"/>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semiHidden/>
    <w:rsid w:val="008C7B1F"/>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sid w:val="008C7B1F"/>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rsid w:val="008C7B1F"/>
    <w:pPr>
      <w:spacing w:line="240" w:lineRule="auto"/>
      <w:ind w:firstLine="0"/>
    </w:pPr>
    <w:rPr>
      <w:i/>
      <w:iCs/>
    </w:rPr>
  </w:style>
  <w:style w:type="character" w:customStyle="1" w:styleId="HTMLAddressChar">
    <w:name w:val="HTML Address Char"/>
    <w:basedOn w:val="DefaultParagraphFont"/>
    <w:link w:val="HTMLAddress"/>
    <w:uiPriority w:val="99"/>
    <w:semiHidden/>
    <w:rsid w:val="008C7B1F"/>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rsid w:val="008C7B1F"/>
    <w:pPr>
      <w:spacing w:line="240" w:lineRule="auto"/>
      <w:ind w:left="240" w:firstLine="0"/>
    </w:pPr>
  </w:style>
  <w:style w:type="paragraph" w:styleId="Index2">
    <w:name w:val="index 2"/>
    <w:basedOn w:val="Normal"/>
    <w:next w:val="Normal"/>
    <w:autoRedefine/>
    <w:uiPriority w:val="99"/>
    <w:semiHidden/>
    <w:unhideWhenUsed/>
    <w:rsid w:val="008C7B1F"/>
    <w:pPr>
      <w:spacing w:line="240" w:lineRule="auto"/>
      <w:ind w:left="480" w:firstLine="0"/>
    </w:pPr>
  </w:style>
  <w:style w:type="paragraph" w:styleId="Index3">
    <w:name w:val="index 3"/>
    <w:basedOn w:val="Normal"/>
    <w:next w:val="Normal"/>
    <w:autoRedefine/>
    <w:uiPriority w:val="99"/>
    <w:semiHidden/>
    <w:unhideWhenUsed/>
    <w:rsid w:val="008C7B1F"/>
    <w:pPr>
      <w:spacing w:line="240" w:lineRule="auto"/>
      <w:ind w:left="720" w:firstLine="0"/>
    </w:pPr>
  </w:style>
  <w:style w:type="paragraph" w:styleId="Index4">
    <w:name w:val="index 4"/>
    <w:basedOn w:val="Normal"/>
    <w:next w:val="Normal"/>
    <w:autoRedefine/>
    <w:uiPriority w:val="99"/>
    <w:semiHidden/>
    <w:unhideWhenUsed/>
    <w:rsid w:val="008C7B1F"/>
    <w:pPr>
      <w:spacing w:line="240" w:lineRule="auto"/>
      <w:ind w:left="960" w:firstLine="0"/>
    </w:pPr>
  </w:style>
  <w:style w:type="paragraph" w:styleId="Index5">
    <w:name w:val="index 5"/>
    <w:basedOn w:val="Normal"/>
    <w:next w:val="Normal"/>
    <w:autoRedefine/>
    <w:uiPriority w:val="99"/>
    <w:semiHidden/>
    <w:unhideWhenUsed/>
    <w:rsid w:val="008C7B1F"/>
    <w:pPr>
      <w:spacing w:line="240" w:lineRule="auto"/>
      <w:ind w:left="1200" w:firstLine="0"/>
    </w:pPr>
  </w:style>
  <w:style w:type="paragraph" w:styleId="Index6">
    <w:name w:val="index 6"/>
    <w:basedOn w:val="Normal"/>
    <w:next w:val="Normal"/>
    <w:autoRedefine/>
    <w:uiPriority w:val="99"/>
    <w:semiHidden/>
    <w:unhideWhenUsed/>
    <w:rsid w:val="008C7B1F"/>
    <w:pPr>
      <w:spacing w:line="240" w:lineRule="auto"/>
      <w:ind w:left="1440" w:firstLine="0"/>
    </w:pPr>
  </w:style>
  <w:style w:type="paragraph" w:styleId="Index7">
    <w:name w:val="index 7"/>
    <w:basedOn w:val="Normal"/>
    <w:next w:val="Normal"/>
    <w:autoRedefine/>
    <w:uiPriority w:val="99"/>
    <w:semiHidden/>
    <w:unhideWhenUsed/>
    <w:rsid w:val="008C7B1F"/>
    <w:pPr>
      <w:spacing w:line="240" w:lineRule="auto"/>
      <w:ind w:left="1680" w:firstLine="0"/>
    </w:pPr>
  </w:style>
  <w:style w:type="paragraph" w:styleId="Index8">
    <w:name w:val="index 8"/>
    <w:basedOn w:val="Normal"/>
    <w:next w:val="Normal"/>
    <w:autoRedefine/>
    <w:uiPriority w:val="99"/>
    <w:semiHidden/>
    <w:unhideWhenUsed/>
    <w:rsid w:val="008C7B1F"/>
    <w:pPr>
      <w:spacing w:line="240" w:lineRule="auto"/>
      <w:ind w:left="1920" w:firstLine="0"/>
    </w:pPr>
  </w:style>
  <w:style w:type="paragraph" w:styleId="Index9">
    <w:name w:val="index 9"/>
    <w:basedOn w:val="Normal"/>
    <w:next w:val="Normal"/>
    <w:autoRedefine/>
    <w:uiPriority w:val="99"/>
    <w:semiHidden/>
    <w:unhideWhenUsed/>
    <w:rsid w:val="008C7B1F"/>
    <w:pPr>
      <w:spacing w:line="240" w:lineRule="auto"/>
      <w:ind w:left="2160" w:firstLine="0"/>
    </w:pPr>
  </w:style>
  <w:style w:type="paragraph" w:styleId="IndexHeading">
    <w:name w:val="index heading"/>
    <w:basedOn w:val="Normal"/>
    <w:next w:val="Index1"/>
    <w:uiPriority w:val="99"/>
    <w:semiHidden/>
    <w:unhideWhenUsed/>
    <w:rsid w:val="008C7B1F"/>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rsid w:val="008C7B1F"/>
    <w:pPr>
      <w:ind w:left="360" w:firstLine="0"/>
      <w:contextualSpacing/>
    </w:pPr>
  </w:style>
  <w:style w:type="paragraph" w:styleId="List2">
    <w:name w:val="List 2"/>
    <w:basedOn w:val="Normal"/>
    <w:uiPriority w:val="99"/>
    <w:semiHidden/>
    <w:unhideWhenUsed/>
    <w:rsid w:val="008C7B1F"/>
    <w:pPr>
      <w:ind w:left="720" w:firstLine="0"/>
      <w:contextualSpacing/>
    </w:pPr>
  </w:style>
  <w:style w:type="paragraph" w:styleId="List3">
    <w:name w:val="List 3"/>
    <w:basedOn w:val="Normal"/>
    <w:uiPriority w:val="99"/>
    <w:semiHidden/>
    <w:unhideWhenUsed/>
    <w:rsid w:val="008C7B1F"/>
    <w:pPr>
      <w:ind w:left="1080" w:firstLine="0"/>
      <w:contextualSpacing/>
    </w:pPr>
  </w:style>
  <w:style w:type="paragraph" w:styleId="List4">
    <w:name w:val="List 4"/>
    <w:basedOn w:val="Normal"/>
    <w:uiPriority w:val="99"/>
    <w:semiHidden/>
    <w:unhideWhenUsed/>
    <w:rsid w:val="008C7B1F"/>
    <w:pPr>
      <w:ind w:left="1440" w:firstLine="0"/>
      <w:contextualSpacing/>
    </w:pPr>
  </w:style>
  <w:style w:type="paragraph" w:styleId="List5">
    <w:name w:val="List 5"/>
    <w:basedOn w:val="Normal"/>
    <w:uiPriority w:val="99"/>
    <w:semiHidden/>
    <w:unhideWhenUsed/>
    <w:rsid w:val="008C7B1F"/>
    <w:pPr>
      <w:ind w:left="1800" w:firstLine="0"/>
      <w:contextualSpacing/>
    </w:pPr>
  </w:style>
  <w:style w:type="paragraph" w:styleId="ListBullet">
    <w:name w:val="List Bullet"/>
    <w:basedOn w:val="Normal"/>
    <w:uiPriority w:val="9"/>
    <w:unhideWhenUsed/>
    <w:qFormat/>
    <w:rsid w:val="008C7B1F"/>
    <w:pPr>
      <w:numPr>
        <w:numId w:val="1"/>
      </w:numPr>
      <w:contextualSpacing/>
    </w:pPr>
  </w:style>
  <w:style w:type="paragraph" w:styleId="ListBullet2">
    <w:name w:val="List Bullet 2"/>
    <w:basedOn w:val="Normal"/>
    <w:uiPriority w:val="99"/>
    <w:semiHidden/>
    <w:unhideWhenUsed/>
    <w:rsid w:val="008C7B1F"/>
    <w:pPr>
      <w:numPr>
        <w:numId w:val="2"/>
      </w:numPr>
      <w:ind w:firstLine="0"/>
      <w:contextualSpacing/>
    </w:pPr>
  </w:style>
  <w:style w:type="paragraph" w:styleId="ListBullet3">
    <w:name w:val="List Bullet 3"/>
    <w:basedOn w:val="Normal"/>
    <w:uiPriority w:val="99"/>
    <w:semiHidden/>
    <w:unhideWhenUsed/>
    <w:rsid w:val="008C7B1F"/>
    <w:pPr>
      <w:numPr>
        <w:numId w:val="3"/>
      </w:numPr>
      <w:ind w:firstLine="0"/>
      <w:contextualSpacing/>
    </w:pPr>
  </w:style>
  <w:style w:type="paragraph" w:styleId="ListBullet4">
    <w:name w:val="List Bullet 4"/>
    <w:basedOn w:val="Normal"/>
    <w:uiPriority w:val="99"/>
    <w:semiHidden/>
    <w:unhideWhenUsed/>
    <w:rsid w:val="008C7B1F"/>
    <w:pPr>
      <w:numPr>
        <w:numId w:val="4"/>
      </w:numPr>
      <w:ind w:firstLine="0"/>
      <w:contextualSpacing/>
    </w:pPr>
  </w:style>
  <w:style w:type="paragraph" w:styleId="ListBullet5">
    <w:name w:val="List Bullet 5"/>
    <w:basedOn w:val="Normal"/>
    <w:uiPriority w:val="99"/>
    <w:semiHidden/>
    <w:unhideWhenUsed/>
    <w:rsid w:val="008C7B1F"/>
    <w:pPr>
      <w:numPr>
        <w:numId w:val="5"/>
      </w:numPr>
      <w:ind w:firstLine="0"/>
      <w:contextualSpacing/>
    </w:pPr>
  </w:style>
  <w:style w:type="paragraph" w:styleId="ListContinue">
    <w:name w:val="List Continue"/>
    <w:basedOn w:val="Normal"/>
    <w:uiPriority w:val="99"/>
    <w:semiHidden/>
    <w:unhideWhenUsed/>
    <w:rsid w:val="008C7B1F"/>
    <w:pPr>
      <w:spacing w:after="120"/>
      <w:ind w:left="360" w:firstLine="0"/>
      <w:contextualSpacing/>
    </w:pPr>
  </w:style>
  <w:style w:type="paragraph" w:styleId="ListContinue2">
    <w:name w:val="List Continue 2"/>
    <w:basedOn w:val="Normal"/>
    <w:uiPriority w:val="99"/>
    <w:semiHidden/>
    <w:unhideWhenUsed/>
    <w:rsid w:val="008C7B1F"/>
    <w:pPr>
      <w:spacing w:after="120"/>
      <w:ind w:left="720" w:firstLine="0"/>
      <w:contextualSpacing/>
    </w:pPr>
  </w:style>
  <w:style w:type="paragraph" w:styleId="ListContinue3">
    <w:name w:val="List Continue 3"/>
    <w:basedOn w:val="Normal"/>
    <w:uiPriority w:val="99"/>
    <w:semiHidden/>
    <w:unhideWhenUsed/>
    <w:rsid w:val="008C7B1F"/>
    <w:pPr>
      <w:spacing w:after="120"/>
      <w:ind w:left="1080" w:firstLine="0"/>
      <w:contextualSpacing/>
    </w:pPr>
  </w:style>
  <w:style w:type="paragraph" w:styleId="ListContinue4">
    <w:name w:val="List Continue 4"/>
    <w:basedOn w:val="Normal"/>
    <w:uiPriority w:val="99"/>
    <w:semiHidden/>
    <w:unhideWhenUsed/>
    <w:rsid w:val="008C7B1F"/>
    <w:pPr>
      <w:spacing w:after="120"/>
      <w:ind w:left="1440" w:firstLine="0"/>
      <w:contextualSpacing/>
    </w:pPr>
  </w:style>
  <w:style w:type="paragraph" w:styleId="ListContinue5">
    <w:name w:val="List Continue 5"/>
    <w:basedOn w:val="Normal"/>
    <w:uiPriority w:val="99"/>
    <w:semiHidden/>
    <w:unhideWhenUsed/>
    <w:rsid w:val="008C7B1F"/>
    <w:pPr>
      <w:spacing w:after="120"/>
      <w:ind w:left="1800" w:firstLine="0"/>
      <w:contextualSpacing/>
    </w:pPr>
  </w:style>
  <w:style w:type="paragraph" w:styleId="ListNumber">
    <w:name w:val="List Number"/>
    <w:basedOn w:val="Normal"/>
    <w:uiPriority w:val="9"/>
    <w:unhideWhenUsed/>
    <w:qFormat/>
    <w:rsid w:val="008C7B1F"/>
    <w:pPr>
      <w:numPr>
        <w:numId w:val="6"/>
      </w:numPr>
      <w:contextualSpacing/>
    </w:pPr>
  </w:style>
  <w:style w:type="paragraph" w:styleId="ListNumber2">
    <w:name w:val="List Number 2"/>
    <w:basedOn w:val="Normal"/>
    <w:uiPriority w:val="99"/>
    <w:semiHidden/>
    <w:unhideWhenUsed/>
    <w:rsid w:val="008C7B1F"/>
    <w:pPr>
      <w:numPr>
        <w:numId w:val="7"/>
      </w:numPr>
      <w:ind w:firstLine="0"/>
      <w:contextualSpacing/>
    </w:pPr>
  </w:style>
  <w:style w:type="paragraph" w:styleId="ListNumber3">
    <w:name w:val="List Number 3"/>
    <w:basedOn w:val="Normal"/>
    <w:uiPriority w:val="99"/>
    <w:semiHidden/>
    <w:unhideWhenUsed/>
    <w:rsid w:val="008C7B1F"/>
    <w:pPr>
      <w:numPr>
        <w:numId w:val="8"/>
      </w:numPr>
      <w:ind w:firstLine="0"/>
      <w:contextualSpacing/>
    </w:pPr>
  </w:style>
  <w:style w:type="paragraph" w:styleId="ListNumber4">
    <w:name w:val="List Number 4"/>
    <w:basedOn w:val="Normal"/>
    <w:uiPriority w:val="99"/>
    <w:semiHidden/>
    <w:unhideWhenUsed/>
    <w:rsid w:val="008C7B1F"/>
    <w:pPr>
      <w:numPr>
        <w:numId w:val="9"/>
      </w:numPr>
      <w:ind w:firstLine="0"/>
      <w:contextualSpacing/>
    </w:pPr>
  </w:style>
  <w:style w:type="paragraph" w:styleId="ListNumber5">
    <w:name w:val="List Number 5"/>
    <w:basedOn w:val="Normal"/>
    <w:uiPriority w:val="99"/>
    <w:semiHidden/>
    <w:unhideWhenUsed/>
    <w:rsid w:val="008C7B1F"/>
    <w:pPr>
      <w:numPr>
        <w:numId w:val="10"/>
      </w:numPr>
      <w:ind w:firstLine="0"/>
      <w:contextualSpacing/>
    </w:pPr>
  </w:style>
  <w:style w:type="paragraph" w:styleId="ListParagraph">
    <w:name w:val="List Paragraph"/>
    <w:basedOn w:val="Normal"/>
    <w:uiPriority w:val="34"/>
    <w:unhideWhenUsed/>
    <w:qFormat/>
    <w:rsid w:val="008C7B1F"/>
    <w:pPr>
      <w:ind w:left="720" w:firstLine="0"/>
      <w:contextualSpacing/>
    </w:pPr>
  </w:style>
  <w:style w:type="paragraph" w:styleId="Macro">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rsid w:val="008C7B1F"/>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8C7B1F"/>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rsid w:val="008C7B1F"/>
    <w:pPr>
      <w:ind w:firstLine="0"/>
    </w:pPr>
    <w:rPr>
      <w:rFonts w:ascii="Times New Roman" w:hAnsi="Times New Roman" w:cs="Times New Roman"/>
    </w:rPr>
  </w:style>
  <w:style w:type="paragraph" w:styleId="NormalIndent">
    <w:name w:val="Normal Indent"/>
    <w:basedOn w:val="Normal"/>
    <w:uiPriority w:val="99"/>
    <w:semiHidden/>
    <w:unhideWhenUsed/>
    <w:rsid w:val="008C7B1F"/>
    <w:pPr>
      <w:ind w:left="720" w:firstLine="0"/>
    </w:pPr>
  </w:style>
  <w:style w:type="paragraph" w:styleId="NoteHeading">
    <w:name w:val="Note Heading"/>
    <w:basedOn w:val="Normal"/>
    <w:next w:val="Normal"/>
    <w:link w:val="NoteHeadingChar"/>
    <w:uiPriority w:val="99"/>
    <w:semiHidden/>
    <w:unhideWhenUsed/>
    <w:rsid w:val="008C7B1F"/>
    <w:pPr>
      <w:spacing w:line="240" w:lineRule="auto"/>
      <w:ind w:firstLine="0"/>
    </w:pPr>
  </w:style>
  <w:style w:type="character" w:customStyle="1" w:styleId="NoteHeadingChar">
    <w:name w:val="Note Heading Char"/>
    <w:basedOn w:val="DefaultParagraphFont"/>
    <w:link w:val="NoteHeading"/>
    <w:uiPriority w:val="99"/>
    <w:semiHidden/>
    <w:rsid w:val="008C7B1F"/>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rsid w:val="008C7B1F"/>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sid w:val="008C7B1F"/>
    <w:rPr>
      <w:i/>
      <w:iCs/>
      <w:color w:val="404040" w:themeColor="text1" w:themeTint="BF"/>
      <w:kern w:val="24"/>
    </w:rPr>
  </w:style>
  <w:style w:type="paragraph" w:styleId="Salutation">
    <w:name w:val="Salutation"/>
    <w:basedOn w:val="Normal"/>
    <w:next w:val="Normal"/>
    <w:link w:val="SalutationChar"/>
    <w:uiPriority w:val="99"/>
    <w:semiHidden/>
    <w:unhideWhenUsed/>
    <w:rsid w:val="008C7B1F"/>
    <w:pPr>
      <w:ind w:firstLine="0"/>
    </w:pPr>
  </w:style>
  <w:style w:type="character" w:customStyle="1" w:styleId="SalutationChar">
    <w:name w:val="Salutation Char"/>
    <w:basedOn w:val="DefaultParagraphFont"/>
    <w:link w:val="Salutation"/>
    <w:uiPriority w:val="99"/>
    <w:semiHidden/>
    <w:rsid w:val="008C7B1F"/>
    <w:rPr>
      <w:kern w:val="24"/>
    </w:rPr>
  </w:style>
  <w:style w:type="paragraph" w:styleId="Signature">
    <w:name w:val="Signature"/>
    <w:basedOn w:val="Normal"/>
    <w:link w:val="SignatureChar"/>
    <w:uiPriority w:val="99"/>
    <w:semiHidden/>
    <w:unhideWhenUsed/>
    <w:rsid w:val="008C7B1F"/>
    <w:pPr>
      <w:spacing w:line="240" w:lineRule="auto"/>
      <w:ind w:left="4320" w:firstLine="0"/>
    </w:pPr>
  </w:style>
  <w:style w:type="character" w:customStyle="1" w:styleId="SignatureChar">
    <w:name w:val="Signature Char"/>
    <w:basedOn w:val="DefaultParagraphFont"/>
    <w:link w:val="Signature"/>
    <w:uiPriority w:val="99"/>
    <w:semiHidden/>
    <w:rsid w:val="008C7B1F"/>
    <w:rPr>
      <w:kern w:val="24"/>
    </w:rPr>
  </w:style>
  <w:style w:type="paragraph" w:styleId="TableofAuthorities">
    <w:name w:val="table of authorities"/>
    <w:basedOn w:val="Normal"/>
    <w:next w:val="Normal"/>
    <w:uiPriority w:val="99"/>
    <w:semiHidden/>
    <w:unhideWhenUsed/>
    <w:rsid w:val="008C7B1F"/>
    <w:pPr>
      <w:ind w:left="240" w:firstLine="0"/>
    </w:pPr>
  </w:style>
  <w:style w:type="paragraph" w:styleId="TableofFigures">
    <w:name w:val="table of figures"/>
    <w:basedOn w:val="Normal"/>
    <w:next w:val="Normal"/>
    <w:uiPriority w:val="99"/>
    <w:semiHidden/>
    <w:unhideWhenUsed/>
    <w:rsid w:val="008C7B1F"/>
    <w:pPr>
      <w:ind w:firstLine="0"/>
    </w:pPr>
  </w:style>
  <w:style w:type="paragraph" w:styleId="TOAHeading">
    <w:name w:val="toa heading"/>
    <w:basedOn w:val="Normal"/>
    <w:next w:val="Normal"/>
    <w:uiPriority w:val="99"/>
    <w:semiHidden/>
    <w:unhideWhenUsed/>
    <w:rsid w:val="008C7B1F"/>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rsid w:val="008C7B1F"/>
    <w:pPr>
      <w:spacing w:after="100"/>
      <w:ind w:left="720" w:firstLine="0"/>
    </w:pPr>
  </w:style>
  <w:style w:type="paragraph" w:styleId="TOC5">
    <w:name w:val="toc 5"/>
    <w:basedOn w:val="Normal"/>
    <w:next w:val="Normal"/>
    <w:autoRedefine/>
    <w:uiPriority w:val="39"/>
    <w:semiHidden/>
    <w:unhideWhenUsed/>
    <w:rsid w:val="008C7B1F"/>
    <w:pPr>
      <w:spacing w:after="100"/>
      <w:ind w:left="960" w:firstLine="0"/>
    </w:pPr>
  </w:style>
  <w:style w:type="paragraph" w:styleId="TOC6">
    <w:name w:val="toc 6"/>
    <w:basedOn w:val="Normal"/>
    <w:next w:val="Normal"/>
    <w:autoRedefine/>
    <w:uiPriority w:val="39"/>
    <w:semiHidden/>
    <w:unhideWhenUsed/>
    <w:rsid w:val="008C7B1F"/>
    <w:pPr>
      <w:spacing w:after="100"/>
      <w:ind w:left="1200" w:firstLine="0"/>
    </w:pPr>
  </w:style>
  <w:style w:type="paragraph" w:styleId="TOC7">
    <w:name w:val="toc 7"/>
    <w:basedOn w:val="Normal"/>
    <w:next w:val="Normal"/>
    <w:autoRedefine/>
    <w:uiPriority w:val="39"/>
    <w:semiHidden/>
    <w:unhideWhenUsed/>
    <w:rsid w:val="008C7B1F"/>
    <w:pPr>
      <w:spacing w:after="100"/>
      <w:ind w:left="1440" w:firstLine="0"/>
    </w:pPr>
  </w:style>
  <w:style w:type="paragraph" w:styleId="TOC8">
    <w:name w:val="toc 8"/>
    <w:basedOn w:val="Normal"/>
    <w:next w:val="Normal"/>
    <w:autoRedefine/>
    <w:uiPriority w:val="39"/>
    <w:semiHidden/>
    <w:unhideWhenUsed/>
    <w:rsid w:val="008C7B1F"/>
    <w:pPr>
      <w:spacing w:after="100"/>
      <w:ind w:left="1680" w:firstLine="0"/>
    </w:pPr>
  </w:style>
  <w:style w:type="paragraph" w:styleId="TOC9">
    <w:name w:val="toc 9"/>
    <w:basedOn w:val="Normal"/>
    <w:next w:val="Normal"/>
    <w:autoRedefine/>
    <w:uiPriority w:val="39"/>
    <w:semiHidden/>
    <w:unhideWhenUsed/>
    <w:rsid w:val="008C7B1F"/>
    <w:pPr>
      <w:spacing w:after="100"/>
      <w:ind w:left="1920" w:firstLine="0"/>
    </w:pPr>
  </w:style>
  <w:style w:type="character" w:styleId="EndnoteReference">
    <w:name w:val="endnote reference"/>
    <w:basedOn w:val="DefaultParagraphFont"/>
    <w:uiPriority w:val="99"/>
    <w:semiHidden/>
    <w:unhideWhenUsed/>
    <w:rsid w:val="008C7B1F"/>
    <w:rPr>
      <w:vertAlign w:val="superscript"/>
    </w:rPr>
  </w:style>
  <w:style w:type="character" w:styleId="FootnoteReference">
    <w:name w:val="footnote reference"/>
    <w:basedOn w:val="DefaultParagraphFont"/>
    <w:uiPriority w:val="5"/>
    <w:unhideWhenUsed/>
    <w:qFormat/>
    <w:rsid w:val="008C7B1F"/>
    <w:rPr>
      <w:vertAlign w:val="superscript"/>
    </w:rPr>
  </w:style>
  <w:style w:type="table" w:customStyle="1" w:styleId="APAReport">
    <w:name w:val="APA Report"/>
    <w:basedOn w:val="TableNormal"/>
    <w:uiPriority w:val="99"/>
    <w:rsid w:val="00BF4184"/>
    <w:pPr>
      <w:spacing w:line="240" w:lineRule="auto"/>
      <w:ind w:firstLine="0"/>
    </w:pPr>
    <w:tblPr>
      <w:tblInd w:w="0" w:type="dxa"/>
      <w:tblBorders>
        <w:top w:val="single" w:sz="12" w:space="0" w:color="auto"/>
        <w:bottom w:val="single" w:sz="12" w:space="0" w:color="auto"/>
      </w:tblBorders>
      <w:tblCellMar>
        <w:top w:w="0" w:type="dxa"/>
        <w:left w:w="108" w:type="dxa"/>
        <w:bottom w:w="0" w:type="dxa"/>
        <w:right w:w="108" w:type="dxa"/>
      </w:tblCellMar>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rsid w:val="008C7B1F"/>
    <w:pPr>
      <w:spacing w:before="240"/>
      <w:ind w:firstLine="0"/>
      <w:contextualSpacing/>
    </w:pPr>
  </w:style>
  <w:style w:type="table" w:customStyle="1" w:styleId="PlainTable1">
    <w:name w:val="Plain Table 1"/>
    <w:basedOn w:val="TableNormal"/>
    <w:uiPriority w:val="41"/>
    <w:rsid w:val="00E6004D"/>
    <w:pPr>
      <w:spacing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semiHidden/>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character" w:styleId="Hyperlink">
    <w:name w:val="Hyperlink"/>
    <w:basedOn w:val="DefaultParagraphFont"/>
    <w:uiPriority w:val="99"/>
    <w:unhideWhenUsed/>
    <w:rsid w:val="0070128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haseeb\AppData\Roaming\Microsoft\Templates\APA%20style%20report%20(6th%20edition).dotx" TargetMode="External" /></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CoverPageProperties xmlns="http://schemas.microsoft.com/office/2006/coverPageProps">
  <PublishDate/>
  <Abstract>DISCUSSION</Abstract>
  <CompanyAddress/>
  <CompanyPhone/>
  <CompanyFax/>
  <CompanyEmail/>
</CoverPageProperti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2</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3</b:RefOrder>
  </b:Source>
  <b:Source>
    <b:Tag>OHS18</b:Tag>
    <b:SourceType>JournalArticle</b:SourceType>
    <b:Guid>{53F52645-8F7E-48BD-A647-FDE0A73C86EF}</b:Guid>
    <b:Author>
      <b:Author>
        <b:NameList>
          <b:Person>
            <b:Last>OHS</b:Last>
          </b:Person>
        </b:NameList>
      </b:Author>
    </b:Author>
    <b:Title>Occupational safety and health policy sums up the goals</b:Title>
    <b:Year>2018</b:Year>
    <b:Pages>https://ttk.fi/en/well-being_at_work_and_occupational_health_and_safety/occupational_health_and_safety_work_in_the_workplace/responsibilities_and_obligations/occupational_safety_and_health_policy</b:Pages>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B32BDC-7238-452D-BAAD-3F3F4A72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Template>
  <TotalTime>1130</TotalTime>
  <Pages>3</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Ahsan Ali</cp:lastModifiedBy>
  <cp:revision>461</cp:revision>
  <dcterms:created xsi:type="dcterms:W3CDTF">2021-02-04T01:31:00Z</dcterms:created>
  <dcterms:modified xsi:type="dcterms:W3CDTF">2021-05-07T10:23:00Z</dcterms:modified>
</cp:coreProperties>
</file>