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2.0 -->
  <w:body>
    <w:p w:rsidR="005456B0" w:rsidRPr="00323A2C" w:rsidP="005C617B">
      <w:pPr>
        <w:tabs>
          <w:tab w:val="left" w:pos="284"/>
          <w:tab w:val="left" w:pos="426"/>
        </w:tabs>
        <w:ind w:firstLine="0"/>
        <w:jc w:val="both"/>
        <w:rPr>
          <w:rFonts w:cstheme="minorHAnsi"/>
        </w:rPr>
      </w:pPr>
    </w:p>
    <w:p w:rsidR="00ED37D1" w:rsidRPr="00323A2C" w:rsidP="005C617B">
      <w:pPr>
        <w:tabs>
          <w:tab w:val="left" w:pos="284"/>
          <w:tab w:val="left" w:pos="426"/>
        </w:tabs>
        <w:ind w:firstLine="0"/>
        <w:jc w:val="both"/>
        <w:rPr>
          <w:rFonts w:cstheme="minorHAnsi"/>
        </w:rPr>
      </w:pPr>
    </w:p>
    <w:p w:rsidR="005456B0" w:rsidRPr="00323A2C" w:rsidP="005C617B">
      <w:pPr>
        <w:tabs>
          <w:tab w:val="left" w:pos="284"/>
          <w:tab w:val="left" w:pos="426"/>
          <w:tab w:val="left" w:pos="3330"/>
        </w:tabs>
        <w:ind w:firstLine="0"/>
        <w:jc w:val="center"/>
        <w:rPr>
          <w:rFonts w:cstheme="minorHAnsi"/>
        </w:rPr>
      </w:pPr>
    </w:p>
    <w:p w:rsidR="005456B0" w:rsidRPr="00323A2C" w:rsidP="005C617B">
      <w:pPr>
        <w:tabs>
          <w:tab w:val="left" w:pos="284"/>
          <w:tab w:val="left" w:pos="426"/>
        </w:tabs>
        <w:ind w:firstLine="0"/>
        <w:jc w:val="center"/>
        <w:rPr>
          <w:rFonts w:cstheme="minorHAnsi"/>
        </w:rPr>
      </w:pPr>
    </w:p>
    <w:p w:rsidR="005456B0" w:rsidRPr="00323A2C" w:rsidP="005C617B">
      <w:pPr>
        <w:tabs>
          <w:tab w:val="left" w:pos="284"/>
          <w:tab w:val="left" w:pos="426"/>
        </w:tabs>
        <w:ind w:firstLine="0"/>
        <w:jc w:val="center"/>
        <w:rPr>
          <w:rFonts w:cstheme="minorHAnsi"/>
        </w:rPr>
      </w:pPr>
    </w:p>
    <w:p w:rsidR="005456B0" w:rsidRPr="00323A2C" w:rsidP="005C617B">
      <w:pPr>
        <w:tabs>
          <w:tab w:val="left" w:pos="284"/>
          <w:tab w:val="left" w:pos="426"/>
        </w:tabs>
        <w:ind w:firstLine="0"/>
        <w:jc w:val="center"/>
        <w:rPr>
          <w:rFonts w:cstheme="minorHAnsi"/>
        </w:rPr>
      </w:pPr>
    </w:p>
    <w:p w:rsidR="005456B0" w:rsidRPr="00323A2C" w:rsidP="005C617B">
      <w:pPr>
        <w:tabs>
          <w:tab w:val="left" w:pos="284"/>
          <w:tab w:val="left" w:pos="426"/>
        </w:tabs>
        <w:ind w:firstLine="0"/>
        <w:jc w:val="center"/>
        <w:rPr>
          <w:rFonts w:cstheme="minorHAnsi"/>
        </w:rPr>
      </w:pPr>
    </w:p>
    <w:p w:rsidR="00ED37D1" w:rsidRPr="00323A2C" w:rsidP="005C617B">
      <w:pPr>
        <w:tabs>
          <w:tab w:val="left" w:pos="284"/>
          <w:tab w:val="left" w:pos="426"/>
        </w:tabs>
        <w:ind w:firstLine="0"/>
        <w:jc w:val="center"/>
        <w:rPr>
          <w:rFonts w:cstheme="minorHAnsi"/>
        </w:rPr>
      </w:pPr>
      <w:r>
        <w:rPr>
          <w:rFonts w:cstheme="minorHAnsi"/>
        </w:rPr>
        <w:t xml:space="preserve">Vision </w:t>
      </w:r>
    </w:p>
    <w:p w:rsidR="005456B0" w:rsidRPr="00323A2C" w:rsidP="005C617B">
      <w:pPr>
        <w:tabs>
          <w:tab w:val="left" w:pos="284"/>
          <w:tab w:val="left" w:pos="426"/>
        </w:tabs>
        <w:ind w:firstLine="0"/>
        <w:jc w:val="center"/>
        <w:rPr>
          <w:rFonts w:cstheme="minorHAnsi"/>
        </w:rPr>
      </w:pPr>
      <w:r w:rsidRPr="00323A2C">
        <w:rPr>
          <w:rFonts w:cstheme="minorHAnsi"/>
        </w:rPr>
        <w:t>By</w:t>
      </w:r>
    </w:p>
    <w:p w:rsidR="005456B0" w:rsidRPr="00323A2C" w:rsidP="005C617B">
      <w:pPr>
        <w:tabs>
          <w:tab w:val="left" w:pos="284"/>
          <w:tab w:val="left" w:pos="426"/>
        </w:tabs>
        <w:ind w:firstLine="0"/>
        <w:jc w:val="center"/>
        <w:rPr>
          <w:rFonts w:cstheme="minorHAnsi"/>
        </w:rPr>
      </w:pPr>
      <w:r w:rsidRPr="00323A2C">
        <w:rPr>
          <w:rFonts w:cstheme="minorHAnsi"/>
        </w:rPr>
        <w:t>[Name of Student]</w:t>
      </w:r>
    </w:p>
    <w:p w:rsidR="005456B0" w:rsidRPr="00323A2C" w:rsidP="005C617B">
      <w:pPr>
        <w:tabs>
          <w:tab w:val="left" w:pos="284"/>
          <w:tab w:val="left" w:pos="426"/>
        </w:tabs>
        <w:ind w:firstLine="0"/>
        <w:jc w:val="center"/>
        <w:rPr>
          <w:rFonts w:cstheme="minorHAnsi"/>
        </w:rPr>
      </w:pPr>
      <w:r>
        <w:rPr>
          <w:rFonts w:cstheme="minorHAnsi"/>
        </w:rPr>
        <w:t>May 11</w:t>
      </w:r>
      <w:r w:rsidRPr="00323A2C" w:rsidR="0012761C">
        <w:rPr>
          <w:rFonts w:cstheme="minorHAnsi"/>
        </w:rPr>
        <w:t>, 2021</w:t>
      </w:r>
    </w:p>
    <w:p w:rsidR="005456B0" w:rsidRPr="00323A2C" w:rsidP="005C617B">
      <w:pPr>
        <w:tabs>
          <w:tab w:val="left" w:pos="284"/>
          <w:tab w:val="left" w:pos="426"/>
        </w:tabs>
        <w:ind w:firstLine="0"/>
        <w:jc w:val="center"/>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8046F8" w:rsidRPr="00323A2C" w:rsidP="005C617B">
      <w:pPr>
        <w:tabs>
          <w:tab w:val="left" w:pos="284"/>
          <w:tab w:val="left" w:pos="426"/>
        </w:tabs>
        <w:ind w:firstLine="0"/>
        <w:jc w:val="both"/>
        <w:rPr>
          <w:rFonts w:cstheme="minorHAnsi"/>
        </w:rPr>
      </w:pPr>
    </w:p>
    <w:p w:rsidR="008046F8" w:rsidRPr="00323A2C" w:rsidP="005C617B">
      <w:pPr>
        <w:tabs>
          <w:tab w:val="left" w:pos="284"/>
          <w:tab w:val="left" w:pos="426"/>
        </w:tabs>
        <w:ind w:firstLine="0"/>
        <w:jc w:val="both"/>
        <w:rPr>
          <w:rFonts w:cstheme="minorHAnsi"/>
        </w:rPr>
      </w:pPr>
    </w:p>
    <w:p w:rsidR="008046F8" w:rsidRPr="00323A2C" w:rsidP="005C617B">
      <w:pPr>
        <w:tabs>
          <w:tab w:val="left" w:pos="284"/>
          <w:tab w:val="left" w:pos="426"/>
        </w:tabs>
        <w:ind w:firstLine="0"/>
        <w:jc w:val="both"/>
        <w:rPr>
          <w:rFonts w:cstheme="minorHAnsi"/>
        </w:rPr>
      </w:pPr>
    </w:p>
    <w:p w:rsidR="008046F8" w:rsidRPr="00323A2C" w:rsidP="005C617B">
      <w:pPr>
        <w:tabs>
          <w:tab w:val="left" w:pos="284"/>
          <w:tab w:val="left" w:pos="426"/>
        </w:tabs>
        <w:ind w:firstLine="0"/>
        <w:jc w:val="both"/>
        <w:rPr>
          <w:rFonts w:cstheme="minorHAnsi"/>
        </w:rPr>
      </w:pPr>
    </w:p>
    <w:p w:rsidR="00C764E4" w:rsidP="00C764E4">
      <w:pPr>
        <w:tabs>
          <w:tab w:val="left" w:pos="426"/>
        </w:tabs>
        <w:ind w:firstLine="0"/>
        <w:jc w:val="both"/>
        <w:rPr>
          <w:rFonts w:cstheme="minorHAnsi"/>
        </w:rPr>
      </w:pPr>
      <w:bookmarkStart w:id="0" w:name="_GoBack"/>
      <w:bookmarkEnd w:id="0"/>
    </w:p>
    <w:p w:rsidR="00C764E4" w:rsidRPr="00C764E4" w:rsidP="00C764E4">
      <w:pPr>
        <w:tabs>
          <w:tab w:val="left" w:pos="426"/>
        </w:tabs>
        <w:ind w:firstLine="0"/>
        <w:jc w:val="both"/>
        <w:rPr>
          <w:rFonts w:cstheme="minorHAnsi"/>
          <w:b/>
          <w:bCs/>
        </w:rPr>
      </w:pPr>
      <w:r w:rsidRPr="00C764E4">
        <w:rPr>
          <w:rFonts w:cstheme="minorHAnsi"/>
          <w:b/>
          <w:bCs/>
        </w:rPr>
        <w:t>Personal and organizational vision</w:t>
      </w:r>
    </w:p>
    <w:p w:rsidR="00C764E4" w:rsidRPr="00C764E4" w:rsidP="00C764E4">
      <w:pPr>
        <w:tabs>
          <w:tab w:val="left" w:pos="426"/>
        </w:tabs>
        <w:ind w:firstLine="0"/>
        <w:jc w:val="both"/>
        <w:rPr>
          <w:rFonts w:cstheme="minorHAnsi"/>
        </w:rPr>
      </w:pPr>
      <w:r w:rsidRPr="00C764E4">
        <w:rPr>
          <w:rFonts w:cstheme="minorHAnsi"/>
        </w:rPr>
        <w:t>I have found from the course of this semester that personal and organizational vision is important for people because it helps them in getting success in the market. People should concentrate on enhancing their performance within the workplace, and it can only become possible by enhancing the vision. It has been determined from the research that the organization's vision motivates the people for performing well because this process helps the organization succeed in the market, and the employees themselves also become able to enhance their performance and get rewards from the high authority. There is no doubt that course material gave importance to the learning process of different skills that can improve the vision of the people, but I have found that I can learn more skills during practical life. There are different skills that I have determined important during this course material, which some of them include decision-making skills, leadership skills, and communication skills. All the organizations have different visions based on their targeted audience and market. Still, it has been determined from the analysis of course material that communication skill helps the organizations to give learning to their employees about their visions. Different methods are being used in the organizations for giving information about their vision to the employees, from which one of the most important methods is using verbal and non-verbal communication methods.</w:t>
      </w:r>
    </w:p>
    <w:p w:rsidR="00C764E4" w:rsidRPr="00C764E4" w:rsidP="00C764E4">
      <w:pPr>
        <w:tabs>
          <w:tab w:val="left" w:pos="426"/>
        </w:tabs>
        <w:ind w:firstLine="0"/>
        <w:jc w:val="both"/>
        <w:rPr>
          <w:rFonts w:cstheme="minorHAnsi"/>
        </w:rPr>
      </w:pPr>
      <w:r w:rsidRPr="00C764E4">
        <w:rPr>
          <w:rFonts w:cstheme="minorHAnsi"/>
        </w:rPr>
        <w:t xml:space="preserve">Thus it has become clear that I have learned different skills, and I would use all these skills in my practical life during my job in different organizations so that I become able to enhance the innovation rate. I can use communication skills to understand the importance of the vision of the organization. Moreover, I would also talk to the organization's managers and high authority about the organization's vision so that I can use such systems within the workplace that can help me get success according to the personal and organizational vision. I have found from the </w:t>
      </w:r>
      <w:r w:rsidRPr="00C764E4">
        <w:rPr>
          <w:rFonts w:cstheme="minorHAnsi"/>
        </w:rPr>
        <w:t>research that visions are important for the employees because it enables them to attract customers from different parts of the world that are a major target. Customers are considered the most important part because the organization's success is directly linked with the satisfaction of the organization. Therefore, the organization's vision is also based on the needs and requirements of the customers so that the profit rate can be increased efficiently.</w:t>
      </w:r>
    </w:p>
    <w:p w:rsidR="00C764E4" w:rsidRPr="00C764E4" w:rsidP="00C764E4">
      <w:pPr>
        <w:tabs>
          <w:tab w:val="left" w:pos="426"/>
        </w:tabs>
        <w:ind w:firstLine="0"/>
        <w:jc w:val="both"/>
        <w:rPr>
          <w:rFonts w:cstheme="minorHAnsi"/>
        </w:rPr>
      </w:pPr>
      <w:r w:rsidRPr="00C764E4">
        <w:rPr>
          <w:rFonts w:cstheme="minorHAnsi"/>
        </w:rPr>
        <w:t xml:space="preserve">Along with the importance of vision in the workplace, I have also learned the methods that can be used to improve the vision of the organization. Thus I would use that method for improving the vision so that customers can be targeted easily; that is the most important part of the business. Different employees work within the workplace, and all the employees work for the vision and goal of the organization; therefore, vision is important and should be innovated accordingly. Thus it has become clear that I have learned different skills during the course material, such as I have found the method that can be used to manage personal and organizational vision; as a result, the chances of success also become increased. </w:t>
      </w:r>
    </w:p>
    <w:p w:rsidR="00C764E4" w:rsidRPr="00C764E4" w:rsidP="00C764E4">
      <w:pPr>
        <w:tabs>
          <w:tab w:val="left" w:pos="426"/>
        </w:tabs>
        <w:ind w:firstLine="0"/>
        <w:jc w:val="both"/>
        <w:rPr>
          <w:rFonts w:cstheme="minorHAnsi"/>
        </w:rPr>
      </w:pPr>
    </w:p>
    <w:p w:rsidR="00C764E4" w:rsidRPr="00C764E4" w:rsidP="00C764E4">
      <w:pPr>
        <w:tabs>
          <w:tab w:val="left" w:pos="426"/>
        </w:tabs>
        <w:ind w:firstLine="0"/>
        <w:jc w:val="both"/>
        <w:rPr>
          <w:rFonts w:cstheme="minorHAnsi"/>
        </w:rPr>
      </w:pPr>
    </w:p>
    <w:p w:rsidR="00C764E4" w:rsidRPr="00C764E4" w:rsidP="00C764E4">
      <w:pPr>
        <w:tabs>
          <w:tab w:val="left" w:pos="426"/>
        </w:tabs>
        <w:ind w:firstLine="0"/>
        <w:jc w:val="both"/>
        <w:rPr>
          <w:rFonts w:cstheme="minorHAnsi"/>
        </w:rPr>
      </w:pPr>
    </w:p>
    <w:p w:rsidR="00C764E4" w:rsidRPr="00C764E4" w:rsidP="00C764E4">
      <w:pPr>
        <w:tabs>
          <w:tab w:val="left" w:pos="426"/>
        </w:tabs>
        <w:ind w:firstLine="0"/>
        <w:jc w:val="both"/>
        <w:rPr>
          <w:rFonts w:cstheme="minorHAnsi"/>
        </w:rPr>
      </w:pPr>
    </w:p>
    <w:p w:rsidR="00C764E4" w:rsidRPr="00C764E4" w:rsidP="00C764E4">
      <w:pPr>
        <w:tabs>
          <w:tab w:val="left" w:pos="426"/>
        </w:tabs>
        <w:ind w:firstLine="0"/>
        <w:jc w:val="both"/>
        <w:rPr>
          <w:rFonts w:cstheme="minorHAnsi"/>
        </w:rPr>
      </w:pPr>
    </w:p>
    <w:p w:rsidR="00772BFB" w:rsidRPr="00772BFB" w:rsidP="00C764E4">
      <w:pPr>
        <w:tabs>
          <w:tab w:val="left" w:pos="426"/>
        </w:tabs>
        <w:ind w:firstLine="0"/>
        <w:jc w:val="both"/>
        <w:rPr>
          <w:rFonts w:cstheme="minorHAnsi"/>
        </w:rPr>
      </w:pPr>
      <w:r w:rsidRPr="00772BFB">
        <w:rPr>
          <w:rFonts w:cstheme="minorHAnsi"/>
        </w:rPr>
        <w:t xml:space="preserve"> </w:t>
      </w:r>
    </w:p>
    <w:p w:rsidR="00772BFB" w:rsidRPr="00F8009A" w:rsidP="00772BFB">
      <w:pPr>
        <w:tabs>
          <w:tab w:val="left" w:pos="426"/>
        </w:tabs>
        <w:ind w:firstLine="0"/>
        <w:jc w:val="both"/>
        <w:rPr>
          <w:rFonts w:cstheme="minorHAnsi"/>
        </w:rPr>
      </w:pPr>
    </w:p>
    <w:sectPr w:rsidSect="008C7B1F">
      <w:headerReference w:type="default" r:id="rId6"/>
      <w:headerReference w:type="first" r:id="rId7"/>
      <w:footnotePr>
        <w:pos w:val="beneathText"/>
      </w:footnotePr>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494677" w:rsidP="00494677">
    <w:pPr>
      <w:tabs>
        <w:tab w:val="left" w:pos="284"/>
        <w:tab w:val="left" w:pos="426"/>
      </w:tabs>
      <w:ind w:firstLine="0"/>
      <w:jc w:val="center"/>
      <w:rPr>
        <w:rFonts w:asciiTheme="majorBidi" w:hAnsiTheme="majorBidi" w:cstheme="majorBidi"/>
      </w:rPr>
    </w:pPr>
    <w:r>
      <w:t>VISION</w:t>
    </w:r>
    <w:r>
      <w:ptab w:relativeTo="margin" w:alignment="right" w:leader="none"/>
    </w:r>
    <w:r w:rsidR="00A20994">
      <w:rPr>
        <w:rStyle w:val="Strong"/>
      </w:rPr>
      <w:fldChar w:fldCharType="begin"/>
    </w:r>
    <w:r w:rsidR="005D3A03">
      <w:rPr>
        <w:rStyle w:val="Strong"/>
      </w:rPr>
      <w:instrText xml:space="preserve"> PAGE   \* MERGEFORMAT </w:instrText>
    </w:r>
    <w:r w:rsidR="00A20994">
      <w:rPr>
        <w:rStyle w:val="Strong"/>
      </w:rPr>
      <w:fldChar w:fldCharType="separate"/>
    </w:r>
    <w:r w:rsidR="00024BBF">
      <w:rPr>
        <w:rStyle w:val="Strong"/>
        <w:noProof/>
      </w:rPr>
      <w:t>3</w:t>
    </w:r>
    <w:r w:rsidR="00A20994">
      <w:rPr>
        <w:rStyle w:val="Strong"/>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494677" w:rsidP="00C764E4">
    <w:pPr>
      <w:tabs>
        <w:tab w:val="left" w:pos="284"/>
        <w:tab w:val="left" w:pos="426"/>
      </w:tabs>
      <w:ind w:firstLine="0"/>
      <w:jc w:val="center"/>
      <w:rPr>
        <w:rStyle w:val="Strong"/>
        <w:rFonts w:asciiTheme="majorBidi" w:hAnsiTheme="majorBidi" w:cstheme="majorBidi"/>
        <w:caps w:val="0"/>
      </w:rPr>
    </w:pPr>
    <w:r>
      <w:t>Running head</w:t>
    </w:r>
    <w:r w:rsidR="00937CE0">
      <w:t xml:space="preserve"> </w:t>
    </w:r>
    <w:r w:rsidR="00C764E4">
      <w:t>VISION</w:t>
    </w:r>
    <w:r>
      <w:ptab w:relativeTo="margin" w:alignment="right" w:leader="none"/>
    </w:r>
    <w:r w:rsidR="00A20994">
      <w:rPr>
        <w:rStyle w:val="Strong"/>
      </w:rPr>
      <w:fldChar w:fldCharType="begin"/>
    </w:r>
    <w:r>
      <w:rPr>
        <w:rStyle w:val="Strong"/>
      </w:rPr>
      <w:instrText xml:space="preserve"> PAGE   \* MERGEFORMAT </w:instrText>
    </w:r>
    <w:r w:rsidR="00A20994">
      <w:rPr>
        <w:rStyle w:val="Strong"/>
      </w:rPr>
      <w:fldChar w:fldCharType="separate"/>
    </w:r>
    <w:r w:rsidR="00024BBF">
      <w:rPr>
        <w:rStyle w:val="Strong"/>
        <w:noProof/>
      </w:rPr>
      <w:t>1</w:t>
    </w:r>
    <w:r w:rsidR="00A20994">
      <w:rPr>
        <w:rStyle w:val="Strong"/>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nsid w:val="03160C6A"/>
    <w:multiLevelType w:val="hybridMultilevel"/>
    <w:tmpl w:val="023ADC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03D81E85"/>
    <w:multiLevelType w:val="multilevel"/>
    <w:tmpl w:val="F77E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8C0BC4"/>
    <w:multiLevelType w:val="hybridMultilevel"/>
    <w:tmpl w:val="1CBCDE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1B0B37A9"/>
    <w:multiLevelType w:val="hybridMultilevel"/>
    <w:tmpl w:val="1450BF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1BF25643"/>
    <w:multiLevelType w:val="multilevel"/>
    <w:tmpl w:val="29DE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223006"/>
    <w:multiLevelType w:val="hybridMultilevel"/>
    <w:tmpl w:val="25E053E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21962452"/>
    <w:multiLevelType w:val="hybridMultilevel"/>
    <w:tmpl w:val="C46A9C3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6496E9A"/>
    <w:multiLevelType w:val="hybridMultilevel"/>
    <w:tmpl w:val="AF98FF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2EDC78AF"/>
    <w:multiLevelType w:val="hybridMultilevel"/>
    <w:tmpl w:val="6ACA2F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FEC10EF"/>
    <w:multiLevelType w:val="hybridMultilevel"/>
    <w:tmpl w:val="CE1233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3CB6ACD"/>
    <w:multiLevelType w:val="hybridMultilevel"/>
    <w:tmpl w:val="00505F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42B34FA"/>
    <w:multiLevelType w:val="hybridMultilevel"/>
    <w:tmpl w:val="4D10EC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167D4E"/>
    <w:multiLevelType w:val="multilevel"/>
    <w:tmpl w:val="008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CA01F2"/>
    <w:multiLevelType w:val="multilevel"/>
    <w:tmpl w:val="B52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8B3112"/>
    <w:multiLevelType w:val="multilevel"/>
    <w:tmpl w:val="850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D00AA6"/>
    <w:multiLevelType w:val="hybridMultilevel"/>
    <w:tmpl w:val="5A40AE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6DE96542"/>
    <w:multiLevelType w:val="multilevel"/>
    <w:tmpl w:val="BE3A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EA106B"/>
    <w:multiLevelType w:val="multilevel"/>
    <w:tmpl w:val="3C4A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CB0A27"/>
    <w:multiLevelType w:val="hybridMultilevel"/>
    <w:tmpl w:val="5D9CAC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7F095436"/>
    <w:multiLevelType w:val="multilevel"/>
    <w:tmpl w:val="A8B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D44888"/>
    <w:multiLevelType w:val="multilevel"/>
    <w:tmpl w:val="915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9"/>
  </w:num>
  <w:num w:numId="13">
    <w:abstractNumId w:val="30"/>
  </w:num>
  <w:num w:numId="14">
    <w:abstractNumId w:val="27"/>
  </w:num>
  <w:num w:numId="15">
    <w:abstractNumId w:val="10"/>
  </w:num>
  <w:num w:numId="16">
    <w:abstractNumId w:val="14"/>
  </w:num>
  <w:num w:numId="17">
    <w:abstractNumId w:val="25"/>
  </w:num>
  <w:num w:numId="18">
    <w:abstractNumId w:val="20"/>
  </w:num>
  <w:num w:numId="19">
    <w:abstractNumId w:val="19"/>
  </w:num>
  <w:num w:numId="20">
    <w:abstractNumId w:val="28"/>
  </w:num>
  <w:num w:numId="21">
    <w:abstractNumId w:val="13"/>
  </w:num>
  <w:num w:numId="22">
    <w:abstractNumId w:val="18"/>
  </w:num>
  <w:num w:numId="23">
    <w:abstractNumId w:val="26"/>
  </w:num>
  <w:num w:numId="24">
    <w:abstractNumId w:val="24"/>
  </w:num>
  <w:num w:numId="25">
    <w:abstractNumId w:val="23"/>
  </w:num>
  <w:num w:numId="26">
    <w:abstractNumId w:val="11"/>
  </w:num>
  <w:num w:numId="27">
    <w:abstractNumId w:val="22"/>
  </w:num>
  <w:num w:numId="28">
    <w:abstractNumId w:val="12"/>
  </w:num>
  <w:num w:numId="29">
    <w:abstractNumId w:val="15"/>
  </w:num>
  <w:num w:numId="30">
    <w:abstractNumId w:val="21"/>
  </w:num>
  <w:num w:numId="3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20"/>
  <w:characterSpacingControl w:val="doNotCompress"/>
  <w:footnotePr>
    <w:pos w:val="beneathText"/>
  </w:footnotePr>
  <w:compat>
    <w:useFELayout/>
  </w:compat>
  <w:rsids>
    <w:rsidRoot w:val="00FF66EA"/>
    <w:rsid w:val="00001FA4"/>
    <w:rsid w:val="00002A40"/>
    <w:rsid w:val="00005C15"/>
    <w:rsid w:val="000111A1"/>
    <w:rsid w:val="00013C31"/>
    <w:rsid w:val="0001581C"/>
    <w:rsid w:val="00017D8B"/>
    <w:rsid w:val="00021345"/>
    <w:rsid w:val="00022168"/>
    <w:rsid w:val="00024BBF"/>
    <w:rsid w:val="00026AA6"/>
    <w:rsid w:val="000336C0"/>
    <w:rsid w:val="00034A5B"/>
    <w:rsid w:val="00040CCA"/>
    <w:rsid w:val="000412CD"/>
    <w:rsid w:val="0004135E"/>
    <w:rsid w:val="00042F56"/>
    <w:rsid w:val="000436D0"/>
    <w:rsid w:val="000444F1"/>
    <w:rsid w:val="0004761D"/>
    <w:rsid w:val="00052608"/>
    <w:rsid w:val="00052D82"/>
    <w:rsid w:val="000568E5"/>
    <w:rsid w:val="0006085D"/>
    <w:rsid w:val="000645B5"/>
    <w:rsid w:val="00066442"/>
    <w:rsid w:val="00066D3F"/>
    <w:rsid w:val="000734D2"/>
    <w:rsid w:val="0007757F"/>
    <w:rsid w:val="00081C4C"/>
    <w:rsid w:val="00083BA1"/>
    <w:rsid w:val="0008555D"/>
    <w:rsid w:val="0009096C"/>
    <w:rsid w:val="00092292"/>
    <w:rsid w:val="00097C00"/>
    <w:rsid w:val="00097C82"/>
    <w:rsid w:val="000A2DDE"/>
    <w:rsid w:val="000A4228"/>
    <w:rsid w:val="000A5036"/>
    <w:rsid w:val="000A6ADC"/>
    <w:rsid w:val="000B04BC"/>
    <w:rsid w:val="000B0F79"/>
    <w:rsid w:val="000B1EAF"/>
    <w:rsid w:val="000B25F0"/>
    <w:rsid w:val="000B394C"/>
    <w:rsid w:val="000B7AFB"/>
    <w:rsid w:val="000C05D8"/>
    <w:rsid w:val="000C44A1"/>
    <w:rsid w:val="000C487D"/>
    <w:rsid w:val="000C4B4D"/>
    <w:rsid w:val="000C6D89"/>
    <w:rsid w:val="000D2DC1"/>
    <w:rsid w:val="000D3F41"/>
    <w:rsid w:val="000D3FD7"/>
    <w:rsid w:val="000D5292"/>
    <w:rsid w:val="000D7D81"/>
    <w:rsid w:val="000E14E4"/>
    <w:rsid w:val="000E2F07"/>
    <w:rsid w:val="000E5F16"/>
    <w:rsid w:val="000E6541"/>
    <w:rsid w:val="000E6D74"/>
    <w:rsid w:val="000E6FB6"/>
    <w:rsid w:val="000E7EEB"/>
    <w:rsid w:val="000F29A9"/>
    <w:rsid w:val="001000B4"/>
    <w:rsid w:val="00100864"/>
    <w:rsid w:val="00101708"/>
    <w:rsid w:val="001048EF"/>
    <w:rsid w:val="001071F3"/>
    <w:rsid w:val="00112913"/>
    <w:rsid w:val="00112935"/>
    <w:rsid w:val="00113F02"/>
    <w:rsid w:val="0011691F"/>
    <w:rsid w:val="00117374"/>
    <w:rsid w:val="00117D80"/>
    <w:rsid w:val="00120739"/>
    <w:rsid w:val="00120C01"/>
    <w:rsid w:val="001238EC"/>
    <w:rsid w:val="00123E97"/>
    <w:rsid w:val="0012761C"/>
    <w:rsid w:val="00127FB1"/>
    <w:rsid w:val="00131D03"/>
    <w:rsid w:val="0013604F"/>
    <w:rsid w:val="001361EF"/>
    <w:rsid w:val="00141FC9"/>
    <w:rsid w:val="0014392A"/>
    <w:rsid w:val="00146FF1"/>
    <w:rsid w:val="00150AB2"/>
    <w:rsid w:val="00150E8F"/>
    <w:rsid w:val="00151030"/>
    <w:rsid w:val="00152351"/>
    <w:rsid w:val="0015348D"/>
    <w:rsid w:val="00154618"/>
    <w:rsid w:val="001551C3"/>
    <w:rsid w:val="001552CD"/>
    <w:rsid w:val="00155AA0"/>
    <w:rsid w:val="001561CD"/>
    <w:rsid w:val="00156D82"/>
    <w:rsid w:val="00157FFC"/>
    <w:rsid w:val="0016073D"/>
    <w:rsid w:val="00161901"/>
    <w:rsid w:val="001651B9"/>
    <w:rsid w:val="001652CF"/>
    <w:rsid w:val="00165D35"/>
    <w:rsid w:val="001672FE"/>
    <w:rsid w:val="00173293"/>
    <w:rsid w:val="00174CC4"/>
    <w:rsid w:val="001754A0"/>
    <w:rsid w:val="00185AB0"/>
    <w:rsid w:val="001874A0"/>
    <w:rsid w:val="00190567"/>
    <w:rsid w:val="0019058D"/>
    <w:rsid w:val="00192ADD"/>
    <w:rsid w:val="00192FF7"/>
    <w:rsid w:val="00193121"/>
    <w:rsid w:val="001938FE"/>
    <w:rsid w:val="00194D92"/>
    <w:rsid w:val="00195996"/>
    <w:rsid w:val="001A0362"/>
    <w:rsid w:val="001A0BC8"/>
    <w:rsid w:val="001A37C7"/>
    <w:rsid w:val="001A402C"/>
    <w:rsid w:val="001A4B95"/>
    <w:rsid w:val="001A4F9D"/>
    <w:rsid w:val="001B368A"/>
    <w:rsid w:val="001B3A3E"/>
    <w:rsid w:val="001B7118"/>
    <w:rsid w:val="001B7A4F"/>
    <w:rsid w:val="001C21A7"/>
    <w:rsid w:val="001C7996"/>
    <w:rsid w:val="001C79D9"/>
    <w:rsid w:val="001D2817"/>
    <w:rsid w:val="001E41F6"/>
    <w:rsid w:val="001E7042"/>
    <w:rsid w:val="00216378"/>
    <w:rsid w:val="00223659"/>
    <w:rsid w:val="00224AF3"/>
    <w:rsid w:val="002257C1"/>
    <w:rsid w:val="002323AF"/>
    <w:rsid w:val="00232A92"/>
    <w:rsid w:val="00237114"/>
    <w:rsid w:val="002411CB"/>
    <w:rsid w:val="00243CD5"/>
    <w:rsid w:val="00246398"/>
    <w:rsid w:val="00247915"/>
    <w:rsid w:val="00247A8E"/>
    <w:rsid w:val="002529B4"/>
    <w:rsid w:val="002531EC"/>
    <w:rsid w:val="002539EC"/>
    <w:rsid w:val="00255547"/>
    <w:rsid w:val="002557CD"/>
    <w:rsid w:val="002567EE"/>
    <w:rsid w:val="00256EC8"/>
    <w:rsid w:val="0025758D"/>
    <w:rsid w:val="00260326"/>
    <w:rsid w:val="0026184E"/>
    <w:rsid w:val="00267FC8"/>
    <w:rsid w:val="00270776"/>
    <w:rsid w:val="002725E5"/>
    <w:rsid w:val="00272DD5"/>
    <w:rsid w:val="00273811"/>
    <w:rsid w:val="002776DE"/>
    <w:rsid w:val="00277B02"/>
    <w:rsid w:val="00277DC0"/>
    <w:rsid w:val="00281775"/>
    <w:rsid w:val="00287140"/>
    <w:rsid w:val="00292AE3"/>
    <w:rsid w:val="002A36BF"/>
    <w:rsid w:val="002B13C9"/>
    <w:rsid w:val="002B3C2B"/>
    <w:rsid w:val="002B79D8"/>
    <w:rsid w:val="002C2603"/>
    <w:rsid w:val="002C2A20"/>
    <w:rsid w:val="002C2C93"/>
    <w:rsid w:val="002C4787"/>
    <w:rsid w:val="002C48E9"/>
    <w:rsid w:val="002C52DF"/>
    <w:rsid w:val="002C5A89"/>
    <w:rsid w:val="002C6B18"/>
    <w:rsid w:val="002D6703"/>
    <w:rsid w:val="002D7912"/>
    <w:rsid w:val="002E1477"/>
    <w:rsid w:val="002E5E5A"/>
    <w:rsid w:val="002E70C8"/>
    <w:rsid w:val="002E7293"/>
    <w:rsid w:val="002E731A"/>
    <w:rsid w:val="002F3449"/>
    <w:rsid w:val="002F4AFF"/>
    <w:rsid w:val="002F5C39"/>
    <w:rsid w:val="003010F7"/>
    <w:rsid w:val="0030728B"/>
    <w:rsid w:val="00310452"/>
    <w:rsid w:val="003135A9"/>
    <w:rsid w:val="0031532D"/>
    <w:rsid w:val="00321EFE"/>
    <w:rsid w:val="00323A2C"/>
    <w:rsid w:val="0032665B"/>
    <w:rsid w:val="00327491"/>
    <w:rsid w:val="003305EE"/>
    <w:rsid w:val="00330828"/>
    <w:rsid w:val="00332E77"/>
    <w:rsid w:val="00341689"/>
    <w:rsid w:val="003424EE"/>
    <w:rsid w:val="00343504"/>
    <w:rsid w:val="003466EA"/>
    <w:rsid w:val="003475BE"/>
    <w:rsid w:val="00347E63"/>
    <w:rsid w:val="00352584"/>
    <w:rsid w:val="00352C05"/>
    <w:rsid w:val="00355DCA"/>
    <w:rsid w:val="00356261"/>
    <w:rsid w:val="00363BC9"/>
    <w:rsid w:val="00365C58"/>
    <w:rsid w:val="00366BE8"/>
    <w:rsid w:val="0037007F"/>
    <w:rsid w:val="003700F3"/>
    <w:rsid w:val="00370275"/>
    <w:rsid w:val="00370EB4"/>
    <w:rsid w:val="00370EDA"/>
    <w:rsid w:val="003712AE"/>
    <w:rsid w:val="00372DC3"/>
    <w:rsid w:val="00376B70"/>
    <w:rsid w:val="00380C1A"/>
    <w:rsid w:val="003817E3"/>
    <w:rsid w:val="00384954"/>
    <w:rsid w:val="0038558A"/>
    <w:rsid w:val="00385773"/>
    <w:rsid w:val="003864B8"/>
    <w:rsid w:val="003872CE"/>
    <w:rsid w:val="0038753F"/>
    <w:rsid w:val="00391E37"/>
    <w:rsid w:val="003928E7"/>
    <w:rsid w:val="003A1307"/>
    <w:rsid w:val="003A2202"/>
    <w:rsid w:val="003B029D"/>
    <w:rsid w:val="003B5367"/>
    <w:rsid w:val="003C6B96"/>
    <w:rsid w:val="003D00FB"/>
    <w:rsid w:val="003D2234"/>
    <w:rsid w:val="003D44AE"/>
    <w:rsid w:val="003E180C"/>
    <w:rsid w:val="003F048F"/>
    <w:rsid w:val="003F1720"/>
    <w:rsid w:val="003F3B7E"/>
    <w:rsid w:val="003F6D99"/>
    <w:rsid w:val="003F777A"/>
    <w:rsid w:val="00400580"/>
    <w:rsid w:val="00404351"/>
    <w:rsid w:val="00404D28"/>
    <w:rsid w:val="00406A7D"/>
    <w:rsid w:val="0040741D"/>
    <w:rsid w:val="00407EE2"/>
    <w:rsid w:val="00411B7A"/>
    <w:rsid w:val="00412637"/>
    <w:rsid w:val="004142E9"/>
    <w:rsid w:val="00416C48"/>
    <w:rsid w:val="00422467"/>
    <w:rsid w:val="00422728"/>
    <w:rsid w:val="004236DE"/>
    <w:rsid w:val="00424DC5"/>
    <w:rsid w:val="00435B0F"/>
    <w:rsid w:val="00443F38"/>
    <w:rsid w:val="00445E86"/>
    <w:rsid w:val="0044641D"/>
    <w:rsid w:val="00451BF3"/>
    <w:rsid w:val="0045557F"/>
    <w:rsid w:val="004563DF"/>
    <w:rsid w:val="00456727"/>
    <w:rsid w:val="00463ABD"/>
    <w:rsid w:val="00470D7A"/>
    <w:rsid w:val="0047100C"/>
    <w:rsid w:val="004717C5"/>
    <w:rsid w:val="00471EE7"/>
    <w:rsid w:val="004720CC"/>
    <w:rsid w:val="0047483D"/>
    <w:rsid w:val="004768DF"/>
    <w:rsid w:val="004805D6"/>
    <w:rsid w:val="0048488B"/>
    <w:rsid w:val="00486EF9"/>
    <w:rsid w:val="00490221"/>
    <w:rsid w:val="00490AC5"/>
    <w:rsid w:val="00491C8E"/>
    <w:rsid w:val="00494016"/>
    <w:rsid w:val="004940ED"/>
    <w:rsid w:val="00494677"/>
    <w:rsid w:val="00494D7D"/>
    <w:rsid w:val="00495DD3"/>
    <w:rsid w:val="004A030B"/>
    <w:rsid w:val="004A1093"/>
    <w:rsid w:val="004A2BB6"/>
    <w:rsid w:val="004A4C67"/>
    <w:rsid w:val="004A691C"/>
    <w:rsid w:val="004B072D"/>
    <w:rsid w:val="004B0DF3"/>
    <w:rsid w:val="004B1683"/>
    <w:rsid w:val="004B4DC2"/>
    <w:rsid w:val="004B4E4D"/>
    <w:rsid w:val="004B6B3D"/>
    <w:rsid w:val="004B7E9C"/>
    <w:rsid w:val="004C08C2"/>
    <w:rsid w:val="004C43D6"/>
    <w:rsid w:val="004C4A75"/>
    <w:rsid w:val="004D1A3F"/>
    <w:rsid w:val="004D5E01"/>
    <w:rsid w:val="004D68C1"/>
    <w:rsid w:val="004E5410"/>
    <w:rsid w:val="004E6E70"/>
    <w:rsid w:val="004E7DC8"/>
    <w:rsid w:val="004F1971"/>
    <w:rsid w:val="004F198E"/>
    <w:rsid w:val="004F2C07"/>
    <w:rsid w:val="004F50C1"/>
    <w:rsid w:val="004F50C9"/>
    <w:rsid w:val="00501395"/>
    <w:rsid w:val="00502194"/>
    <w:rsid w:val="00513999"/>
    <w:rsid w:val="0051670F"/>
    <w:rsid w:val="00517374"/>
    <w:rsid w:val="00517D71"/>
    <w:rsid w:val="00517F50"/>
    <w:rsid w:val="00520D59"/>
    <w:rsid w:val="00527EBE"/>
    <w:rsid w:val="0053096C"/>
    <w:rsid w:val="0053325D"/>
    <w:rsid w:val="00536F09"/>
    <w:rsid w:val="0054042D"/>
    <w:rsid w:val="005423F7"/>
    <w:rsid w:val="00544003"/>
    <w:rsid w:val="005456B0"/>
    <w:rsid w:val="00545F0C"/>
    <w:rsid w:val="00547169"/>
    <w:rsid w:val="00547CF4"/>
    <w:rsid w:val="00547E78"/>
    <w:rsid w:val="00551A02"/>
    <w:rsid w:val="005534FA"/>
    <w:rsid w:val="00554DD7"/>
    <w:rsid w:val="0056074D"/>
    <w:rsid w:val="005614EE"/>
    <w:rsid w:val="0056204B"/>
    <w:rsid w:val="00562DEB"/>
    <w:rsid w:val="00564F53"/>
    <w:rsid w:val="00572381"/>
    <w:rsid w:val="0057389D"/>
    <w:rsid w:val="00574A09"/>
    <w:rsid w:val="00574E20"/>
    <w:rsid w:val="0057505B"/>
    <w:rsid w:val="00576D2E"/>
    <w:rsid w:val="005806C6"/>
    <w:rsid w:val="00580B33"/>
    <w:rsid w:val="0058238C"/>
    <w:rsid w:val="00584834"/>
    <w:rsid w:val="005848EB"/>
    <w:rsid w:val="005860F6"/>
    <w:rsid w:val="00586945"/>
    <w:rsid w:val="00587753"/>
    <w:rsid w:val="0059129A"/>
    <w:rsid w:val="005928C2"/>
    <w:rsid w:val="005933CD"/>
    <w:rsid w:val="00593B58"/>
    <w:rsid w:val="00593D31"/>
    <w:rsid w:val="00594975"/>
    <w:rsid w:val="00597437"/>
    <w:rsid w:val="005A24C2"/>
    <w:rsid w:val="005A7364"/>
    <w:rsid w:val="005B0469"/>
    <w:rsid w:val="005B1028"/>
    <w:rsid w:val="005B3350"/>
    <w:rsid w:val="005B5699"/>
    <w:rsid w:val="005B5969"/>
    <w:rsid w:val="005B61C7"/>
    <w:rsid w:val="005B7CB1"/>
    <w:rsid w:val="005C060E"/>
    <w:rsid w:val="005C1AE0"/>
    <w:rsid w:val="005C42EA"/>
    <w:rsid w:val="005C617B"/>
    <w:rsid w:val="005C74B6"/>
    <w:rsid w:val="005D3A03"/>
    <w:rsid w:val="005E29EC"/>
    <w:rsid w:val="005F1356"/>
    <w:rsid w:val="005F2769"/>
    <w:rsid w:val="005F60F9"/>
    <w:rsid w:val="005F7E1B"/>
    <w:rsid w:val="006000DA"/>
    <w:rsid w:val="006009FF"/>
    <w:rsid w:val="006030C9"/>
    <w:rsid w:val="00604B37"/>
    <w:rsid w:val="00605980"/>
    <w:rsid w:val="0061034A"/>
    <w:rsid w:val="0061036B"/>
    <w:rsid w:val="00613A47"/>
    <w:rsid w:val="006146C5"/>
    <w:rsid w:val="0061614B"/>
    <w:rsid w:val="00621A04"/>
    <w:rsid w:val="006317E1"/>
    <w:rsid w:val="00644C28"/>
    <w:rsid w:val="00646B26"/>
    <w:rsid w:val="006474FE"/>
    <w:rsid w:val="00650568"/>
    <w:rsid w:val="006508AA"/>
    <w:rsid w:val="006519B3"/>
    <w:rsid w:val="00652D75"/>
    <w:rsid w:val="0065563A"/>
    <w:rsid w:val="006570D8"/>
    <w:rsid w:val="00657776"/>
    <w:rsid w:val="00657F94"/>
    <w:rsid w:val="00662716"/>
    <w:rsid w:val="00664D9E"/>
    <w:rsid w:val="00665A5F"/>
    <w:rsid w:val="00665B4F"/>
    <w:rsid w:val="006678B0"/>
    <w:rsid w:val="0067161B"/>
    <w:rsid w:val="006759BF"/>
    <w:rsid w:val="00675DD7"/>
    <w:rsid w:val="0067617E"/>
    <w:rsid w:val="006766BE"/>
    <w:rsid w:val="0068165E"/>
    <w:rsid w:val="00681C74"/>
    <w:rsid w:val="00682BDC"/>
    <w:rsid w:val="006833E6"/>
    <w:rsid w:val="00685A81"/>
    <w:rsid w:val="0068701A"/>
    <w:rsid w:val="00687D00"/>
    <w:rsid w:val="00695769"/>
    <w:rsid w:val="006A1801"/>
    <w:rsid w:val="006A1AC8"/>
    <w:rsid w:val="006A77CF"/>
    <w:rsid w:val="006A784B"/>
    <w:rsid w:val="006B4278"/>
    <w:rsid w:val="006B4C72"/>
    <w:rsid w:val="006B5EDD"/>
    <w:rsid w:val="006B6AFA"/>
    <w:rsid w:val="006C58C1"/>
    <w:rsid w:val="006C66F5"/>
    <w:rsid w:val="006D1ACD"/>
    <w:rsid w:val="006D332E"/>
    <w:rsid w:val="006E0696"/>
    <w:rsid w:val="006E081A"/>
    <w:rsid w:val="006E118D"/>
    <w:rsid w:val="006E324F"/>
    <w:rsid w:val="006E41CB"/>
    <w:rsid w:val="006E58DC"/>
    <w:rsid w:val="006E7C8B"/>
    <w:rsid w:val="006F09C0"/>
    <w:rsid w:val="006F235A"/>
    <w:rsid w:val="006F4AF2"/>
    <w:rsid w:val="006F74DD"/>
    <w:rsid w:val="00701285"/>
    <w:rsid w:val="007033DC"/>
    <w:rsid w:val="00705845"/>
    <w:rsid w:val="0070626D"/>
    <w:rsid w:val="00706371"/>
    <w:rsid w:val="00714CE9"/>
    <w:rsid w:val="00716FC4"/>
    <w:rsid w:val="00722D01"/>
    <w:rsid w:val="00724721"/>
    <w:rsid w:val="007251B8"/>
    <w:rsid w:val="007318C0"/>
    <w:rsid w:val="00732BAC"/>
    <w:rsid w:val="0073409C"/>
    <w:rsid w:val="0073577F"/>
    <w:rsid w:val="00736041"/>
    <w:rsid w:val="00736DEF"/>
    <w:rsid w:val="00740BF9"/>
    <w:rsid w:val="00741ABC"/>
    <w:rsid w:val="007514BE"/>
    <w:rsid w:val="00751DD3"/>
    <w:rsid w:val="007536D5"/>
    <w:rsid w:val="00753B1C"/>
    <w:rsid w:val="00755B96"/>
    <w:rsid w:val="007572B3"/>
    <w:rsid w:val="0076167D"/>
    <w:rsid w:val="0077064F"/>
    <w:rsid w:val="00772BFB"/>
    <w:rsid w:val="007765EB"/>
    <w:rsid w:val="00777CEA"/>
    <w:rsid w:val="00777EDC"/>
    <w:rsid w:val="00780686"/>
    <w:rsid w:val="00783DBA"/>
    <w:rsid w:val="00784333"/>
    <w:rsid w:val="00795377"/>
    <w:rsid w:val="007964AF"/>
    <w:rsid w:val="007967C2"/>
    <w:rsid w:val="00796906"/>
    <w:rsid w:val="007A0FC0"/>
    <w:rsid w:val="007A2E59"/>
    <w:rsid w:val="007A2FB6"/>
    <w:rsid w:val="007A3447"/>
    <w:rsid w:val="007A3910"/>
    <w:rsid w:val="007A3DD8"/>
    <w:rsid w:val="007A7528"/>
    <w:rsid w:val="007A7DE4"/>
    <w:rsid w:val="007B16D5"/>
    <w:rsid w:val="007B5DCF"/>
    <w:rsid w:val="007C3EA9"/>
    <w:rsid w:val="007C623B"/>
    <w:rsid w:val="007C765A"/>
    <w:rsid w:val="007D10FD"/>
    <w:rsid w:val="007D4639"/>
    <w:rsid w:val="007D797A"/>
    <w:rsid w:val="007D7F7C"/>
    <w:rsid w:val="007E03E3"/>
    <w:rsid w:val="007E0F08"/>
    <w:rsid w:val="007E1C85"/>
    <w:rsid w:val="007E37B5"/>
    <w:rsid w:val="007E74E7"/>
    <w:rsid w:val="007E7F51"/>
    <w:rsid w:val="007F0E55"/>
    <w:rsid w:val="007F10DA"/>
    <w:rsid w:val="007F1F6C"/>
    <w:rsid w:val="007F3995"/>
    <w:rsid w:val="007F48AA"/>
    <w:rsid w:val="007F5802"/>
    <w:rsid w:val="008002C0"/>
    <w:rsid w:val="0080423C"/>
    <w:rsid w:val="008046F8"/>
    <w:rsid w:val="0080684B"/>
    <w:rsid w:val="0081236A"/>
    <w:rsid w:val="008142BE"/>
    <w:rsid w:val="00815F65"/>
    <w:rsid w:val="008265AB"/>
    <w:rsid w:val="0083027E"/>
    <w:rsid w:val="00832463"/>
    <w:rsid w:val="0083475A"/>
    <w:rsid w:val="00835F4F"/>
    <w:rsid w:val="00837528"/>
    <w:rsid w:val="00840271"/>
    <w:rsid w:val="00841165"/>
    <w:rsid w:val="00841EFE"/>
    <w:rsid w:val="00850D98"/>
    <w:rsid w:val="0085139E"/>
    <w:rsid w:val="00851BC5"/>
    <w:rsid w:val="00852542"/>
    <w:rsid w:val="008537D7"/>
    <w:rsid w:val="008603F6"/>
    <w:rsid w:val="0086613C"/>
    <w:rsid w:val="008665CD"/>
    <w:rsid w:val="00881BC4"/>
    <w:rsid w:val="00885CEA"/>
    <w:rsid w:val="008867B4"/>
    <w:rsid w:val="00890BB9"/>
    <w:rsid w:val="00893717"/>
    <w:rsid w:val="008950F5"/>
    <w:rsid w:val="00897126"/>
    <w:rsid w:val="008A038F"/>
    <w:rsid w:val="008A3A64"/>
    <w:rsid w:val="008A6CD3"/>
    <w:rsid w:val="008A7399"/>
    <w:rsid w:val="008A7609"/>
    <w:rsid w:val="008B176B"/>
    <w:rsid w:val="008B3C18"/>
    <w:rsid w:val="008B4509"/>
    <w:rsid w:val="008B4D2D"/>
    <w:rsid w:val="008C1FA4"/>
    <w:rsid w:val="008C4016"/>
    <w:rsid w:val="008C5323"/>
    <w:rsid w:val="008C5559"/>
    <w:rsid w:val="008C7B1F"/>
    <w:rsid w:val="008D5649"/>
    <w:rsid w:val="008D67C7"/>
    <w:rsid w:val="008E3368"/>
    <w:rsid w:val="008E7B89"/>
    <w:rsid w:val="008F1D9C"/>
    <w:rsid w:val="008F2651"/>
    <w:rsid w:val="008F5465"/>
    <w:rsid w:val="008F7C3D"/>
    <w:rsid w:val="0090063B"/>
    <w:rsid w:val="00900BDA"/>
    <w:rsid w:val="00901994"/>
    <w:rsid w:val="009033BF"/>
    <w:rsid w:val="00903CE3"/>
    <w:rsid w:val="009040B4"/>
    <w:rsid w:val="00904969"/>
    <w:rsid w:val="00906C45"/>
    <w:rsid w:val="00921081"/>
    <w:rsid w:val="00922310"/>
    <w:rsid w:val="00922A1E"/>
    <w:rsid w:val="00923CC8"/>
    <w:rsid w:val="009251BF"/>
    <w:rsid w:val="00925399"/>
    <w:rsid w:val="00926750"/>
    <w:rsid w:val="00933F36"/>
    <w:rsid w:val="0093733E"/>
    <w:rsid w:val="00937CE0"/>
    <w:rsid w:val="0094097F"/>
    <w:rsid w:val="009427FB"/>
    <w:rsid w:val="00942BB0"/>
    <w:rsid w:val="0094390F"/>
    <w:rsid w:val="00954A98"/>
    <w:rsid w:val="00954FA6"/>
    <w:rsid w:val="00955300"/>
    <w:rsid w:val="00956C4D"/>
    <w:rsid w:val="009578CB"/>
    <w:rsid w:val="00957BB5"/>
    <w:rsid w:val="00961326"/>
    <w:rsid w:val="009669FE"/>
    <w:rsid w:val="009676AB"/>
    <w:rsid w:val="009705F6"/>
    <w:rsid w:val="0097506C"/>
    <w:rsid w:val="00975D6D"/>
    <w:rsid w:val="00983F89"/>
    <w:rsid w:val="00985465"/>
    <w:rsid w:val="009860EE"/>
    <w:rsid w:val="009874F6"/>
    <w:rsid w:val="00987844"/>
    <w:rsid w:val="00992E07"/>
    <w:rsid w:val="0099374F"/>
    <w:rsid w:val="00994B61"/>
    <w:rsid w:val="00997215"/>
    <w:rsid w:val="009A2079"/>
    <w:rsid w:val="009A2701"/>
    <w:rsid w:val="009A289E"/>
    <w:rsid w:val="009A6A3B"/>
    <w:rsid w:val="009B1041"/>
    <w:rsid w:val="009B28C1"/>
    <w:rsid w:val="009B2C36"/>
    <w:rsid w:val="009B3742"/>
    <w:rsid w:val="009B5C99"/>
    <w:rsid w:val="009C299D"/>
    <w:rsid w:val="009C2DFA"/>
    <w:rsid w:val="009C508E"/>
    <w:rsid w:val="009C6D0B"/>
    <w:rsid w:val="009D0518"/>
    <w:rsid w:val="009D2196"/>
    <w:rsid w:val="009D3A64"/>
    <w:rsid w:val="009D3BB8"/>
    <w:rsid w:val="009D3FBB"/>
    <w:rsid w:val="009E0FA0"/>
    <w:rsid w:val="009E10A0"/>
    <w:rsid w:val="009E2449"/>
    <w:rsid w:val="009E5709"/>
    <w:rsid w:val="009E5C71"/>
    <w:rsid w:val="009F30C4"/>
    <w:rsid w:val="009F50E8"/>
    <w:rsid w:val="009F6AC5"/>
    <w:rsid w:val="009F7DB8"/>
    <w:rsid w:val="00A00D50"/>
    <w:rsid w:val="00A04663"/>
    <w:rsid w:val="00A04F69"/>
    <w:rsid w:val="00A11EAE"/>
    <w:rsid w:val="00A1693A"/>
    <w:rsid w:val="00A16CFB"/>
    <w:rsid w:val="00A16E3A"/>
    <w:rsid w:val="00A16EF2"/>
    <w:rsid w:val="00A17BA6"/>
    <w:rsid w:val="00A17DEB"/>
    <w:rsid w:val="00A20994"/>
    <w:rsid w:val="00A336C3"/>
    <w:rsid w:val="00A3430E"/>
    <w:rsid w:val="00A41EDF"/>
    <w:rsid w:val="00A4360D"/>
    <w:rsid w:val="00A52B5F"/>
    <w:rsid w:val="00A5544D"/>
    <w:rsid w:val="00A6057A"/>
    <w:rsid w:val="00A617C2"/>
    <w:rsid w:val="00A62CA9"/>
    <w:rsid w:val="00A63FBC"/>
    <w:rsid w:val="00A6501E"/>
    <w:rsid w:val="00A654E7"/>
    <w:rsid w:val="00A70EDF"/>
    <w:rsid w:val="00A713A9"/>
    <w:rsid w:val="00A71965"/>
    <w:rsid w:val="00A71F47"/>
    <w:rsid w:val="00A7300C"/>
    <w:rsid w:val="00A73244"/>
    <w:rsid w:val="00A75FC2"/>
    <w:rsid w:val="00A763D4"/>
    <w:rsid w:val="00A7658E"/>
    <w:rsid w:val="00A816FC"/>
    <w:rsid w:val="00A82C17"/>
    <w:rsid w:val="00A85871"/>
    <w:rsid w:val="00A94740"/>
    <w:rsid w:val="00A975B9"/>
    <w:rsid w:val="00AA17F5"/>
    <w:rsid w:val="00AA18FE"/>
    <w:rsid w:val="00AA31E2"/>
    <w:rsid w:val="00AA39E6"/>
    <w:rsid w:val="00AB70D1"/>
    <w:rsid w:val="00AB785F"/>
    <w:rsid w:val="00AB7918"/>
    <w:rsid w:val="00AC0276"/>
    <w:rsid w:val="00AC331E"/>
    <w:rsid w:val="00AC33D9"/>
    <w:rsid w:val="00AC4CF4"/>
    <w:rsid w:val="00AC60F5"/>
    <w:rsid w:val="00AC6649"/>
    <w:rsid w:val="00AC6B1A"/>
    <w:rsid w:val="00AD12F0"/>
    <w:rsid w:val="00AD28C4"/>
    <w:rsid w:val="00AD45D2"/>
    <w:rsid w:val="00AD4BF3"/>
    <w:rsid w:val="00AD5005"/>
    <w:rsid w:val="00AD599F"/>
    <w:rsid w:val="00AE0D1E"/>
    <w:rsid w:val="00AF2573"/>
    <w:rsid w:val="00AF66F1"/>
    <w:rsid w:val="00B00E89"/>
    <w:rsid w:val="00B010C2"/>
    <w:rsid w:val="00B036A4"/>
    <w:rsid w:val="00B114FA"/>
    <w:rsid w:val="00B140D5"/>
    <w:rsid w:val="00B169A1"/>
    <w:rsid w:val="00B205E8"/>
    <w:rsid w:val="00B25689"/>
    <w:rsid w:val="00B2630F"/>
    <w:rsid w:val="00B3107C"/>
    <w:rsid w:val="00B33F47"/>
    <w:rsid w:val="00B37A6A"/>
    <w:rsid w:val="00B418F0"/>
    <w:rsid w:val="00B428B1"/>
    <w:rsid w:val="00B431B7"/>
    <w:rsid w:val="00B439D3"/>
    <w:rsid w:val="00B440C3"/>
    <w:rsid w:val="00B45A01"/>
    <w:rsid w:val="00B469D5"/>
    <w:rsid w:val="00B47BC6"/>
    <w:rsid w:val="00B54A40"/>
    <w:rsid w:val="00B5718F"/>
    <w:rsid w:val="00B60B4A"/>
    <w:rsid w:val="00B60F1B"/>
    <w:rsid w:val="00B646BE"/>
    <w:rsid w:val="00B67CA6"/>
    <w:rsid w:val="00B70DCD"/>
    <w:rsid w:val="00B72492"/>
    <w:rsid w:val="00B73594"/>
    <w:rsid w:val="00B757AD"/>
    <w:rsid w:val="00B771DE"/>
    <w:rsid w:val="00B77EC8"/>
    <w:rsid w:val="00B819ED"/>
    <w:rsid w:val="00B823AA"/>
    <w:rsid w:val="00B9065A"/>
    <w:rsid w:val="00B912F9"/>
    <w:rsid w:val="00B9290D"/>
    <w:rsid w:val="00B94512"/>
    <w:rsid w:val="00B948E8"/>
    <w:rsid w:val="00BA19F8"/>
    <w:rsid w:val="00BA35C3"/>
    <w:rsid w:val="00BA45DB"/>
    <w:rsid w:val="00BB3A16"/>
    <w:rsid w:val="00BB63D4"/>
    <w:rsid w:val="00BB6EE1"/>
    <w:rsid w:val="00BC111C"/>
    <w:rsid w:val="00BC1357"/>
    <w:rsid w:val="00BC1683"/>
    <w:rsid w:val="00BC1FEE"/>
    <w:rsid w:val="00BC21FF"/>
    <w:rsid w:val="00BC3714"/>
    <w:rsid w:val="00BC5F9E"/>
    <w:rsid w:val="00BD3202"/>
    <w:rsid w:val="00BD6D6F"/>
    <w:rsid w:val="00BE20BB"/>
    <w:rsid w:val="00BE3989"/>
    <w:rsid w:val="00BE3E3B"/>
    <w:rsid w:val="00BE5B8A"/>
    <w:rsid w:val="00BE6837"/>
    <w:rsid w:val="00BF299C"/>
    <w:rsid w:val="00BF4184"/>
    <w:rsid w:val="00BF59A2"/>
    <w:rsid w:val="00BF7074"/>
    <w:rsid w:val="00BF7182"/>
    <w:rsid w:val="00C0601E"/>
    <w:rsid w:val="00C12573"/>
    <w:rsid w:val="00C158D8"/>
    <w:rsid w:val="00C165A6"/>
    <w:rsid w:val="00C1666E"/>
    <w:rsid w:val="00C17405"/>
    <w:rsid w:val="00C2056A"/>
    <w:rsid w:val="00C23DFD"/>
    <w:rsid w:val="00C259CF"/>
    <w:rsid w:val="00C31D30"/>
    <w:rsid w:val="00C332E6"/>
    <w:rsid w:val="00C3413D"/>
    <w:rsid w:val="00C35523"/>
    <w:rsid w:val="00C42FBB"/>
    <w:rsid w:val="00C43000"/>
    <w:rsid w:val="00C460C6"/>
    <w:rsid w:val="00C47157"/>
    <w:rsid w:val="00C47D75"/>
    <w:rsid w:val="00C5122D"/>
    <w:rsid w:val="00C51CF9"/>
    <w:rsid w:val="00C51DE5"/>
    <w:rsid w:val="00C53540"/>
    <w:rsid w:val="00C53E19"/>
    <w:rsid w:val="00C55104"/>
    <w:rsid w:val="00C5606F"/>
    <w:rsid w:val="00C56D9B"/>
    <w:rsid w:val="00C578FF"/>
    <w:rsid w:val="00C60F66"/>
    <w:rsid w:val="00C61103"/>
    <w:rsid w:val="00C6542F"/>
    <w:rsid w:val="00C66307"/>
    <w:rsid w:val="00C66DDD"/>
    <w:rsid w:val="00C66F6D"/>
    <w:rsid w:val="00C7009B"/>
    <w:rsid w:val="00C700E8"/>
    <w:rsid w:val="00C71521"/>
    <w:rsid w:val="00C71677"/>
    <w:rsid w:val="00C732F2"/>
    <w:rsid w:val="00C73507"/>
    <w:rsid w:val="00C745FC"/>
    <w:rsid w:val="00C764E4"/>
    <w:rsid w:val="00C76C26"/>
    <w:rsid w:val="00C8176F"/>
    <w:rsid w:val="00C8462D"/>
    <w:rsid w:val="00C861AB"/>
    <w:rsid w:val="00C90EB2"/>
    <w:rsid w:val="00C90F33"/>
    <w:rsid w:val="00C933D0"/>
    <w:rsid w:val="00C950A7"/>
    <w:rsid w:val="00C97C72"/>
    <w:rsid w:val="00CA0420"/>
    <w:rsid w:val="00CA2784"/>
    <w:rsid w:val="00CA2EC1"/>
    <w:rsid w:val="00CA352C"/>
    <w:rsid w:val="00CA49A2"/>
    <w:rsid w:val="00CA6126"/>
    <w:rsid w:val="00CA620F"/>
    <w:rsid w:val="00CA7562"/>
    <w:rsid w:val="00CC2582"/>
    <w:rsid w:val="00CC4CAE"/>
    <w:rsid w:val="00CC6554"/>
    <w:rsid w:val="00CC6F42"/>
    <w:rsid w:val="00CD3F87"/>
    <w:rsid w:val="00CD5338"/>
    <w:rsid w:val="00CD6E39"/>
    <w:rsid w:val="00CE1F1F"/>
    <w:rsid w:val="00CE20FF"/>
    <w:rsid w:val="00CE3EA2"/>
    <w:rsid w:val="00CE4E0B"/>
    <w:rsid w:val="00CF0271"/>
    <w:rsid w:val="00CF22E9"/>
    <w:rsid w:val="00CF3B3D"/>
    <w:rsid w:val="00CF6E91"/>
    <w:rsid w:val="00D01F62"/>
    <w:rsid w:val="00D0309C"/>
    <w:rsid w:val="00D0481C"/>
    <w:rsid w:val="00D16A39"/>
    <w:rsid w:val="00D16A3C"/>
    <w:rsid w:val="00D207AE"/>
    <w:rsid w:val="00D22CD0"/>
    <w:rsid w:val="00D2442A"/>
    <w:rsid w:val="00D27376"/>
    <w:rsid w:val="00D27760"/>
    <w:rsid w:val="00D27797"/>
    <w:rsid w:val="00D27BEF"/>
    <w:rsid w:val="00D305C3"/>
    <w:rsid w:val="00D34009"/>
    <w:rsid w:val="00D34379"/>
    <w:rsid w:val="00D37B88"/>
    <w:rsid w:val="00D41C7A"/>
    <w:rsid w:val="00D46BD6"/>
    <w:rsid w:val="00D511AF"/>
    <w:rsid w:val="00D51EB6"/>
    <w:rsid w:val="00D524A5"/>
    <w:rsid w:val="00D53CDB"/>
    <w:rsid w:val="00D55EFE"/>
    <w:rsid w:val="00D572C0"/>
    <w:rsid w:val="00D6055F"/>
    <w:rsid w:val="00D61AE0"/>
    <w:rsid w:val="00D63105"/>
    <w:rsid w:val="00D63691"/>
    <w:rsid w:val="00D65010"/>
    <w:rsid w:val="00D661C9"/>
    <w:rsid w:val="00D67EBA"/>
    <w:rsid w:val="00D7125F"/>
    <w:rsid w:val="00D71839"/>
    <w:rsid w:val="00D773F0"/>
    <w:rsid w:val="00D82713"/>
    <w:rsid w:val="00D846BE"/>
    <w:rsid w:val="00D854F3"/>
    <w:rsid w:val="00D85B68"/>
    <w:rsid w:val="00D86D7F"/>
    <w:rsid w:val="00D8707D"/>
    <w:rsid w:val="00D918CF"/>
    <w:rsid w:val="00D92918"/>
    <w:rsid w:val="00D964B6"/>
    <w:rsid w:val="00D96758"/>
    <w:rsid w:val="00DA4A05"/>
    <w:rsid w:val="00DA54D9"/>
    <w:rsid w:val="00DA5789"/>
    <w:rsid w:val="00DB0CF3"/>
    <w:rsid w:val="00DB2DCF"/>
    <w:rsid w:val="00DB4E38"/>
    <w:rsid w:val="00DB5218"/>
    <w:rsid w:val="00DB66C9"/>
    <w:rsid w:val="00DC0161"/>
    <w:rsid w:val="00DC05C9"/>
    <w:rsid w:val="00DC2BD6"/>
    <w:rsid w:val="00DC4063"/>
    <w:rsid w:val="00DC4A49"/>
    <w:rsid w:val="00DC6702"/>
    <w:rsid w:val="00DD0A48"/>
    <w:rsid w:val="00DD4D07"/>
    <w:rsid w:val="00DD571A"/>
    <w:rsid w:val="00DE2AC8"/>
    <w:rsid w:val="00DE3320"/>
    <w:rsid w:val="00DE74EA"/>
    <w:rsid w:val="00DF0A1B"/>
    <w:rsid w:val="00DF0CC4"/>
    <w:rsid w:val="00DF32B3"/>
    <w:rsid w:val="00DF50BC"/>
    <w:rsid w:val="00DF6B53"/>
    <w:rsid w:val="00DF6EAA"/>
    <w:rsid w:val="00E0056E"/>
    <w:rsid w:val="00E02ADF"/>
    <w:rsid w:val="00E02C19"/>
    <w:rsid w:val="00E05871"/>
    <w:rsid w:val="00E0697F"/>
    <w:rsid w:val="00E07718"/>
    <w:rsid w:val="00E11D5E"/>
    <w:rsid w:val="00E132CF"/>
    <w:rsid w:val="00E142A3"/>
    <w:rsid w:val="00E14C11"/>
    <w:rsid w:val="00E1618A"/>
    <w:rsid w:val="00E21A3D"/>
    <w:rsid w:val="00E23D18"/>
    <w:rsid w:val="00E240B4"/>
    <w:rsid w:val="00E264F7"/>
    <w:rsid w:val="00E27FB7"/>
    <w:rsid w:val="00E30CAE"/>
    <w:rsid w:val="00E31FD1"/>
    <w:rsid w:val="00E335B0"/>
    <w:rsid w:val="00E37DFB"/>
    <w:rsid w:val="00E37E49"/>
    <w:rsid w:val="00E424FC"/>
    <w:rsid w:val="00E45D1C"/>
    <w:rsid w:val="00E47BEF"/>
    <w:rsid w:val="00E50292"/>
    <w:rsid w:val="00E5281E"/>
    <w:rsid w:val="00E53B02"/>
    <w:rsid w:val="00E53D79"/>
    <w:rsid w:val="00E54449"/>
    <w:rsid w:val="00E560E5"/>
    <w:rsid w:val="00E6004D"/>
    <w:rsid w:val="00E6211E"/>
    <w:rsid w:val="00E63825"/>
    <w:rsid w:val="00E658F7"/>
    <w:rsid w:val="00E66E07"/>
    <w:rsid w:val="00E67579"/>
    <w:rsid w:val="00E706C8"/>
    <w:rsid w:val="00E70964"/>
    <w:rsid w:val="00E72136"/>
    <w:rsid w:val="00E7219D"/>
    <w:rsid w:val="00E80F9D"/>
    <w:rsid w:val="00E81978"/>
    <w:rsid w:val="00E912E9"/>
    <w:rsid w:val="00E93B81"/>
    <w:rsid w:val="00E9637F"/>
    <w:rsid w:val="00E97DD0"/>
    <w:rsid w:val="00EA1036"/>
    <w:rsid w:val="00EA21F9"/>
    <w:rsid w:val="00EA25C7"/>
    <w:rsid w:val="00EA2DC4"/>
    <w:rsid w:val="00EA523F"/>
    <w:rsid w:val="00EA7498"/>
    <w:rsid w:val="00EB2F73"/>
    <w:rsid w:val="00EB5236"/>
    <w:rsid w:val="00EC495C"/>
    <w:rsid w:val="00EC5867"/>
    <w:rsid w:val="00EC65E5"/>
    <w:rsid w:val="00EC6B18"/>
    <w:rsid w:val="00EC6C1E"/>
    <w:rsid w:val="00EC7787"/>
    <w:rsid w:val="00ED37D1"/>
    <w:rsid w:val="00ED41EB"/>
    <w:rsid w:val="00ED494D"/>
    <w:rsid w:val="00ED70CF"/>
    <w:rsid w:val="00EE04B9"/>
    <w:rsid w:val="00EE088D"/>
    <w:rsid w:val="00EE2C61"/>
    <w:rsid w:val="00EE4B89"/>
    <w:rsid w:val="00EE65F9"/>
    <w:rsid w:val="00EF095E"/>
    <w:rsid w:val="00EF10D9"/>
    <w:rsid w:val="00EF156F"/>
    <w:rsid w:val="00EF159D"/>
    <w:rsid w:val="00EF20BE"/>
    <w:rsid w:val="00EF327E"/>
    <w:rsid w:val="00EF6251"/>
    <w:rsid w:val="00EF748E"/>
    <w:rsid w:val="00F00453"/>
    <w:rsid w:val="00F022DD"/>
    <w:rsid w:val="00F038C4"/>
    <w:rsid w:val="00F04477"/>
    <w:rsid w:val="00F050F5"/>
    <w:rsid w:val="00F07348"/>
    <w:rsid w:val="00F12D20"/>
    <w:rsid w:val="00F209B9"/>
    <w:rsid w:val="00F2341D"/>
    <w:rsid w:val="00F23B2B"/>
    <w:rsid w:val="00F257FF"/>
    <w:rsid w:val="00F3060F"/>
    <w:rsid w:val="00F307D3"/>
    <w:rsid w:val="00F3169A"/>
    <w:rsid w:val="00F356B2"/>
    <w:rsid w:val="00F35BA1"/>
    <w:rsid w:val="00F35EEE"/>
    <w:rsid w:val="00F379B7"/>
    <w:rsid w:val="00F437A8"/>
    <w:rsid w:val="00F525FA"/>
    <w:rsid w:val="00F53D8C"/>
    <w:rsid w:val="00F57512"/>
    <w:rsid w:val="00F60018"/>
    <w:rsid w:val="00F60567"/>
    <w:rsid w:val="00F61DB6"/>
    <w:rsid w:val="00F678C2"/>
    <w:rsid w:val="00F67DBB"/>
    <w:rsid w:val="00F7115D"/>
    <w:rsid w:val="00F732A9"/>
    <w:rsid w:val="00F77520"/>
    <w:rsid w:val="00F8009A"/>
    <w:rsid w:val="00F85690"/>
    <w:rsid w:val="00F90A49"/>
    <w:rsid w:val="00F916C7"/>
    <w:rsid w:val="00F92496"/>
    <w:rsid w:val="00F93D32"/>
    <w:rsid w:val="00F970D9"/>
    <w:rsid w:val="00FA11A9"/>
    <w:rsid w:val="00FA56CE"/>
    <w:rsid w:val="00FB162B"/>
    <w:rsid w:val="00FB7CBE"/>
    <w:rsid w:val="00FC00C3"/>
    <w:rsid w:val="00FC16C9"/>
    <w:rsid w:val="00FC42D9"/>
    <w:rsid w:val="00FC6EE1"/>
    <w:rsid w:val="00FC71AB"/>
    <w:rsid w:val="00FD4331"/>
    <w:rsid w:val="00FD5967"/>
    <w:rsid w:val="00FD649F"/>
    <w:rsid w:val="00FD7891"/>
    <w:rsid w:val="00FE090C"/>
    <w:rsid w:val="00FE0AE2"/>
    <w:rsid w:val="00FE13AD"/>
    <w:rsid w:val="00FE3EFE"/>
    <w:rsid w:val="00FE55C6"/>
    <w:rsid w:val="00FF0346"/>
    <w:rsid w:val="00FF2002"/>
    <w:rsid w:val="00FF27B7"/>
    <w:rsid w:val="00FF41AD"/>
    <w:rsid w:val="00FF41D1"/>
    <w:rsid w:val="00FF49AC"/>
    <w:rsid w:val="00FF5543"/>
    <w:rsid w:val="00FF66EA"/>
    <w:rsid w:val="00FF6D96"/>
  </w:rsids>
  <w:docVars>
    <w:docVar w:name="__Grammarly_42___1" w:val="H4sIAAAAAAAEAKtWcslP9kxRslIyNDYyNbMwNTI0NLU0NzA3NzFS0lEKTi0uzszPAykwrAUA2PKXIywAAAA="/>
    <w:docVar w:name="__Grammarly_42____i" w:val="H4sIAAAAAAAEAKtWckksSQxILCpxzi/NK1GyMqwFAAEhoTITAAAA"/>
  </w:docVars>
  <m:mathPr>
    <m:mathFont m:val="Cambria Math"/>
    <m:smallFrac/>
  </m:mathPr>
  <w:themeFontLang w:val="en-US"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3" w:qFormat="1"/>
    <w:lsdException w:name="heading 3" w:uiPriority="3" w:qFormat="1"/>
    <w:lsdException w:name="heading 4" w:uiPriority="3" w:qFormat="1"/>
    <w:lsdException w:name="heading 5" w:uiPriority="3"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qFormat="1"/>
    <w:lsdException w:name="endnote text" w:qFormat="1"/>
    <w:lsdException w:name="List Bullet" w:qFormat="1"/>
    <w:lsdException w:name="List Number" w:qFormat="1"/>
    <w:lsdException w:name="Title" w:semiHidden="0" w:uiPriority="10" w:unhideWhenUsed="0" w:qFormat="1"/>
    <w:lsdException w:name="Default Paragraph Font" w:uiPriority="1"/>
    <w:lsdException w:name="Subtitle" w:uiPriority="18"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qFormat="1"/>
    <w:lsdException w:name="TOC Heading" w:uiPriority="39" w:qFormat="1"/>
  </w:latentStyles>
  <w:style w:type="paragraph" w:default="1" w:styleId="Normal">
    <w:name w:val="Normal"/>
    <w:qFormat/>
    <w:rsid w:val="000D3F41"/>
    <w:rPr>
      <w:kern w:val="24"/>
    </w:rPr>
  </w:style>
  <w:style w:type="paragraph" w:styleId="Heading1">
    <w:name w:val="heading 1"/>
    <w:basedOn w:val="Normal"/>
    <w:next w:val="Normal"/>
    <w:link w:val="Heading1Char"/>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rsid w:val="008C7B1F"/>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8C7B1F"/>
    <w:pPr>
      <w:spacing w:line="240" w:lineRule="auto"/>
      <w:ind w:firstLine="0"/>
    </w:pPr>
  </w:style>
  <w:style w:type="character" w:customStyle="1" w:styleId="HeaderChar">
    <w:name w:val="Header Char"/>
    <w:basedOn w:val="DefaultParagraphFont"/>
    <w:link w:val="Header"/>
    <w:uiPriority w:val="99"/>
    <w:rsid w:val="008C7B1F"/>
    <w:rPr>
      <w:kern w:val="24"/>
    </w:rPr>
  </w:style>
  <w:style w:type="character" w:styleId="Strong">
    <w:name w:val="Strong"/>
    <w:basedOn w:val="DefaultParagraphFont"/>
    <w:uiPriority w:val="22"/>
    <w:unhideWhenUsed/>
    <w:qFormat/>
    <w:rsid w:val="008C7B1F"/>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rsid w:val="008C7B1F"/>
    <w:pPr>
      <w:ind w:firstLine="0"/>
    </w:pPr>
  </w:style>
  <w:style w:type="character" w:customStyle="1" w:styleId="Heading1Char">
    <w:name w:val="Heading 1 Char"/>
    <w:basedOn w:val="DefaultParagraphFont"/>
    <w:link w:val="Heading1"/>
    <w:uiPriority w:val="9"/>
    <w:rsid w:val="008C7B1F"/>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sid w:val="008C7B1F"/>
    <w:rPr>
      <w:rFonts w:asciiTheme="majorHAnsi" w:eastAsiaTheme="majorEastAsia" w:hAnsiTheme="majorHAnsi" w:cstheme="majorBidi"/>
      <w:b/>
      <w:bCs/>
      <w:kern w:val="24"/>
    </w:rPr>
  </w:style>
  <w:style w:type="paragraph" w:styleId="Title">
    <w:name w:val="Title"/>
    <w:basedOn w:val="Normal"/>
    <w:link w:val="TitleChar"/>
    <w:qFormat/>
    <w:rsid w:val="008C7B1F"/>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sid w:val="008C7B1F"/>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rsid w:val="008C7B1F"/>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rsid w:val="008C7B1F"/>
    <w:pPr>
      <w:spacing w:after="120"/>
      <w:ind w:firstLine="0"/>
    </w:pPr>
  </w:style>
  <w:style w:type="character" w:customStyle="1" w:styleId="BodyTextChar">
    <w:name w:val="Body Text Char"/>
    <w:basedOn w:val="DefaultParagraphFont"/>
    <w:link w:val="BodyText"/>
    <w:uiPriority w:val="99"/>
    <w:semiHidden/>
    <w:rsid w:val="008C7B1F"/>
    <w:rPr>
      <w:kern w:val="24"/>
    </w:rPr>
  </w:style>
  <w:style w:type="paragraph" w:styleId="BodyText2">
    <w:name w:val="Body Text 2"/>
    <w:basedOn w:val="Normal"/>
    <w:link w:val="BodyText2Char"/>
    <w:uiPriority w:val="99"/>
    <w:semiHidden/>
    <w:unhideWhenUsed/>
    <w:rsid w:val="008C7B1F"/>
    <w:pPr>
      <w:spacing w:after="120"/>
      <w:ind w:firstLine="0"/>
    </w:pPr>
  </w:style>
  <w:style w:type="character" w:customStyle="1" w:styleId="BodyText2Char">
    <w:name w:val="Body Text 2 Char"/>
    <w:basedOn w:val="DefaultParagraphFont"/>
    <w:link w:val="BodyText2"/>
    <w:uiPriority w:val="99"/>
    <w:semiHidden/>
    <w:rsid w:val="008C7B1F"/>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rsid w:val="008C7B1F"/>
    <w:pPr>
      <w:spacing w:after="0"/>
    </w:pPr>
  </w:style>
  <w:style w:type="character" w:customStyle="1" w:styleId="BodyTextFirstIndentChar">
    <w:name w:val="Body Text First Indent Char"/>
    <w:basedOn w:val="BodyTextChar"/>
    <w:link w:val="BodyTextFirstIndent"/>
    <w:uiPriority w:val="99"/>
    <w:semiHidden/>
    <w:rsid w:val="008C7B1F"/>
    <w:rPr>
      <w:kern w:val="24"/>
    </w:rPr>
  </w:style>
  <w:style w:type="paragraph" w:styleId="BodyTextIndent">
    <w:name w:val="Body Text Indent"/>
    <w:basedOn w:val="Normal"/>
    <w:link w:val="BodyTextIndentChar"/>
    <w:uiPriority w:val="99"/>
    <w:semiHidden/>
    <w:unhideWhenUsed/>
    <w:rsid w:val="008C7B1F"/>
    <w:pPr>
      <w:spacing w:after="120"/>
      <w:ind w:left="360" w:firstLine="0"/>
    </w:pPr>
  </w:style>
  <w:style w:type="character" w:customStyle="1" w:styleId="BodyTextIndentChar">
    <w:name w:val="Body Text Indent Char"/>
    <w:basedOn w:val="DefaultParagraphFont"/>
    <w:link w:val="BodyTextIndent"/>
    <w:uiPriority w:val="99"/>
    <w:semiHidden/>
    <w:rsid w:val="008C7B1F"/>
    <w:rPr>
      <w:kern w:val="24"/>
    </w:rPr>
  </w:style>
  <w:style w:type="paragraph" w:styleId="BodyTextFirstIndent2">
    <w:name w:val="Body Text First Indent 2"/>
    <w:basedOn w:val="BodyTextIndent"/>
    <w:link w:val="BodyTextFirstIndent2Char"/>
    <w:uiPriority w:val="99"/>
    <w:semiHidden/>
    <w:unhideWhenUsed/>
    <w:rsid w:val="008C7B1F"/>
    <w:pPr>
      <w:spacing w:after="0"/>
    </w:pPr>
  </w:style>
  <w:style w:type="character" w:customStyle="1" w:styleId="BodyTextFirstIndent2Char">
    <w:name w:val="Body Text First Indent 2 Char"/>
    <w:basedOn w:val="BodyTextIndentChar"/>
    <w:link w:val="BodyTextFirstIndent2"/>
    <w:uiPriority w:val="99"/>
    <w:semiHidden/>
    <w:rsid w:val="008C7B1F"/>
    <w:rPr>
      <w:kern w:val="24"/>
    </w:rPr>
  </w:style>
  <w:style w:type="paragraph" w:styleId="BodyTextIndent2">
    <w:name w:val="Body Text Indent 2"/>
    <w:basedOn w:val="Normal"/>
    <w:link w:val="BodyTextIndent2Char"/>
    <w:uiPriority w:val="99"/>
    <w:semiHidden/>
    <w:unhideWhenUsed/>
    <w:rsid w:val="008C7B1F"/>
    <w:pPr>
      <w:spacing w:after="120"/>
      <w:ind w:left="360" w:firstLine="0"/>
    </w:pPr>
  </w:style>
  <w:style w:type="character" w:customStyle="1" w:styleId="BodyTextIndent2Char">
    <w:name w:val="Body Text Indent 2 Char"/>
    <w:basedOn w:val="DefaultParagraphFont"/>
    <w:link w:val="BodyTextIndent2"/>
    <w:uiPriority w:val="99"/>
    <w:semiHidden/>
    <w:rsid w:val="008C7B1F"/>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rsid w:val="008C7B1F"/>
    <w:pPr>
      <w:spacing w:line="240" w:lineRule="auto"/>
      <w:ind w:left="4320" w:firstLine="0"/>
    </w:pPr>
  </w:style>
  <w:style w:type="character" w:customStyle="1" w:styleId="ClosingChar">
    <w:name w:val="Closing Char"/>
    <w:basedOn w:val="DefaultParagraphFont"/>
    <w:link w:val="Closing"/>
    <w:uiPriority w:val="99"/>
    <w:semiHidden/>
    <w:rsid w:val="008C7B1F"/>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sid w:val="008C7B1F"/>
    <w:rPr>
      <w:b/>
      <w:bCs/>
    </w:rPr>
  </w:style>
  <w:style w:type="character" w:customStyle="1" w:styleId="CommentSubjectChar">
    <w:name w:val="Comment Subject Char"/>
    <w:basedOn w:val="CommentTextChar"/>
    <w:link w:val="CommentSubject"/>
    <w:uiPriority w:val="99"/>
    <w:semiHidden/>
    <w:rsid w:val="008C7B1F"/>
    <w:rPr>
      <w:b/>
      <w:bCs/>
      <w:kern w:val="24"/>
      <w:sz w:val="20"/>
      <w:szCs w:val="20"/>
    </w:rPr>
  </w:style>
  <w:style w:type="paragraph" w:styleId="Date">
    <w:name w:val="Date"/>
    <w:basedOn w:val="Normal"/>
    <w:next w:val="Normal"/>
    <w:link w:val="DateChar"/>
    <w:uiPriority w:val="99"/>
    <w:semiHidden/>
    <w:unhideWhenUsed/>
    <w:rsid w:val="008C7B1F"/>
    <w:pPr>
      <w:ind w:firstLine="0"/>
    </w:pPr>
  </w:style>
  <w:style w:type="character" w:customStyle="1" w:styleId="DateChar">
    <w:name w:val="Date Char"/>
    <w:basedOn w:val="DefaultParagraphFont"/>
    <w:link w:val="Date"/>
    <w:uiPriority w:val="99"/>
    <w:semiHidden/>
    <w:rsid w:val="008C7B1F"/>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rsid w:val="008C7B1F"/>
    <w:pPr>
      <w:spacing w:line="240" w:lineRule="auto"/>
      <w:ind w:firstLine="0"/>
    </w:pPr>
  </w:style>
  <w:style w:type="character" w:customStyle="1" w:styleId="E-mailSignatureChar">
    <w:name w:val="E-mail Signature Char"/>
    <w:basedOn w:val="DefaultParagraphFont"/>
    <w:link w:val="E-mailSignature"/>
    <w:uiPriority w:val="99"/>
    <w:semiHidden/>
    <w:rsid w:val="008C7B1F"/>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rsid w:val="008C7B1F"/>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rsid w:val="008C7B1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leNormal"/>
    <w:uiPriority w:val="40"/>
    <w:rsid w:val="008C7B1F"/>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8C7B1F"/>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8C7B1F"/>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rsid w:val="008C7B1F"/>
    <w:pPr>
      <w:spacing w:line="240" w:lineRule="auto"/>
      <w:ind w:firstLine="0"/>
    </w:pPr>
    <w:rPr>
      <w:i/>
      <w:iCs/>
    </w:rPr>
  </w:style>
  <w:style w:type="character" w:customStyle="1" w:styleId="HTMLAddressChar">
    <w:name w:val="HTML Address Char"/>
    <w:basedOn w:val="DefaultParagraphFont"/>
    <w:link w:val="HTMLAddress"/>
    <w:uiPriority w:val="99"/>
    <w:semiHidden/>
    <w:rsid w:val="008C7B1F"/>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rsid w:val="008C7B1F"/>
    <w:pPr>
      <w:spacing w:line="240" w:lineRule="auto"/>
      <w:ind w:left="240" w:firstLine="0"/>
    </w:pPr>
  </w:style>
  <w:style w:type="paragraph" w:styleId="Index2">
    <w:name w:val="index 2"/>
    <w:basedOn w:val="Normal"/>
    <w:next w:val="Normal"/>
    <w:autoRedefine/>
    <w:uiPriority w:val="99"/>
    <w:semiHidden/>
    <w:unhideWhenUsed/>
    <w:rsid w:val="008C7B1F"/>
    <w:pPr>
      <w:spacing w:line="240" w:lineRule="auto"/>
      <w:ind w:left="480" w:firstLine="0"/>
    </w:pPr>
  </w:style>
  <w:style w:type="paragraph" w:styleId="Index3">
    <w:name w:val="index 3"/>
    <w:basedOn w:val="Normal"/>
    <w:next w:val="Normal"/>
    <w:autoRedefine/>
    <w:uiPriority w:val="99"/>
    <w:semiHidden/>
    <w:unhideWhenUsed/>
    <w:rsid w:val="008C7B1F"/>
    <w:pPr>
      <w:spacing w:line="240" w:lineRule="auto"/>
      <w:ind w:left="720" w:firstLine="0"/>
    </w:pPr>
  </w:style>
  <w:style w:type="paragraph" w:styleId="Index4">
    <w:name w:val="index 4"/>
    <w:basedOn w:val="Normal"/>
    <w:next w:val="Normal"/>
    <w:autoRedefine/>
    <w:uiPriority w:val="99"/>
    <w:semiHidden/>
    <w:unhideWhenUsed/>
    <w:rsid w:val="008C7B1F"/>
    <w:pPr>
      <w:spacing w:line="240" w:lineRule="auto"/>
      <w:ind w:left="960" w:firstLine="0"/>
    </w:pPr>
  </w:style>
  <w:style w:type="paragraph" w:styleId="Index5">
    <w:name w:val="index 5"/>
    <w:basedOn w:val="Normal"/>
    <w:next w:val="Normal"/>
    <w:autoRedefine/>
    <w:uiPriority w:val="99"/>
    <w:semiHidden/>
    <w:unhideWhenUsed/>
    <w:rsid w:val="008C7B1F"/>
    <w:pPr>
      <w:spacing w:line="240" w:lineRule="auto"/>
      <w:ind w:left="1200" w:firstLine="0"/>
    </w:pPr>
  </w:style>
  <w:style w:type="paragraph" w:styleId="Index6">
    <w:name w:val="index 6"/>
    <w:basedOn w:val="Normal"/>
    <w:next w:val="Normal"/>
    <w:autoRedefine/>
    <w:uiPriority w:val="99"/>
    <w:semiHidden/>
    <w:unhideWhenUsed/>
    <w:rsid w:val="008C7B1F"/>
    <w:pPr>
      <w:spacing w:line="240" w:lineRule="auto"/>
      <w:ind w:left="1440" w:firstLine="0"/>
    </w:pPr>
  </w:style>
  <w:style w:type="paragraph" w:styleId="Index7">
    <w:name w:val="index 7"/>
    <w:basedOn w:val="Normal"/>
    <w:next w:val="Normal"/>
    <w:autoRedefine/>
    <w:uiPriority w:val="99"/>
    <w:semiHidden/>
    <w:unhideWhenUsed/>
    <w:rsid w:val="008C7B1F"/>
    <w:pPr>
      <w:spacing w:line="240" w:lineRule="auto"/>
      <w:ind w:left="1680" w:firstLine="0"/>
    </w:pPr>
  </w:style>
  <w:style w:type="paragraph" w:styleId="Index8">
    <w:name w:val="index 8"/>
    <w:basedOn w:val="Normal"/>
    <w:next w:val="Normal"/>
    <w:autoRedefine/>
    <w:uiPriority w:val="99"/>
    <w:semiHidden/>
    <w:unhideWhenUsed/>
    <w:rsid w:val="008C7B1F"/>
    <w:pPr>
      <w:spacing w:line="240" w:lineRule="auto"/>
      <w:ind w:left="1920" w:firstLine="0"/>
    </w:pPr>
  </w:style>
  <w:style w:type="paragraph" w:styleId="Index9">
    <w:name w:val="index 9"/>
    <w:basedOn w:val="Normal"/>
    <w:next w:val="Normal"/>
    <w:autoRedefine/>
    <w:uiPriority w:val="99"/>
    <w:semiHidden/>
    <w:unhideWhenUsed/>
    <w:rsid w:val="008C7B1F"/>
    <w:pPr>
      <w:spacing w:line="240" w:lineRule="auto"/>
      <w:ind w:left="2160" w:firstLine="0"/>
    </w:pPr>
  </w:style>
  <w:style w:type="paragraph" w:styleId="IndexHeading">
    <w:name w:val="index heading"/>
    <w:basedOn w:val="Normal"/>
    <w:next w:val="Index1"/>
    <w:uiPriority w:val="99"/>
    <w:semiHidden/>
    <w:unhideWhenUsed/>
    <w:rsid w:val="008C7B1F"/>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rsid w:val="008C7B1F"/>
    <w:pPr>
      <w:ind w:left="360" w:firstLine="0"/>
      <w:contextualSpacing/>
    </w:pPr>
  </w:style>
  <w:style w:type="paragraph" w:styleId="List2">
    <w:name w:val="List 2"/>
    <w:basedOn w:val="Normal"/>
    <w:uiPriority w:val="99"/>
    <w:semiHidden/>
    <w:unhideWhenUsed/>
    <w:rsid w:val="008C7B1F"/>
    <w:pPr>
      <w:ind w:left="720" w:firstLine="0"/>
      <w:contextualSpacing/>
    </w:pPr>
  </w:style>
  <w:style w:type="paragraph" w:styleId="List3">
    <w:name w:val="List 3"/>
    <w:basedOn w:val="Normal"/>
    <w:uiPriority w:val="99"/>
    <w:semiHidden/>
    <w:unhideWhenUsed/>
    <w:rsid w:val="008C7B1F"/>
    <w:pPr>
      <w:ind w:left="1080" w:firstLine="0"/>
      <w:contextualSpacing/>
    </w:pPr>
  </w:style>
  <w:style w:type="paragraph" w:styleId="List4">
    <w:name w:val="List 4"/>
    <w:basedOn w:val="Normal"/>
    <w:uiPriority w:val="99"/>
    <w:semiHidden/>
    <w:unhideWhenUsed/>
    <w:rsid w:val="008C7B1F"/>
    <w:pPr>
      <w:ind w:left="1440" w:firstLine="0"/>
      <w:contextualSpacing/>
    </w:pPr>
  </w:style>
  <w:style w:type="paragraph" w:styleId="List5">
    <w:name w:val="List 5"/>
    <w:basedOn w:val="Normal"/>
    <w:uiPriority w:val="99"/>
    <w:semiHidden/>
    <w:unhideWhenUsed/>
    <w:rsid w:val="008C7B1F"/>
    <w:pPr>
      <w:ind w:left="1800" w:firstLine="0"/>
      <w:contextualSpacing/>
    </w:pPr>
  </w:style>
  <w:style w:type="paragraph" w:styleId="ListBullet">
    <w:name w:val="List Bullet"/>
    <w:basedOn w:val="Normal"/>
    <w:uiPriority w:val="9"/>
    <w:unhideWhenUsed/>
    <w:qFormat/>
    <w:rsid w:val="008C7B1F"/>
    <w:pPr>
      <w:numPr>
        <w:numId w:val="1"/>
      </w:numPr>
      <w:contextualSpacing/>
    </w:pPr>
  </w:style>
  <w:style w:type="paragraph" w:styleId="ListBullet2">
    <w:name w:val="List Bullet 2"/>
    <w:basedOn w:val="Normal"/>
    <w:uiPriority w:val="99"/>
    <w:semiHidden/>
    <w:unhideWhenUsed/>
    <w:rsid w:val="008C7B1F"/>
    <w:pPr>
      <w:numPr>
        <w:numId w:val="2"/>
      </w:numPr>
      <w:ind w:firstLine="0"/>
      <w:contextualSpacing/>
    </w:pPr>
  </w:style>
  <w:style w:type="paragraph" w:styleId="ListBullet3">
    <w:name w:val="List Bullet 3"/>
    <w:basedOn w:val="Normal"/>
    <w:uiPriority w:val="99"/>
    <w:semiHidden/>
    <w:unhideWhenUsed/>
    <w:rsid w:val="008C7B1F"/>
    <w:pPr>
      <w:numPr>
        <w:numId w:val="3"/>
      </w:numPr>
      <w:ind w:firstLine="0"/>
      <w:contextualSpacing/>
    </w:pPr>
  </w:style>
  <w:style w:type="paragraph" w:styleId="ListBullet4">
    <w:name w:val="List Bullet 4"/>
    <w:basedOn w:val="Normal"/>
    <w:uiPriority w:val="99"/>
    <w:semiHidden/>
    <w:unhideWhenUsed/>
    <w:rsid w:val="008C7B1F"/>
    <w:pPr>
      <w:numPr>
        <w:numId w:val="4"/>
      </w:numPr>
      <w:ind w:firstLine="0"/>
      <w:contextualSpacing/>
    </w:pPr>
  </w:style>
  <w:style w:type="paragraph" w:styleId="ListBullet5">
    <w:name w:val="List Bullet 5"/>
    <w:basedOn w:val="Normal"/>
    <w:uiPriority w:val="99"/>
    <w:semiHidden/>
    <w:unhideWhenUsed/>
    <w:rsid w:val="008C7B1F"/>
    <w:pPr>
      <w:numPr>
        <w:numId w:val="5"/>
      </w:numPr>
      <w:ind w:firstLine="0"/>
      <w:contextualSpacing/>
    </w:pPr>
  </w:style>
  <w:style w:type="paragraph" w:styleId="ListContinue">
    <w:name w:val="List Continue"/>
    <w:basedOn w:val="Normal"/>
    <w:uiPriority w:val="99"/>
    <w:semiHidden/>
    <w:unhideWhenUsed/>
    <w:rsid w:val="008C7B1F"/>
    <w:pPr>
      <w:spacing w:after="120"/>
      <w:ind w:left="360" w:firstLine="0"/>
      <w:contextualSpacing/>
    </w:pPr>
  </w:style>
  <w:style w:type="paragraph" w:styleId="ListContinue2">
    <w:name w:val="List Continue 2"/>
    <w:basedOn w:val="Normal"/>
    <w:uiPriority w:val="99"/>
    <w:semiHidden/>
    <w:unhideWhenUsed/>
    <w:rsid w:val="008C7B1F"/>
    <w:pPr>
      <w:spacing w:after="120"/>
      <w:ind w:left="720" w:firstLine="0"/>
      <w:contextualSpacing/>
    </w:pPr>
  </w:style>
  <w:style w:type="paragraph" w:styleId="ListContinue3">
    <w:name w:val="List Continue 3"/>
    <w:basedOn w:val="Normal"/>
    <w:uiPriority w:val="99"/>
    <w:semiHidden/>
    <w:unhideWhenUsed/>
    <w:rsid w:val="008C7B1F"/>
    <w:pPr>
      <w:spacing w:after="120"/>
      <w:ind w:left="1080" w:firstLine="0"/>
      <w:contextualSpacing/>
    </w:pPr>
  </w:style>
  <w:style w:type="paragraph" w:styleId="ListContinue4">
    <w:name w:val="List Continue 4"/>
    <w:basedOn w:val="Normal"/>
    <w:uiPriority w:val="99"/>
    <w:semiHidden/>
    <w:unhideWhenUsed/>
    <w:rsid w:val="008C7B1F"/>
    <w:pPr>
      <w:spacing w:after="120"/>
      <w:ind w:left="1440" w:firstLine="0"/>
      <w:contextualSpacing/>
    </w:pPr>
  </w:style>
  <w:style w:type="paragraph" w:styleId="ListContinue5">
    <w:name w:val="List Continue 5"/>
    <w:basedOn w:val="Normal"/>
    <w:uiPriority w:val="99"/>
    <w:semiHidden/>
    <w:unhideWhenUsed/>
    <w:rsid w:val="008C7B1F"/>
    <w:pPr>
      <w:spacing w:after="120"/>
      <w:ind w:left="1800" w:firstLine="0"/>
      <w:contextualSpacing/>
    </w:pPr>
  </w:style>
  <w:style w:type="paragraph" w:styleId="ListNumber">
    <w:name w:val="List Number"/>
    <w:basedOn w:val="Normal"/>
    <w:uiPriority w:val="9"/>
    <w:unhideWhenUsed/>
    <w:qFormat/>
    <w:rsid w:val="008C7B1F"/>
    <w:pPr>
      <w:numPr>
        <w:numId w:val="6"/>
      </w:numPr>
      <w:contextualSpacing/>
    </w:pPr>
  </w:style>
  <w:style w:type="paragraph" w:styleId="ListNumber2">
    <w:name w:val="List Number 2"/>
    <w:basedOn w:val="Normal"/>
    <w:uiPriority w:val="99"/>
    <w:semiHidden/>
    <w:unhideWhenUsed/>
    <w:rsid w:val="008C7B1F"/>
    <w:pPr>
      <w:numPr>
        <w:numId w:val="7"/>
      </w:numPr>
      <w:ind w:firstLine="0"/>
      <w:contextualSpacing/>
    </w:pPr>
  </w:style>
  <w:style w:type="paragraph" w:styleId="ListNumber3">
    <w:name w:val="List Number 3"/>
    <w:basedOn w:val="Normal"/>
    <w:uiPriority w:val="99"/>
    <w:semiHidden/>
    <w:unhideWhenUsed/>
    <w:rsid w:val="008C7B1F"/>
    <w:pPr>
      <w:numPr>
        <w:numId w:val="8"/>
      </w:numPr>
      <w:ind w:firstLine="0"/>
      <w:contextualSpacing/>
    </w:pPr>
  </w:style>
  <w:style w:type="paragraph" w:styleId="ListNumber4">
    <w:name w:val="List Number 4"/>
    <w:basedOn w:val="Normal"/>
    <w:uiPriority w:val="99"/>
    <w:semiHidden/>
    <w:unhideWhenUsed/>
    <w:rsid w:val="008C7B1F"/>
    <w:pPr>
      <w:numPr>
        <w:numId w:val="9"/>
      </w:numPr>
      <w:ind w:firstLine="0"/>
      <w:contextualSpacing/>
    </w:pPr>
  </w:style>
  <w:style w:type="paragraph" w:styleId="ListNumber5">
    <w:name w:val="List Number 5"/>
    <w:basedOn w:val="Normal"/>
    <w:uiPriority w:val="99"/>
    <w:semiHidden/>
    <w:unhideWhenUsed/>
    <w:rsid w:val="008C7B1F"/>
    <w:pPr>
      <w:numPr>
        <w:numId w:val="10"/>
      </w:numPr>
      <w:ind w:firstLine="0"/>
      <w:contextualSpacing/>
    </w:pPr>
  </w:style>
  <w:style w:type="paragraph" w:styleId="ListParagraph">
    <w:name w:val="List Paragraph"/>
    <w:basedOn w:val="Normal"/>
    <w:uiPriority w:val="34"/>
    <w:unhideWhenUsed/>
    <w:qFormat/>
    <w:rsid w:val="008C7B1F"/>
    <w:pPr>
      <w:ind w:left="720" w:firstLine="0"/>
      <w:contextualSpacing/>
    </w:pPr>
  </w:style>
  <w:style w:type="paragraph" w:styleId="Macro">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rsid w:val="008C7B1F"/>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C7B1F"/>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rsid w:val="008C7B1F"/>
    <w:pPr>
      <w:ind w:firstLine="0"/>
    </w:pPr>
    <w:rPr>
      <w:rFonts w:ascii="Times New Roman" w:hAnsi="Times New Roman" w:cs="Times New Roman"/>
    </w:rPr>
  </w:style>
  <w:style w:type="paragraph" w:styleId="NormalIndent">
    <w:name w:val="Normal Indent"/>
    <w:basedOn w:val="Normal"/>
    <w:uiPriority w:val="99"/>
    <w:semiHidden/>
    <w:unhideWhenUsed/>
    <w:rsid w:val="008C7B1F"/>
    <w:pPr>
      <w:ind w:left="720" w:firstLine="0"/>
    </w:pPr>
  </w:style>
  <w:style w:type="paragraph" w:styleId="NoteHeading">
    <w:name w:val="Note Heading"/>
    <w:basedOn w:val="Normal"/>
    <w:next w:val="Normal"/>
    <w:link w:val="NoteHeadingChar"/>
    <w:uiPriority w:val="99"/>
    <w:semiHidden/>
    <w:unhideWhenUsed/>
    <w:rsid w:val="008C7B1F"/>
    <w:pPr>
      <w:spacing w:line="240" w:lineRule="auto"/>
      <w:ind w:firstLine="0"/>
    </w:pPr>
  </w:style>
  <w:style w:type="character" w:customStyle="1" w:styleId="NoteHeadingChar">
    <w:name w:val="Note Heading Char"/>
    <w:basedOn w:val="DefaultParagraphFont"/>
    <w:link w:val="NoteHeading"/>
    <w:uiPriority w:val="99"/>
    <w:semiHidden/>
    <w:rsid w:val="008C7B1F"/>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rsid w:val="008C7B1F"/>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sid w:val="008C7B1F"/>
    <w:rPr>
      <w:i/>
      <w:iCs/>
      <w:color w:val="404040" w:themeColor="text1" w:themeTint="BF"/>
      <w:kern w:val="24"/>
    </w:rPr>
  </w:style>
  <w:style w:type="paragraph" w:styleId="Salutation">
    <w:name w:val="Salutation"/>
    <w:basedOn w:val="Normal"/>
    <w:next w:val="Normal"/>
    <w:link w:val="SalutationChar"/>
    <w:uiPriority w:val="99"/>
    <w:semiHidden/>
    <w:unhideWhenUsed/>
    <w:rsid w:val="008C7B1F"/>
    <w:pPr>
      <w:ind w:firstLine="0"/>
    </w:pPr>
  </w:style>
  <w:style w:type="character" w:customStyle="1" w:styleId="SalutationChar">
    <w:name w:val="Salutation Char"/>
    <w:basedOn w:val="DefaultParagraphFont"/>
    <w:link w:val="Salutation"/>
    <w:uiPriority w:val="99"/>
    <w:semiHidden/>
    <w:rsid w:val="008C7B1F"/>
    <w:rPr>
      <w:kern w:val="24"/>
    </w:rPr>
  </w:style>
  <w:style w:type="paragraph" w:styleId="Signature">
    <w:name w:val="Signature"/>
    <w:basedOn w:val="Normal"/>
    <w:link w:val="SignatureChar"/>
    <w:uiPriority w:val="99"/>
    <w:semiHidden/>
    <w:unhideWhenUsed/>
    <w:rsid w:val="008C7B1F"/>
    <w:pPr>
      <w:spacing w:line="240" w:lineRule="auto"/>
      <w:ind w:left="4320" w:firstLine="0"/>
    </w:pPr>
  </w:style>
  <w:style w:type="character" w:customStyle="1" w:styleId="SignatureChar">
    <w:name w:val="Signature Char"/>
    <w:basedOn w:val="DefaultParagraphFont"/>
    <w:link w:val="Signature"/>
    <w:uiPriority w:val="99"/>
    <w:semiHidden/>
    <w:rsid w:val="008C7B1F"/>
    <w:rPr>
      <w:kern w:val="24"/>
    </w:rPr>
  </w:style>
  <w:style w:type="paragraph" w:styleId="TableofAuthorities">
    <w:name w:val="table of authorities"/>
    <w:basedOn w:val="Normal"/>
    <w:next w:val="Normal"/>
    <w:uiPriority w:val="99"/>
    <w:semiHidden/>
    <w:unhideWhenUsed/>
    <w:rsid w:val="008C7B1F"/>
    <w:pPr>
      <w:ind w:left="240" w:firstLine="0"/>
    </w:pPr>
  </w:style>
  <w:style w:type="paragraph" w:styleId="TableofFigures">
    <w:name w:val="table of figures"/>
    <w:basedOn w:val="Normal"/>
    <w:next w:val="Normal"/>
    <w:uiPriority w:val="99"/>
    <w:semiHidden/>
    <w:unhideWhenUsed/>
    <w:rsid w:val="008C7B1F"/>
    <w:pPr>
      <w:ind w:firstLine="0"/>
    </w:pPr>
  </w:style>
  <w:style w:type="paragraph" w:styleId="TOAHeading">
    <w:name w:val="toa heading"/>
    <w:basedOn w:val="Normal"/>
    <w:next w:val="Normal"/>
    <w:uiPriority w:val="99"/>
    <w:semiHidden/>
    <w:unhideWhenUsed/>
    <w:rsid w:val="008C7B1F"/>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8C7B1F"/>
    <w:pPr>
      <w:spacing w:after="100"/>
      <w:ind w:left="720" w:firstLine="0"/>
    </w:pPr>
  </w:style>
  <w:style w:type="paragraph" w:styleId="TOC5">
    <w:name w:val="toc 5"/>
    <w:basedOn w:val="Normal"/>
    <w:next w:val="Normal"/>
    <w:autoRedefine/>
    <w:uiPriority w:val="39"/>
    <w:semiHidden/>
    <w:unhideWhenUsed/>
    <w:rsid w:val="008C7B1F"/>
    <w:pPr>
      <w:spacing w:after="100"/>
      <w:ind w:left="960" w:firstLine="0"/>
    </w:pPr>
  </w:style>
  <w:style w:type="paragraph" w:styleId="TOC6">
    <w:name w:val="toc 6"/>
    <w:basedOn w:val="Normal"/>
    <w:next w:val="Normal"/>
    <w:autoRedefine/>
    <w:uiPriority w:val="39"/>
    <w:semiHidden/>
    <w:unhideWhenUsed/>
    <w:rsid w:val="008C7B1F"/>
    <w:pPr>
      <w:spacing w:after="100"/>
      <w:ind w:left="1200" w:firstLine="0"/>
    </w:pPr>
  </w:style>
  <w:style w:type="paragraph" w:styleId="TOC7">
    <w:name w:val="toc 7"/>
    <w:basedOn w:val="Normal"/>
    <w:next w:val="Normal"/>
    <w:autoRedefine/>
    <w:uiPriority w:val="39"/>
    <w:semiHidden/>
    <w:unhideWhenUsed/>
    <w:rsid w:val="008C7B1F"/>
    <w:pPr>
      <w:spacing w:after="100"/>
      <w:ind w:left="1440" w:firstLine="0"/>
    </w:pPr>
  </w:style>
  <w:style w:type="paragraph" w:styleId="TOC8">
    <w:name w:val="toc 8"/>
    <w:basedOn w:val="Normal"/>
    <w:next w:val="Normal"/>
    <w:autoRedefine/>
    <w:uiPriority w:val="39"/>
    <w:semiHidden/>
    <w:unhideWhenUsed/>
    <w:rsid w:val="008C7B1F"/>
    <w:pPr>
      <w:spacing w:after="100"/>
      <w:ind w:left="1680" w:firstLine="0"/>
    </w:pPr>
  </w:style>
  <w:style w:type="paragraph" w:styleId="TOC9">
    <w:name w:val="toc 9"/>
    <w:basedOn w:val="Normal"/>
    <w:next w:val="Normal"/>
    <w:autoRedefine/>
    <w:uiPriority w:val="39"/>
    <w:semiHidden/>
    <w:unhideWhenUsed/>
    <w:rsid w:val="008C7B1F"/>
    <w:pPr>
      <w:spacing w:after="100"/>
      <w:ind w:left="1920" w:firstLine="0"/>
    </w:pPr>
  </w:style>
  <w:style w:type="character" w:styleId="EndnoteReference">
    <w:name w:val="endnote reference"/>
    <w:basedOn w:val="DefaultParagraphFont"/>
    <w:uiPriority w:val="99"/>
    <w:semiHidden/>
    <w:unhideWhenUsed/>
    <w:rsid w:val="008C7B1F"/>
    <w:rPr>
      <w:vertAlign w:val="superscript"/>
    </w:rPr>
  </w:style>
  <w:style w:type="character" w:styleId="FootnoteReference">
    <w:name w:val="footnote reference"/>
    <w:basedOn w:val="DefaultParagraphFont"/>
    <w:uiPriority w:val="5"/>
    <w:unhideWhenUsed/>
    <w:qFormat/>
    <w:rsid w:val="008C7B1F"/>
    <w:rPr>
      <w:vertAlign w:val="superscript"/>
    </w:rPr>
  </w:style>
  <w:style w:type="table" w:customStyle="1" w:styleId="APAReport">
    <w:name w:val="APA Report"/>
    <w:basedOn w:val="TableNormal"/>
    <w:uiPriority w:val="99"/>
    <w:rsid w:val="00BF4184"/>
    <w:pPr>
      <w:spacing w:line="240" w:lineRule="auto"/>
      <w:ind w:firstLine="0"/>
    </w:p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rsid w:val="008C7B1F"/>
    <w:pPr>
      <w:spacing w:before="240"/>
      <w:ind w:firstLine="0"/>
      <w:contextualSpacing/>
    </w:pPr>
  </w:style>
  <w:style w:type="table" w:customStyle="1" w:styleId="PlainTable1">
    <w:name w:val="Plain Table 1"/>
    <w:basedOn w:val="TableNormal"/>
    <w:uiPriority w:val="41"/>
    <w:rsid w:val="00E6004D"/>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70128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haseeb\AppData\Roaming\Microsoft\Templates\APA%20style%20report%20(6th%20edition).dotx" TargetMode="External" /></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
  <Abstract>DISCUSSION</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2</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3</b:RefOrder>
  </b:Source>
  <b:Source>
    <b:Tag>OHS18</b:Tag>
    <b:SourceType>JournalArticle</b:SourceType>
    <b:Guid>{53F52645-8F7E-48BD-A647-FDE0A73C86EF}</b:Guid>
    <b:Author>
      <b:Author>
        <b:NameList>
          <b:Person>
            <b:Last>OHS</b:Last>
          </b:Person>
        </b:NameList>
      </b:Author>
    </b:Author>
    <b:Title>Occupational safety and health policy sums up the goals</b:Title>
    <b:Year>2018</b:Year>
    <b:Pages>https://ttk.fi/en/well-being_at_work_and_occupational_health_and_safety/occupational_health_and_safety_work_in_the_workplace/responsibilities_and_obligations/occupational_safety_and_health_policy</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B32BDC-7238-452D-BAAD-3F3F4A72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1137</TotalTime>
  <Pages>3</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Ahsan Ali</cp:lastModifiedBy>
  <cp:revision>469</cp:revision>
  <dcterms:created xsi:type="dcterms:W3CDTF">2021-02-04T01:31:00Z</dcterms:created>
  <dcterms:modified xsi:type="dcterms:W3CDTF">2021-05-11T10:38:00Z</dcterms:modified>
</cp:coreProperties>
</file>