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CCCAD" w14:textId="22BAA723" w:rsidR="00F9444C" w:rsidRDefault="0077039F">
      <w:pPr>
        <w:pStyle w:val="NoSpacing"/>
      </w:pPr>
      <w:sdt>
        <w:sdtPr>
          <w:alias w:val="Your Name:"/>
          <w:tag w:val="Your Name:"/>
          <w:id w:val="-686670367"/>
          <w:placeholder>
            <w:docPart w:val="278F1412C90748F084904573DC183C4A"/>
          </w:placeholder>
          <w:temporary/>
          <w:showingPlcHdr/>
          <w15:appearance w15:val="hidden"/>
        </w:sdtPr>
        <w:sdtEndPr/>
        <w:sdtContent>
          <w:r w:rsidR="00F9444C">
            <w:t>Your Name</w:t>
          </w:r>
        </w:sdtContent>
      </w:sdt>
      <w:r w:rsidR="00393D9C">
        <w:t>:</w:t>
      </w:r>
    </w:p>
    <w:p w14:paraId="0864D25B" w14:textId="167507D8" w:rsidR="00E614DD" w:rsidRDefault="0077039F">
      <w:pPr>
        <w:pStyle w:val="NoSpacing"/>
      </w:pPr>
      <w:sdt>
        <w:sdtPr>
          <w:alias w:val="Instructor Name:"/>
          <w:tag w:val="Instructor Name:"/>
          <w:id w:val="1392545257"/>
          <w:placeholder>
            <w:docPart w:val="27C8E1B15B254A7294E4CA6D1C56C754"/>
          </w:placeholder>
          <w:temporary/>
          <w:showingPlcHdr/>
          <w15:appearance w15:val="hidden"/>
        </w:sdtPr>
        <w:sdtEndPr/>
        <w:sdtContent>
          <w:r w:rsidR="00B13D1B">
            <w:t>Instructor Name</w:t>
          </w:r>
        </w:sdtContent>
      </w:sdt>
      <w:r w:rsidR="00393D9C">
        <w:t>:</w:t>
      </w:r>
    </w:p>
    <w:p w14:paraId="1EE6A7CE" w14:textId="7C63A9C6" w:rsidR="00E614DD" w:rsidRDefault="0077039F">
      <w:pPr>
        <w:pStyle w:val="NoSpacing"/>
      </w:pPr>
      <w:sdt>
        <w:sdtPr>
          <w:alias w:val="Course Number:"/>
          <w:tag w:val="Course Number:"/>
          <w:id w:val="1249771000"/>
          <w:placeholder>
            <w:docPart w:val="20B8B658F9BB45638FDFA06CD0F309D7"/>
          </w:placeholder>
          <w:temporary/>
          <w:showingPlcHdr/>
          <w15:appearance w15:val="hidden"/>
        </w:sdtPr>
        <w:sdtEndPr/>
        <w:sdtContent>
          <w:r w:rsidR="00B13D1B">
            <w:t>Course Number</w:t>
          </w:r>
        </w:sdtContent>
      </w:sdt>
      <w:r w:rsidR="00393D9C">
        <w:t>:</w:t>
      </w:r>
    </w:p>
    <w:p w14:paraId="11C04CE6" w14:textId="6DAAAFFF" w:rsidR="00E614DD" w:rsidRDefault="0077039F">
      <w:pPr>
        <w:pStyle w:val="NoSpacing"/>
      </w:pPr>
      <w:sdt>
        <w:sdtPr>
          <w:alias w:val="Date:"/>
          <w:tag w:val="Date:"/>
          <w:id w:val="518209038"/>
          <w:placeholder>
            <w:docPart w:val="444F9F9D20D94A04987F70AC202D3672"/>
          </w:placeholder>
          <w:temporary/>
          <w:showingPlcHdr/>
          <w15:appearance w15:val="hidden"/>
        </w:sdtPr>
        <w:sdtEndPr/>
        <w:sdtContent>
          <w:r w:rsidR="00B13D1B">
            <w:t>Date</w:t>
          </w:r>
        </w:sdtContent>
      </w:sdt>
      <w:r w:rsidR="00393D9C">
        <w:t>:</w:t>
      </w:r>
    </w:p>
    <w:p w14:paraId="482EB203" w14:textId="324BF019" w:rsidR="00393D9C" w:rsidRDefault="00393D9C">
      <w:pPr>
        <w:pStyle w:val="NoSpacing"/>
      </w:pPr>
    </w:p>
    <w:p w14:paraId="59D0C140" w14:textId="77777777" w:rsidR="006232EB" w:rsidRPr="006232EB" w:rsidRDefault="006232EB" w:rsidP="006232EB">
      <w:pPr>
        <w:numPr>
          <w:ilvl w:val="0"/>
          <w:numId w:val="32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b/>
          <w:bCs/>
          <w:color w:val="0E101A"/>
          <w:lang w:eastAsia="en-US"/>
        </w:rPr>
        <w:t>Billie’s Blues</w:t>
      </w:r>
    </w:p>
    <w:p w14:paraId="38928D6A" w14:textId="77777777" w:rsidR="006232EB" w:rsidRPr="006232EB" w:rsidRDefault="006232EB" w:rsidP="006232EB">
      <w:pPr>
        <w:numPr>
          <w:ilvl w:val="0"/>
          <w:numId w:val="35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When Billie starts singing, the music changes from beauty to thrilling and then sinks into one of the melodious tunes ever heard.</w:t>
      </w:r>
    </w:p>
    <w:p w14:paraId="6947FB30" w14:textId="77777777" w:rsidR="006232EB" w:rsidRPr="006232EB" w:rsidRDefault="006232EB" w:rsidP="006232EB">
      <w:pPr>
        <w:numPr>
          <w:ilvl w:val="0"/>
          <w:numId w:val="35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Billie’s voice is described as pure and mellow with reference to the word timbre.</w:t>
      </w:r>
    </w:p>
    <w:p w14:paraId="097C5EEC" w14:textId="77777777" w:rsidR="006232EB" w:rsidRPr="006232EB" w:rsidRDefault="006232EB" w:rsidP="006232EB">
      <w:pPr>
        <w:numPr>
          <w:ilvl w:val="0"/>
          <w:numId w:val="35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At 1:21, the clarinet is pure and thin as it wallows beyond that time frame.</w:t>
      </w:r>
    </w:p>
    <w:p w14:paraId="0352283A" w14:textId="77777777" w:rsidR="006232EB" w:rsidRPr="006232EB" w:rsidRDefault="006232EB" w:rsidP="006232EB">
      <w:pPr>
        <w:numPr>
          <w:ilvl w:val="0"/>
          <w:numId w:val="35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At 1:45, the muted trumpet is buzzy and brassy.</w:t>
      </w:r>
    </w:p>
    <w:p w14:paraId="01DDFE29" w14:textId="77777777" w:rsidR="006232EB" w:rsidRPr="006232EB" w:rsidRDefault="006232EB" w:rsidP="006232EB">
      <w:pPr>
        <w:numPr>
          <w:ilvl w:val="0"/>
          <w:numId w:val="35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music was more of listening than dancing due to the voice of Billie. Her voice is melodious, and therefore, one ought to listen rather than dance.</w:t>
      </w:r>
    </w:p>
    <w:p w14:paraId="3C6C0A24" w14:textId="77777777" w:rsidR="006232EB" w:rsidRPr="006232EB" w:rsidRDefault="006232EB" w:rsidP="006232EB">
      <w:pPr>
        <w:numPr>
          <w:ilvl w:val="0"/>
          <w:numId w:val="32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b/>
          <w:bCs/>
          <w:color w:val="0E101A"/>
          <w:lang w:eastAsia="en-US"/>
        </w:rPr>
        <w:t>Take the Train </w:t>
      </w:r>
    </w:p>
    <w:p w14:paraId="17CDEE1A" w14:textId="77777777" w:rsidR="006232EB" w:rsidRPr="006232EB" w:rsidRDefault="006232EB" w:rsidP="006232EB">
      <w:pPr>
        <w:pStyle w:val="ListParagraph"/>
        <w:numPr>
          <w:ilvl w:val="0"/>
          <w:numId w:val="36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bass drum incorporated with the piano is one of the musical instruments that we have not heard in any song this semester.</w:t>
      </w:r>
    </w:p>
    <w:p w14:paraId="52342446" w14:textId="77777777" w:rsidR="006232EB" w:rsidRPr="006232EB" w:rsidRDefault="006232EB" w:rsidP="006232EB">
      <w:pPr>
        <w:pStyle w:val="ListParagraph"/>
        <w:numPr>
          <w:ilvl w:val="0"/>
          <w:numId w:val="36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muted trumpet at 0: 50 is pure and thin.</w:t>
      </w:r>
    </w:p>
    <w:p w14:paraId="3560808D" w14:textId="77777777" w:rsidR="006232EB" w:rsidRPr="006232EB" w:rsidRDefault="006232EB" w:rsidP="006232EB">
      <w:pPr>
        <w:pStyle w:val="ListParagraph"/>
        <w:numPr>
          <w:ilvl w:val="0"/>
          <w:numId w:val="36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trumpet player uses most vibrato at the interval of 1:14, and there is a brass compilation.</w:t>
      </w:r>
    </w:p>
    <w:p w14:paraId="52306302" w14:textId="77777777" w:rsidR="006232EB" w:rsidRPr="006232EB" w:rsidRDefault="006232EB" w:rsidP="006232EB">
      <w:pPr>
        <w:pStyle w:val="ListParagraph"/>
        <w:numPr>
          <w:ilvl w:val="0"/>
          <w:numId w:val="36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At 2:04, the texture is as harmonic as the ensembles, and the trumpet combines effortlessly.</w:t>
      </w:r>
    </w:p>
    <w:p w14:paraId="25533000" w14:textId="77777777" w:rsidR="006232EB" w:rsidRPr="006232EB" w:rsidRDefault="006232EB" w:rsidP="006232EB">
      <w:pPr>
        <w:pStyle w:val="ListParagraph"/>
        <w:numPr>
          <w:ilvl w:val="0"/>
          <w:numId w:val="36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dynamic from 2:14 onwards is brought about by the dissonant in a "tolling chord'’. Thus, it gives way to different orchestra members to play their part in different time intervals until the discreet end.</w:t>
      </w:r>
    </w:p>
    <w:p w14:paraId="0365358A" w14:textId="77777777" w:rsidR="006232EB" w:rsidRPr="006232EB" w:rsidRDefault="006232EB" w:rsidP="006232EB">
      <w:pPr>
        <w:numPr>
          <w:ilvl w:val="0"/>
          <w:numId w:val="32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b/>
          <w:bCs/>
          <w:color w:val="0E101A"/>
          <w:lang w:eastAsia="en-US"/>
        </w:rPr>
        <w:t>Suite for Violin and Piano</w:t>
      </w:r>
    </w:p>
    <w:p w14:paraId="5CC391D3" w14:textId="77777777" w:rsidR="006232EB" w:rsidRPr="006232EB" w:rsidRDefault="006232EB" w:rsidP="006232EB">
      <w:pPr>
        <w:numPr>
          <w:ilvl w:val="0"/>
          <w:numId w:val="37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At 1:06, the sound is like European art music style since it has some touch of classical music.</w:t>
      </w:r>
    </w:p>
    <w:p w14:paraId="55BE2950" w14:textId="77777777" w:rsidR="006232EB" w:rsidRPr="006232EB" w:rsidRDefault="006232EB" w:rsidP="006232EB">
      <w:pPr>
        <w:numPr>
          <w:ilvl w:val="0"/>
          <w:numId w:val="37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Blue or Jazz music is at 1.20.</w:t>
      </w:r>
    </w:p>
    <w:p w14:paraId="7B43BDD9" w14:textId="77777777" w:rsidR="006232EB" w:rsidRPr="006232EB" w:rsidRDefault="006232EB" w:rsidP="006232EB">
      <w:pPr>
        <w:numPr>
          <w:ilvl w:val="0"/>
          <w:numId w:val="37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examples above are more formal since they have rhythm and the texture is harmonic.</w:t>
      </w:r>
    </w:p>
    <w:p w14:paraId="70D71B3A" w14:textId="77777777" w:rsidR="006232EB" w:rsidRPr="006232EB" w:rsidRDefault="006232EB" w:rsidP="006232EB">
      <w:pPr>
        <w:numPr>
          <w:ilvl w:val="0"/>
          <w:numId w:val="37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combination of this classical and American vernacular style is phenomenal to say as it highlights the flavor and beautiful musical sounds.</w:t>
      </w:r>
    </w:p>
    <w:p w14:paraId="073C6168" w14:textId="5A3D07E1" w:rsidR="006232EB" w:rsidRPr="006232EB" w:rsidRDefault="006232EB" w:rsidP="006232EB">
      <w:pPr>
        <w:suppressAutoHyphens w:val="0"/>
        <w:spacing w:line="240" w:lineRule="auto"/>
        <w:ind w:firstLine="60"/>
        <w:rPr>
          <w:rFonts w:ascii="Times New Roman" w:eastAsia="Times New Roman" w:hAnsi="Times New Roman" w:cs="Times New Roman"/>
          <w:color w:val="0E101A"/>
          <w:lang w:eastAsia="en-US"/>
        </w:rPr>
      </w:pPr>
    </w:p>
    <w:p w14:paraId="32718476" w14:textId="2BE188AC" w:rsidR="006232EB" w:rsidRPr="006232EB" w:rsidRDefault="006232EB" w:rsidP="006232EB">
      <w:pPr>
        <w:pStyle w:val="ListParagraph"/>
        <w:numPr>
          <w:ilvl w:val="0"/>
          <w:numId w:val="32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b/>
          <w:bCs/>
          <w:color w:val="0E101A"/>
          <w:lang w:eastAsia="en-US"/>
        </w:rPr>
        <w:t>Rhapsody in Blue </w:t>
      </w:r>
    </w:p>
    <w:p w14:paraId="47F366C1" w14:textId="77777777" w:rsidR="006232EB" w:rsidRPr="006232EB" w:rsidRDefault="006232EB" w:rsidP="006232EB">
      <w:pPr>
        <w:numPr>
          <w:ilvl w:val="0"/>
          <w:numId w:val="38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opening part exposes the Clarinet shown by the glissando that shifts into the high range thereby leading to a ritornello theme.</w:t>
      </w:r>
    </w:p>
    <w:p w14:paraId="5FB9C351" w14:textId="77777777" w:rsidR="006232EB" w:rsidRPr="006232EB" w:rsidRDefault="006232EB" w:rsidP="006232EB">
      <w:pPr>
        <w:numPr>
          <w:ilvl w:val="0"/>
          <w:numId w:val="38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pianist begins to play at 1.06</w:t>
      </w:r>
    </w:p>
    <w:p w14:paraId="7486E605" w14:textId="77777777" w:rsidR="006232EB" w:rsidRPr="006232EB" w:rsidRDefault="006232EB" w:rsidP="006232EB">
      <w:pPr>
        <w:numPr>
          <w:ilvl w:val="0"/>
          <w:numId w:val="38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section that only a professional pianist should perform is at 1.08.</w:t>
      </w:r>
    </w:p>
    <w:p w14:paraId="763347B9" w14:textId="77777777" w:rsidR="006232EB" w:rsidRPr="006232EB" w:rsidRDefault="006232EB" w:rsidP="006232EB">
      <w:pPr>
        <w:numPr>
          <w:ilvl w:val="0"/>
          <w:numId w:val="38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trumpet at 4:06 sounds weird and vibrate to bring the essence of Octaves. The performer is increasing the tempo and lowering the same that brings out the octave.</w:t>
      </w:r>
    </w:p>
    <w:p w14:paraId="2853726E" w14:textId="77777777" w:rsidR="006232EB" w:rsidRPr="006232EB" w:rsidRDefault="006232EB" w:rsidP="006232EB">
      <w:pPr>
        <w:numPr>
          <w:ilvl w:val="0"/>
          <w:numId w:val="38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Lang shows expression on his face as the music is melodious, and he enjoys the same. Thus, this does not distract the performer but enhances his performance.</w:t>
      </w:r>
    </w:p>
    <w:p w14:paraId="2459A0EE" w14:textId="77777777" w:rsidR="006232EB" w:rsidRPr="006232EB" w:rsidRDefault="006232EB" w:rsidP="006232EB">
      <w:pPr>
        <w:numPr>
          <w:ilvl w:val="0"/>
          <w:numId w:val="38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lastRenderedPageBreak/>
        <w:t>The mood at 11:48 is somber since it creates an interlude between the ritornello and the solo played by Lang.</w:t>
      </w:r>
    </w:p>
    <w:p w14:paraId="1D7FA26E" w14:textId="1C45AD1E" w:rsidR="006232EB" w:rsidRPr="006232EB" w:rsidRDefault="006232EB" w:rsidP="006232EB">
      <w:pPr>
        <w:pStyle w:val="ListParagraph"/>
        <w:numPr>
          <w:ilvl w:val="0"/>
          <w:numId w:val="32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b/>
          <w:bCs/>
          <w:color w:val="0E101A"/>
          <w:lang w:eastAsia="en-US"/>
        </w:rPr>
        <w:t>Country Band</w:t>
      </w:r>
    </w:p>
    <w:p w14:paraId="448712E1" w14:textId="77777777" w:rsidR="006232EB" w:rsidRPr="006232EB" w:rsidRDefault="006232EB" w:rsidP="006232EB">
      <w:pPr>
        <w:numPr>
          <w:ilvl w:val="0"/>
          <w:numId w:val="39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Classical music is just not the ordinary band but an exquisite band aimed at bringing centuries of music together in one piece.</w:t>
      </w:r>
    </w:p>
    <w:p w14:paraId="0CEC0F11" w14:textId="77777777" w:rsidR="006232EB" w:rsidRPr="006232EB" w:rsidRDefault="006232EB" w:rsidP="006232EB">
      <w:pPr>
        <w:numPr>
          <w:ilvl w:val="0"/>
          <w:numId w:val="39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reason why one must write this piece is because of the influence it has on American musical history.</w:t>
      </w:r>
    </w:p>
    <w:p w14:paraId="570AC409" w14:textId="77777777" w:rsidR="006232EB" w:rsidRPr="006232EB" w:rsidRDefault="006232EB" w:rsidP="006232EB">
      <w:pPr>
        <w:numPr>
          <w:ilvl w:val="0"/>
          <w:numId w:val="39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At the interval of 0.50, there is a wrong note played.</w:t>
      </w:r>
    </w:p>
    <w:p w14:paraId="530F6456" w14:textId="77777777" w:rsidR="006232EB" w:rsidRPr="006232EB" w:rsidRDefault="006232EB" w:rsidP="006232EB">
      <w:pPr>
        <w:numPr>
          <w:ilvl w:val="0"/>
          <w:numId w:val="39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'Stand up and take dissonance like a man,’ implies that people should be able to embrace their part of responsibility without much ado.</w:t>
      </w:r>
    </w:p>
    <w:p w14:paraId="108913A2" w14:textId="77777777" w:rsidR="006232EB" w:rsidRPr="006232EB" w:rsidRDefault="006232EB" w:rsidP="006232EB">
      <w:pPr>
        <w:numPr>
          <w:ilvl w:val="0"/>
          <w:numId w:val="32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b/>
          <w:bCs/>
          <w:color w:val="0E101A"/>
          <w:lang w:eastAsia="en-US"/>
        </w:rPr>
        <w:t>Appalachian Spring</w:t>
      </w:r>
    </w:p>
    <w:p w14:paraId="75C2DFE7" w14:textId="77777777" w:rsidR="006232EB" w:rsidRPr="006232EB" w:rsidRDefault="006232EB" w:rsidP="006232EB">
      <w:pPr>
        <w:numPr>
          <w:ilvl w:val="0"/>
          <w:numId w:val="40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time interval to 1:20 signifies a somber mood of either a funeral procession or sad moment.</w:t>
      </w:r>
    </w:p>
    <w:p w14:paraId="501487A5" w14:textId="77777777" w:rsidR="006232EB" w:rsidRPr="006232EB" w:rsidRDefault="006232EB" w:rsidP="006232EB">
      <w:pPr>
        <w:numPr>
          <w:ilvl w:val="0"/>
          <w:numId w:val="40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violin is playing solo at 1:37, and at 1:45, both the flute and the Violin are playing solo.</w:t>
      </w:r>
    </w:p>
    <w:p w14:paraId="3EA49FFB" w14:textId="77777777" w:rsidR="006232EB" w:rsidRPr="006232EB" w:rsidRDefault="006232EB" w:rsidP="006232EB">
      <w:pPr>
        <w:numPr>
          <w:ilvl w:val="0"/>
          <w:numId w:val="40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oboe plays a solo from 1:57 through to 2:07</w:t>
      </w:r>
    </w:p>
    <w:p w14:paraId="4C9A2E42" w14:textId="77777777" w:rsidR="006232EB" w:rsidRPr="006232EB" w:rsidRDefault="006232EB" w:rsidP="006232EB">
      <w:pPr>
        <w:numPr>
          <w:ilvl w:val="0"/>
          <w:numId w:val="40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harmony in this section is calm and low tempo.</w:t>
      </w:r>
    </w:p>
    <w:p w14:paraId="51ED7E28" w14:textId="77777777" w:rsidR="006232EB" w:rsidRPr="006232EB" w:rsidRDefault="006232EB" w:rsidP="006232EB">
      <w:pPr>
        <w:numPr>
          <w:ilvl w:val="0"/>
          <w:numId w:val="40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solo clarinet plays the simple gift in 17:05.</w:t>
      </w:r>
    </w:p>
    <w:p w14:paraId="1F0D98C1" w14:textId="77777777" w:rsidR="006232EB" w:rsidRPr="006232EB" w:rsidRDefault="006232EB" w:rsidP="006232EB">
      <w:pPr>
        <w:numPr>
          <w:ilvl w:val="0"/>
          <w:numId w:val="40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most interesting variation is the slow variation in the introduction as it creates harmony in the musical piece.</w:t>
      </w:r>
    </w:p>
    <w:p w14:paraId="67A9DDE2" w14:textId="77777777" w:rsidR="006232EB" w:rsidRPr="006232EB" w:rsidRDefault="006232EB" w:rsidP="006232EB">
      <w:pPr>
        <w:numPr>
          <w:ilvl w:val="0"/>
          <w:numId w:val="40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most pretty and aesthetic beautiful variation sound is the moderato as it brings serenity to the listener.</w:t>
      </w:r>
    </w:p>
    <w:p w14:paraId="7AB202A9" w14:textId="77777777" w:rsidR="006232EB" w:rsidRPr="006232EB" w:rsidRDefault="006232EB" w:rsidP="006232EB">
      <w:pPr>
        <w:numPr>
          <w:ilvl w:val="0"/>
          <w:numId w:val="40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In the time interval between 18:50 to 18:56, there is an in-meter which shows the varying tempos and speed of the instruments.</w:t>
      </w:r>
    </w:p>
    <w:p w14:paraId="1A1D0C40" w14:textId="77777777" w:rsidR="006232EB" w:rsidRPr="006232EB" w:rsidRDefault="006232EB" w:rsidP="006232EB">
      <w:pPr>
        <w:suppressAutoHyphens w:val="0"/>
        <w:spacing w:line="240" w:lineRule="auto"/>
        <w:ind w:firstLine="0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 </w:t>
      </w:r>
    </w:p>
    <w:p w14:paraId="676BBAA8" w14:textId="7B7595C1" w:rsidR="006232EB" w:rsidRPr="006232EB" w:rsidRDefault="006232EB" w:rsidP="006232EB">
      <w:pPr>
        <w:pStyle w:val="ListParagraph"/>
        <w:numPr>
          <w:ilvl w:val="0"/>
          <w:numId w:val="32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b/>
          <w:bCs/>
          <w:color w:val="0E101A"/>
          <w:lang w:eastAsia="en-US"/>
        </w:rPr>
        <w:t>Noche de Jaranas</w:t>
      </w:r>
    </w:p>
    <w:p w14:paraId="2AE49CD8" w14:textId="77777777" w:rsidR="006232EB" w:rsidRPr="006232EB" w:rsidRDefault="006232EB" w:rsidP="006232EB">
      <w:pPr>
        <w:numPr>
          <w:ilvl w:val="0"/>
          <w:numId w:val="41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violin is featured in the section between 7:48 to 8:04</w:t>
      </w:r>
    </w:p>
    <w:p w14:paraId="1F61CDD5" w14:textId="77777777" w:rsidR="006232EB" w:rsidRPr="006232EB" w:rsidRDefault="006232EB" w:rsidP="006232EB">
      <w:pPr>
        <w:numPr>
          <w:ilvl w:val="0"/>
          <w:numId w:val="41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overall mood of this movement is harmonious and melodious.</w:t>
      </w:r>
    </w:p>
    <w:p w14:paraId="0622232C" w14:textId="77777777" w:rsidR="006232EB" w:rsidRPr="006232EB" w:rsidRDefault="006232EB" w:rsidP="006232EB">
      <w:pPr>
        <w:numPr>
          <w:ilvl w:val="0"/>
          <w:numId w:val="41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conductor conveys the mood with a smile on her face.</w:t>
      </w:r>
    </w:p>
    <w:p w14:paraId="66AC0AB3" w14:textId="77777777" w:rsidR="006232EB" w:rsidRPr="006232EB" w:rsidRDefault="006232EB" w:rsidP="006232EB">
      <w:pPr>
        <w:numPr>
          <w:ilvl w:val="0"/>
          <w:numId w:val="41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important element of music is the fact that the conductor takes pride in leading the music.</w:t>
      </w:r>
    </w:p>
    <w:p w14:paraId="71236C4F" w14:textId="77777777" w:rsidR="006232EB" w:rsidRPr="006232EB" w:rsidRDefault="006232EB" w:rsidP="006232EB">
      <w:pPr>
        <w:numPr>
          <w:ilvl w:val="0"/>
          <w:numId w:val="41"/>
        </w:numPr>
        <w:suppressAutoHyphens w:val="0"/>
        <w:spacing w:line="240" w:lineRule="auto"/>
        <w:rPr>
          <w:rFonts w:ascii="Times New Roman" w:eastAsia="Times New Roman" w:hAnsi="Times New Roman" w:cs="Times New Roman"/>
          <w:color w:val="0E101A"/>
          <w:lang w:eastAsia="en-US"/>
        </w:rPr>
      </w:pPr>
      <w:r w:rsidRPr="006232EB">
        <w:rPr>
          <w:rFonts w:ascii="Times New Roman" w:eastAsia="Times New Roman" w:hAnsi="Times New Roman" w:cs="Times New Roman"/>
          <w:color w:val="0E101A"/>
          <w:lang w:eastAsia="en-US"/>
        </w:rPr>
        <w:t>The climax of this movement is at 8:04 as this is the epitome of all the musical instruments in the orchestra.</w:t>
      </w:r>
    </w:p>
    <w:p w14:paraId="78ACB4EA" w14:textId="21858DB6" w:rsidR="008923EF" w:rsidRPr="008923EF" w:rsidRDefault="008923EF" w:rsidP="008923EF">
      <w:pPr>
        <w:pStyle w:val="NoSpacing"/>
        <w:ind w:left="720"/>
      </w:pPr>
    </w:p>
    <w:sectPr w:rsidR="008923EF" w:rsidRPr="008923EF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7216D" w14:textId="77777777" w:rsidR="0077039F" w:rsidRDefault="0077039F">
      <w:pPr>
        <w:spacing w:line="240" w:lineRule="auto"/>
      </w:pPr>
      <w:r>
        <w:separator/>
      </w:r>
    </w:p>
  </w:endnote>
  <w:endnote w:type="continuationSeparator" w:id="0">
    <w:p w14:paraId="40D15A3D" w14:textId="77777777" w:rsidR="0077039F" w:rsidRDefault="007703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02338" w14:textId="77777777" w:rsidR="0077039F" w:rsidRDefault="0077039F">
      <w:pPr>
        <w:spacing w:line="240" w:lineRule="auto"/>
      </w:pPr>
      <w:r>
        <w:separator/>
      </w:r>
    </w:p>
  </w:footnote>
  <w:footnote w:type="continuationSeparator" w:id="0">
    <w:p w14:paraId="24484561" w14:textId="77777777" w:rsidR="0077039F" w:rsidRDefault="007703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2D3F0" w14:textId="77777777" w:rsidR="00E614DD" w:rsidRDefault="0077039F">
    <w:pPr>
      <w:pStyle w:val="Header"/>
    </w:pPr>
    <w:sdt>
      <w:sdtPr>
        <w:alias w:val="Last Name:"/>
        <w:tag w:val="Last Name:"/>
        <w:id w:val="343136273"/>
        <w:placeholder/>
        <w:temporary/>
        <w:showingPlcHdr/>
        <w15:appearance w15:val="hidden"/>
      </w:sdtPr>
      <w:sdtEndPr/>
      <w:sdtContent>
        <w:r w:rsidR="00F9444C">
          <w:t>Last Name</w:t>
        </w:r>
      </w:sdtContent>
    </w:sdt>
    <w:r w:rsidR="00691EC1">
      <w:t xml:space="preserve"> </w:t>
    </w:r>
    <w:r w:rsidR="00691EC1">
      <w:fldChar w:fldCharType="begin"/>
    </w:r>
    <w:r w:rsidR="00691EC1">
      <w:instrText xml:space="preserve"> PAGE   \* MERGEFORMAT </w:instrText>
    </w:r>
    <w:r w:rsidR="00691EC1">
      <w:fldChar w:fldCharType="separate"/>
    </w:r>
    <w:r w:rsidR="00F9444C">
      <w:rPr>
        <w:noProof/>
      </w:rPr>
      <w:t>2</w:t>
    </w:r>
    <w:r w:rsidR="00691EC1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D278" w14:textId="77777777" w:rsidR="00E614DD" w:rsidRDefault="0077039F">
    <w:pPr>
      <w:pStyle w:val="Header"/>
    </w:pPr>
    <w:sdt>
      <w:sdtPr>
        <w:alias w:val="Last Name:"/>
        <w:tag w:val="Last Name:"/>
        <w:id w:val="81423100"/>
        <w:placeholder>
          <w:docPart w:val="FB1EC0CE9EA94ED2B25AB348485F5DF0"/>
        </w:placeholder>
        <w:temporary/>
        <w:showingPlcHdr/>
        <w15:appearance w15:val="hidden"/>
      </w:sdtPr>
      <w:sdtEndPr/>
      <w:sdtContent>
        <w:r w:rsidR="00F9444C">
          <w:t>Last Name</w:t>
        </w:r>
      </w:sdtContent>
    </w:sdt>
    <w:r w:rsidR="00B13D1B">
      <w:t xml:space="preserve"> </w:t>
    </w:r>
    <w:r w:rsidR="00691EC1">
      <w:fldChar w:fldCharType="begin"/>
    </w:r>
    <w:r w:rsidR="00691EC1">
      <w:instrText xml:space="preserve"> PAGE   \* MERGEFORMAT </w:instrText>
    </w:r>
    <w:r w:rsidR="00691EC1">
      <w:fldChar w:fldCharType="separate"/>
    </w:r>
    <w:r w:rsidR="00F9444C">
      <w:rPr>
        <w:noProof/>
      </w:rPr>
      <w:t>1</w:t>
    </w:r>
    <w:r w:rsidR="00691EC1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91A80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D47F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530367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8A8F44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6803B5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2E5F4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0012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141A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E076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D0A0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E6407"/>
    <w:multiLevelType w:val="hybridMultilevel"/>
    <w:tmpl w:val="7DDA9F02"/>
    <w:lvl w:ilvl="0" w:tplc="9ADEB8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3335BAA"/>
    <w:multiLevelType w:val="multilevel"/>
    <w:tmpl w:val="82986EB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BCD6D00"/>
    <w:multiLevelType w:val="hybridMultilevel"/>
    <w:tmpl w:val="A8FC5FD0"/>
    <w:lvl w:ilvl="0" w:tplc="5DA4D5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BF86A8C"/>
    <w:multiLevelType w:val="hybridMultilevel"/>
    <w:tmpl w:val="B6CA11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C420183"/>
    <w:multiLevelType w:val="hybridMultilevel"/>
    <w:tmpl w:val="CD108882"/>
    <w:lvl w:ilvl="0" w:tplc="89D4EA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5016D55"/>
    <w:multiLevelType w:val="hybridMultilevel"/>
    <w:tmpl w:val="573299C8"/>
    <w:lvl w:ilvl="0" w:tplc="1CBEE4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5B20173"/>
    <w:multiLevelType w:val="multilevel"/>
    <w:tmpl w:val="7618F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A53A85"/>
    <w:multiLevelType w:val="multilevel"/>
    <w:tmpl w:val="5F12D3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70722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008125A"/>
    <w:multiLevelType w:val="multilevel"/>
    <w:tmpl w:val="71C639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9E3C4C"/>
    <w:multiLevelType w:val="hybridMultilevel"/>
    <w:tmpl w:val="6256DC96"/>
    <w:lvl w:ilvl="0" w:tplc="0562E4D2">
      <w:start w:val="1"/>
      <w:numFmt w:val="lowerLetter"/>
      <w:pStyle w:val="TableNote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3C921E5"/>
    <w:multiLevelType w:val="hybridMultilevel"/>
    <w:tmpl w:val="862E1D52"/>
    <w:lvl w:ilvl="0" w:tplc="19B0B5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B07618"/>
    <w:multiLevelType w:val="multilevel"/>
    <w:tmpl w:val="A3C8CF7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354A1244"/>
    <w:multiLevelType w:val="multilevel"/>
    <w:tmpl w:val="F5DC8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21752F"/>
    <w:multiLevelType w:val="multilevel"/>
    <w:tmpl w:val="DE109B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B95CE4"/>
    <w:multiLevelType w:val="multilevel"/>
    <w:tmpl w:val="D4B6DD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4A6A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1A924EA"/>
    <w:multiLevelType w:val="hybridMultilevel"/>
    <w:tmpl w:val="F6829956"/>
    <w:lvl w:ilvl="0" w:tplc="B95EBF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9BD0CE8"/>
    <w:multiLevelType w:val="multilevel"/>
    <w:tmpl w:val="D050418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B5A0B53"/>
    <w:multiLevelType w:val="multilevel"/>
    <w:tmpl w:val="269206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F5652B"/>
    <w:multiLevelType w:val="multilevel"/>
    <w:tmpl w:val="F53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AE084C"/>
    <w:multiLevelType w:val="hybridMultilevel"/>
    <w:tmpl w:val="B7DE3EAC"/>
    <w:lvl w:ilvl="0" w:tplc="617430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C54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BC4956"/>
    <w:multiLevelType w:val="multilevel"/>
    <w:tmpl w:val="4572ABF8"/>
    <w:styleLink w:val="MLAOutlin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B1B5787"/>
    <w:multiLevelType w:val="multilevel"/>
    <w:tmpl w:val="4572ABF8"/>
    <w:numStyleLink w:val="MLAOutline"/>
  </w:abstractNum>
  <w:abstractNum w:abstractNumId="35" w15:restartNumberingAfterBreak="0">
    <w:nsid w:val="5F2B2DE1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6" w15:restartNumberingAfterBreak="0">
    <w:nsid w:val="6AAF03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BE87498"/>
    <w:multiLevelType w:val="multilevel"/>
    <w:tmpl w:val="8FDEA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6F50B6"/>
    <w:multiLevelType w:val="hybridMultilevel"/>
    <w:tmpl w:val="856014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23A5D"/>
    <w:multiLevelType w:val="hybridMultilevel"/>
    <w:tmpl w:val="8CE6C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C9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33"/>
  </w:num>
  <w:num w:numId="13">
    <w:abstractNumId w:val="34"/>
  </w:num>
  <w:num w:numId="14">
    <w:abstractNumId w:val="26"/>
  </w:num>
  <w:num w:numId="15">
    <w:abstractNumId w:val="36"/>
  </w:num>
  <w:num w:numId="16">
    <w:abstractNumId w:val="32"/>
  </w:num>
  <w:num w:numId="17">
    <w:abstractNumId w:val="18"/>
  </w:num>
  <w:num w:numId="18">
    <w:abstractNumId w:val="11"/>
  </w:num>
  <w:num w:numId="19">
    <w:abstractNumId w:val="28"/>
  </w:num>
  <w:num w:numId="20">
    <w:abstractNumId w:val="40"/>
  </w:num>
  <w:num w:numId="21">
    <w:abstractNumId w:val="22"/>
  </w:num>
  <w:num w:numId="22">
    <w:abstractNumId w:val="35"/>
  </w:num>
  <w:num w:numId="23">
    <w:abstractNumId w:val="39"/>
  </w:num>
  <w:num w:numId="24">
    <w:abstractNumId w:val="15"/>
  </w:num>
  <w:num w:numId="25">
    <w:abstractNumId w:val="38"/>
  </w:num>
  <w:num w:numId="26">
    <w:abstractNumId w:val="12"/>
  </w:num>
  <w:num w:numId="27">
    <w:abstractNumId w:val="27"/>
  </w:num>
  <w:num w:numId="28">
    <w:abstractNumId w:val="14"/>
  </w:num>
  <w:num w:numId="29">
    <w:abstractNumId w:val="10"/>
  </w:num>
  <w:num w:numId="30">
    <w:abstractNumId w:val="31"/>
  </w:num>
  <w:num w:numId="31">
    <w:abstractNumId w:val="21"/>
  </w:num>
  <w:num w:numId="32">
    <w:abstractNumId w:val="16"/>
  </w:num>
  <w:num w:numId="33">
    <w:abstractNumId w:val="23"/>
  </w:num>
  <w:num w:numId="34">
    <w:abstractNumId w:val="30"/>
  </w:num>
  <w:num w:numId="35">
    <w:abstractNumId w:val="37"/>
  </w:num>
  <w:num w:numId="36">
    <w:abstractNumId w:val="13"/>
  </w:num>
  <w:num w:numId="37">
    <w:abstractNumId w:val="17"/>
  </w:num>
  <w:num w:numId="38">
    <w:abstractNumId w:val="19"/>
  </w:num>
  <w:num w:numId="39">
    <w:abstractNumId w:val="24"/>
  </w:num>
  <w:num w:numId="40">
    <w:abstractNumId w:val="25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D9C"/>
    <w:rsid w:val="00036D81"/>
    <w:rsid w:val="00040CBB"/>
    <w:rsid w:val="000457D3"/>
    <w:rsid w:val="00092566"/>
    <w:rsid w:val="000B78C8"/>
    <w:rsid w:val="00132C8D"/>
    <w:rsid w:val="001463B2"/>
    <w:rsid w:val="001F62C0"/>
    <w:rsid w:val="00241BAF"/>
    <w:rsid w:val="00245E02"/>
    <w:rsid w:val="00346C48"/>
    <w:rsid w:val="00353B66"/>
    <w:rsid w:val="00365C57"/>
    <w:rsid w:val="00393D9C"/>
    <w:rsid w:val="003C7D94"/>
    <w:rsid w:val="003E5AB3"/>
    <w:rsid w:val="00466922"/>
    <w:rsid w:val="00467D99"/>
    <w:rsid w:val="004A2675"/>
    <w:rsid w:val="004B7FE9"/>
    <w:rsid w:val="004E6BA5"/>
    <w:rsid w:val="004F7139"/>
    <w:rsid w:val="005F0D20"/>
    <w:rsid w:val="005F2C64"/>
    <w:rsid w:val="006232EB"/>
    <w:rsid w:val="00667614"/>
    <w:rsid w:val="00691EC1"/>
    <w:rsid w:val="006A7F56"/>
    <w:rsid w:val="00720AA5"/>
    <w:rsid w:val="0077039F"/>
    <w:rsid w:val="007A1653"/>
    <w:rsid w:val="007C0A1F"/>
    <w:rsid w:val="007C53FB"/>
    <w:rsid w:val="007D4409"/>
    <w:rsid w:val="008923EF"/>
    <w:rsid w:val="008B7D18"/>
    <w:rsid w:val="008D0A05"/>
    <w:rsid w:val="008F1F97"/>
    <w:rsid w:val="008F4052"/>
    <w:rsid w:val="009855D2"/>
    <w:rsid w:val="009D0916"/>
    <w:rsid w:val="009D4EB3"/>
    <w:rsid w:val="00B1247A"/>
    <w:rsid w:val="00B13D1B"/>
    <w:rsid w:val="00B31A29"/>
    <w:rsid w:val="00B41E43"/>
    <w:rsid w:val="00B818DF"/>
    <w:rsid w:val="00B82BA2"/>
    <w:rsid w:val="00BA4B86"/>
    <w:rsid w:val="00C33228"/>
    <w:rsid w:val="00C80DF6"/>
    <w:rsid w:val="00C93415"/>
    <w:rsid w:val="00CA1493"/>
    <w:rsid w:val="00CA2B8D"/>
    <w:rsid w:val="00D27C8C"/>
    <w:rsid w:val="00D52117"/>
    <w:rsid w:val="00D84AF2"/>
    <w:rsid w:val="00DB0D39"/>
    <w:rsid w:val="00E14005"/>
    <w:rsid w:val="00E14091"/>
    <w:rsid w:val="00E54642"/>
    <w:rsid w:val="00E614DD"/>
    <w:rsid w:val="00F03AE5"/>
    <w:rsid w:val="00F54ACF"/>
    <w:rsid w:val="00F9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CCBC6"/>
  <w15:chartTrackingRefBased/>
  <w15:docId w15:val="{17A0BCEA-CB32-45CC-BBEA-6D4BEB62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44C"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0B78C8"/>
    <w:pPr>
      <w:keepNext/>
      <w:keepLines/>
      <w:ind w:firstLine="0"/>
      <w:outlineLvl w:val="0"/>
    </w:pPr>
    <w:rPr>
      <w:rFonts w:asciiTheme="majorHAnsi" w:eastAsiaTheme="majorEastAsia" w:hAnsiTheme="majorHAnsi" w:cstheme="majorBidi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78C8"/>
    <w:pPr>
      <w:keepNext/>
      <w:keepLines/>
      <w:ind w:firstLine="0"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78C8"/>
    <w:pPr>
      <w:keepNext/>
      <w:keepLines/>
      <w:ind w:firstLine="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78C8"/>
    <w:pPr>
      <w:keepNext/>
      <w:keepLines/>
      <w:ind w:firstLine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78C8"/>
    <w:pPr>
      <w:keepNext/>
      <w:keepLines/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78C8"/>
    <w:pPr>
      <w:keepNext/>
      <w:keepLines/>
      <w:ind w:firstLine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78C8"/>
    <w:pPr>
      <w:keepNext/>
      <w:keepLines/>
      <w:ind w:firstLine="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78C8"/>
    <w:pPr>
      <w:keepNext/>
      <w:keepLines/>
      <w:ind w:firstLine="0"/>
      <w:outlineLvl w:val="7"/>
    </w:pPr>
    <w:rPr>
      <w:rFonts w:asciiTheme="majorHAnsi" w:eastAsiaTheme="majorEastAsia" w:hAnsiTheme="majorHAnsi" w:cstheme="majorBidi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78C8"/>
    <w:pPr>
      <w:keepNext/>
      <w:keepLines/>
      <w:ind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  <w:ind w:firstLine="0"/>
      <w:jc w:val="right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040CBB"/>
    <w:pPr>
      <w:spacing w:line="240" w:lineRule="auto"/>
      <w:ind w:firstLine="0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CBB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8"/>
    <w:unhideWhenUsed/>
    <w:qFormat/>
    <w:pPr>
      <w:ind w:left="720" w:hanging="720"/>
    </w:pPr>
  </w:style>
  <w:style w:type="paragraph" w:styleId="BlockText">
    <w:name w:val="Block Text"/>
    <w:basedOn w:val="Normal"/>
    <w:uiPriority w:val="99"/>
    <w:semiHidden/>
    <w:unhideWhenUsed/>
    <w:rsid w:val="00B818DF"/>
    <w:pPr>
      <w:pBdr>
        <w:top w:val="single" w:sz="2" w:space="10" w:color="595959" w:themeColor="text1" w:themeTint="A6" w:shadow="1"/>
        <w:left w:val="single" w:sz="2" w:space="10" w:color="595959" w:themeColor="text1" w:themeTint="A6" w:shadow="1"/>
        <w:bottom w:val="single" w:sz="2" w:space="10" w:color="595959" w:themeColor="text1" w:themeTint="A6" w:shadow="1"/>
        <w:right w:val="single" w:sz="2" w:space="10" w:color="595959" w:themeColor="text1" w:themeTint="A6" w:shadow="1"/>
      </w:pBdr>
      <w:ind w:left="1152" w:right="1152" w:firstLine="0"/>
    </w:pPr>
    <w:rPr>
      <w:i/>
      <w:iCs/>
      <w:color w:val="595959" w:themeColor="text1" w:themeTint="A6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rsid w:val="00040CBB"/>
    <w:pPr>
      <w:spacing w:after="120"/>
      <w:ind w:firstLine="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40CBB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40CBB"/>
    <w:pPr>
      <w:spacing w:after="120"/>
      <w:ind w:left="360" w:firstLine="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40CBB"/>
    <w:rPr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45E02"/>
    <w:pPr>
      <w:spacing w:after="200" w:line="240" w:lineRule="auto"/>
      <w:ind w:firstLine="0"/>
    </w:pPr>
    <w:rPr>
      <w:i/>
      <w:iCs/>
      <w:color w:val="000000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line="240" w:lineRule="auto"/>
      <w:ind w:left="4320" w:firstLine="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paragraph" w:styleId="CommentText">
    <w:name w:val="annotation text"/>
    <w:basedOn w:val="Normal"/>
    <w:link w:val="CommentTextChar"/>
    <w:uiPriority w:val="99"/>
    <w:semiHidden/>
    <w:unhideWhenUsed/>
    <w:rsid w:val="00040CBB"/>
    <w:pPr>
      <w:spacing w:line="240" w:lineRule="auto"/>
      <w:ind w:firstLine="0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CBB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C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CBB"/>
    <w:rPr>
      <w:b/>
      <w:bCs/>
      <w:sz w:val="22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rsid w:val="00040CBB"/>
    <w:pPr>
      <w:spacing w:line="240" w:lineRule="auto"/>
      <w:ind w:firstLine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40CBB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line="240" w:lineRule="auto"/>
      <w:ind w:firstLin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40CBB"/>
    <w:pPr>
      <w:spacing w:line="240" w:lineRule="auto"/>
      <w:ind w:firstLine="0"/>
    </w:pPr>
    <w:rPr>
      <w:rFonts w:asciiTheme="majorHAnsi" w:eastAsiaTheme="majorEastAsia" w:hAnsiTheme="majorHAnsi" w:cstheme="majorBidi"/>
      <w:sz w:val="22"/>
      <w:szCs w:val="20"/>
    </w:rPr>
  </w:style>
  <w:style w:type="paragraph" w:customStyle="1" w:styleId="TableTitle">
    <w:name w:val="Table Title"/>
    <w:basedOn w:val="Normal"/>
    <w:next w:val="Normal"/>
    <w:uiPriority w:val="4"/>
    <w:qFormat/>
    <w:pPr>
      <w:ind w:left="360" w:hanging="360"/>
    </w:p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line="240" w:lineRule="auto"/>
      <w:ind w:firstLin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0CBB"/>
    <w:pPr>
      <w:spacing w:line="240" w:lineRule="auto"/>
      <w:ind w:firstLine="0"/>
    </w:pPr>
    <w:rPr>
      <w:rFonts w:ascii="Consolas" w:hAnsi="Consolas" w:cs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0CBB"/>
    <w:rPr>
      <w:rFonts w:ascii="Consolas" w:hAnsi="Consolas" w:cs="Consolas"/>
      <w:sz w:val="22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line="240" w:lineRule="auto"/>
      <w:ind w:left="240" w:firstLine="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line="240" w:lineRule="auto"/>
      <w:ind w:left="480" w:firstLine="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line="240" w:lineRule="auto"/>
      <w:ind w:left="720" w:firstLine="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line="240" w:lineRule="auto"/>
      <w:ind w:left="960" w:firstLine="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line="240" w:lineRule="auto"/>
      <w:ind w:left="1200" w:firstLine="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line="240" w:lineRule="auto"/>
      <w:ind w:left="1440" w:firstLine="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line="240" w:lineRule="auto"/>
      <w:ind w:left="1680" w:firstLine="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line="240" w:lineRule="auto"/>
      <w:ind w:left="1920" w:firstLine="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line="240" w:lineRule="auto"/>
      <w:ind w:left="2160" w:firstLine="0"/>
    </w:p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ind w:firstLine="0"/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ind w:firstLine="0"/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MacroText">
    <w:name w:val="macro"/>
    <w:link w:val="MacroTextChar"/>
    <w:uiPriority w:val="99"/>
    <w:semiHidden/>
    <w:unhideWhenUsed/>
    <w:rsid w:val="00040CB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40CBB"/>
    <w:rPr>
      <w:rFonts w:ascii="Consolas" w:hAnsi="Consolas" w:cs="Consolas"/>
      <w:sz w:val="22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aliases w:val="No Indent"/>
    <w:uiPriority w:val="1"/>
    <w:qFormat/>
    <w:pPr>
      <w:ind w:firstLine="0"/>
    </w:pPr>
  </w:style>
  <w:style w:type="paragraph" w:styleId="NormalWeb">
    <w:name w:val="Normal (Web)"/>
    <w:basedOn w:val="Normal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line="240" w:lineRule="auto"/>
      <w:ind w:firstLin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paragraph" w:styleId="PlainText">
    <w:name w:val="Plain Text"/>
    <w:basedOn w:val="Normal"/>
    <w:link w:val="PlainTextChar"/>
    <w:uiPriority w:val="99"/>
    <w:semiHidden/>
    <w:unhideWhenUsed/>
    <w:rsid w:val="00040CBB"/>
    <w:pPr>
      <w:spacing w:line="240" w:lineRule="auto"/>
      <w:ind w:firstLine="0"/>
    </w:pPr>
    <w:rPr>
      <w:rFonts w:ascii="Consolas" w:hAnsi="Consolas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40CBB"/>
    <w:rPr>
      <w:rFonts w:ascii="Consolas" w:hAnsi="Consolas" w:cs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3"/>
    <w:qFormat/>
    <w:pPr>
      <w:ind w:left="1440" w:firstLine="0"/>
    </w:pPr>
  </w:style>
  <w:style w:type="character" w:customStyle="1" w:styleId="QuoteChar">
    <w:name w:val="Quote Char"/>
    <w:basedOn w:val="DefaultParagraphFont"/>
    <w:link w:val="Quote"/>
    <w:uiPriority w:val="3"/>
    <w:rsid w:val="004A2675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9"/>
    <w:semiHidden/>
    <w:unhideWhenUsed/>
    <w:pPr>
      <w:spacing w:line="240" w:lineRule="auto"/>
      <w:ind w:left="4320" w:firstLine="0"/>
    </w:pPr>
  </w:style>
  <w:style w:type="character" w:customStyle="1" w:styleId="SignatureChar">
    <w:name w:val="Signature Char"/>
    <w:basedOn w:val="DefaultParagraphFont"/>
    <w:link w:val="Signature"/>
    <w:uiPriority w:val="99"/>
    <w:semiHidden/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</w:style>
  <w:style w:type="paragraph" w:styleId="Title">
    <w:name w:val="Title"/>
    <w:basedOn w:val="Normal"/>
    <w:next w:val="Normal"/>
    <w:link w:val="TitleChar"/>
    <w:uiPriority w:val="1"/>
    <w:qFormat/>
    <w:rsid w:val="001463B2"/>
    <w:pPr>
      <w:ind w:firstLine="0"/>
      <w:jc w:val="center"/>
    </w:pPr>
    <w:rPr>
      <w:rFonts w:asciiTheme="majorHAnsi" w:eastAsiaTheme="majorEastAsia" w:hAnsiTheme="majorHAnsi" w:cstheme="majorBidi"/>
      <w:kern w:val="28"/>
    </w:rPr>
  </w:style>
  <w:style w:type="character" w:customStyle="1" w:styleId="TitleChar">
    <w:name w:val="Title Char"/>
    <w:basedOn w:val="DefaultParagraphFont"/>
    <w:link w:val="Title"/>
    <w:uiPriority w:val="1"/>
    <w:rsid w:val="001463B2"/>
    <w:rPr>
      <w:rFonts w:asciiTheme="majorHAnsi" w:eastAsiaTheme="majorEastAsia" w:hAnsiTheme="majorHAnsi" w:cstheme="majorBidi"/>
      <w:kern w:val="28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  <w:ind w:firstLine="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 w:firstLine="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 w:firstLine="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 w:firstLine="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 w:firstLine="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 w:firstLine="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 w:firstLine="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B818DF"/>
    <w:rPr>
      <w:color w:val="595959" w:themeColor="text1" w:themeTint="A6"/>
    </w:rPr>
  </w:style>
  <w:style w:type="character" w:styleId="Emphasis">
    <w:name w:val="Emphasis"/>
    <w:basedOn w:val="DefaultParagraphFont"/>
    <w:uiPriority w:val="8"/>
    <w:qFormat/>
    <w:rPr>
      <w:i/>
      <w:iCs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LAresearchpapertable">
    <w:name w:val="MLA research paper table"/>
    <w:basedOn w:val="TableNormal"/>
    <w:uiPriority w:val="99"/>
    <w:pPr>
      <w:spacing w:before="240"/>
      <w:ind w:left="72" w:right="72" w:firstLine="0"/>
    </w:pPr>
    <w:tblPr>
      <w:tblBorders>
        <w:top w:val="single" w:sz="4" w:space="0" w:color="auto"/>
        <w:bottom w:val="single" w:sz="4" w:space="0" w:color="auto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240" w:beforeAutospacing="0" w:afterLines="0" w:after="0" w:afterAutospacing="0"/>
      </w:p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TableSource">
    <w:name w:val="Table Source"/>
    <w:basedOn w:val="TableTitle"/>
    <w:next w:val="Normal"/>
    <w:uiPriority w:val="5"/>
    <w:qFormat/>
    <w:pPr>
      <w:spacing w:before="240"/>
    </w:pPr>
  </w:style>
  <w:style w:type="paragraph" w:customStyle="1" w:styleId="TableNote">
    <w:name w:val="Table Note"/>
    <w:basedOn w:val="Normal"/>
    <w:uiPriority w:val="6"/>
    <w:qFormat/>
    <w:pPr>
      <w:numPr>
        <w:numId w:val="11"/>
      </w:numPr>
    </w:pPr>
  </w:style>
  <w:style w:type="paragraph" w:customStyle="1" w:styleId="SectionTitle">
    <w:name w:val="Section Title"/>
    <w:basedOn w:val="Normal"/>
    <w:next w:val="Normal"/>
    <w:uiPriority w:val="7"/>
    <w:qFormat/>
    <w:pPr>
      <w:pageBreakBefore/>
      <w:ind w:firstLine="0"/>
      <w:jc w:val="center"/>
      <w:outlineLvl w:val="0"/>
    </w:pPr>
  </w:style>
  <w:style w:type="numbering" w:customStyle="1" w:styleId="MLAOutline">
    <w:name w:val="MLA Outline"/>
    <w:uiPriority w:val="99"/>
    <w:pPr>
      <w:numPr>
        <w:numId w:val="12"/>
      </w:numPr>
    </w:pPr>
  </w:style>
  <w:style w:type="paragraph" w:styleId="Footer">
    <w:name w:val="footer"/>
    <w:basedOn w:val="Normal"/>
    <w:link w:val="FooterChar"/>
    <w:uiPriority w:val="99"/>
    <w:unhideWhenUsed/>
    <w:rsid w:val="001463B2"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3B2"/>
  </w:style>
  <w:style w:type="character" w:styleId="IntenseEmphasis">
    <w:name w:val="Intense Emphasis"/>
    <w:basedOn w:val="DefaultParagraphFont"/>
    <w:uiPriority w:val="21"/>
    <w:semiHidden/>
    <w:unhideWhenUsed/>
    <w:qFormat/>
    <w:rsid w:val="004F7139"/>
    <w:rPr>
      <w:i/>
      <w:iCs/>
      <w:color w:val="595959" w:themeColor="text1" w:themeTint="A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F7139"/>
    <w:pPr>
      <w:pBdr>
        <w:top w:val="single" w:sz="4" w:space="10" w:color="595959" w:themeColor="text1" w:themeTint="A6"/>
        <w:bottom w:val="single" w:sz="4" w:space="10" w:color="595959" w:themeColor="text1" w:themeTint="A6"/>
      </w:pBdr>
      <w:spacing w:before="360" w:after="360"/>
      <w:ind w:left="864" w:right="864"/>
      <w:jc w:val="center"/>
    </w:pPr>
    <w:rPr>
      <w:i/>
      <w:iCs/>
      <w:color w:val="595959" w:themeColor="text1" w:themeTint="A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F7139"/>
    <w:rPr>
      <w:i/>
      <w:iC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F7139"/>
    <w:rPr>
      <w:b/>
      <w:bCs/>
      <w:smallCaps/>
      <w:color w:val="595959" w:themeColor="text1" w:themeTint="A6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B818DF"/>
    <w:rPr>
      <w:color w:val="595959" w:themeColor="text1" w:themeTint="A6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C53FB"/>
    <w:rPr>
      <w:sz w:val="22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040CBB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040CBB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040CBB"/>
    <w:rPr>
      <w:rFonts w:ascii="Consolas" w:hAnsi="Consolas"/>
      <w:sz w:val="22"/>
      <w:szCs w:val="20"/>
    </w:rPr>
  </w:style>
  <w:style w:type="character" w:styleId="Strong">
    <w:name w:val="Strong"/>
    <w:basedOn w:val="DefaultParagraphFont"/>
    <w:uiPriority w:val="22"/>
    <w:qFormat/>
    <w:rsid w:val="006232EB"/>
    <w:rPr>
      <w:b/>
      <w:bCs/>
    </w:rPr>
  </w:style>
  <w:style w:type="paragraph" w:styleId="ListParagraph">
    <w:name w:val="List Paragraph"/>
    <w:basedOn w:val="Normal"/>
    <w:uiPriority w:val="34"/>
    <w:unhideWhenUsed/>
    <w:qFormat/>
    <w:rsid w:val="00623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SIVE%20GENOMICS%2001\AppData\Roaming\Microsoft\Templates\MLA%20style%20pap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8F1412C90748F084904573DC183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5D84B-11EB-42AD-93F7-669219C191D0}"/>
      </w:docPartPr>
      <w:docPartBody>
        <w:p w:rsidR="00000000" w:rsidRDefault="007F50C5">
          <w:pPr>
            <w:pStyle w:val="278F1412C90748F084904573DC183C4A"/>
          </w:pPr>
          <w:r>
            <w:t>Your Name</w:t>
          </w:r>
        </w:p>
      </w:docPartBody>
    </w:docPart>
    <w:docPart>
      <w:docPartPr>
        <w:name w:val="27C8E1B15B254A7294E4CA6D1C56C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BF691-9EFC-46D7-87DE-88E9437CA10F}"/>
      </w:docPartPr>
      <w:docPartBody>
        <w:p w:rsidR="00000000" w:rsidRDefault="007F50C5">
          <w:pPr>
            <w:pStyle w:val="27C8E1B15B254A7294E4CA6D1C56C754"/>
          </w:pPr>
          <w:r>
            <w:t>Instructor Name</w:t>
          </w:r>
        </w:p>
      </w:docPartBody>
    </w:docPart>
    <w:docPart>
      <w:docPartPr>
        <w:name w:val="20B8B658F9BB45638FDFA06CD0F30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00866-F425-4A6F-BABD-64C532573342}"/>
      </w:docPartPr>
      <w:docPartBody>
        <w:p w:rsidR="00000000" w:rsidRDefault="007F50C5">
          <w:pPr>
            <w:pStyle w:val="20B8B658F9BB45638FDFA06CD0F309D7"/>
          </w:pPr>
          <w:r>
            <w:t>Course Number</w:t>
          </w:r>
        </w:p>
      </w:docPartBody>
    </w:docPart>
    <w:docPart>
      <w:docPartPr>
        <w:name w:val="444F9F9D20D94A04987F70AC202D3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8420D-ED0A-48AC-B357-86A0FF79E19D}"/>
      </w:docPartPr>
      <w:docPartBody>
        <w:p w:rsidR="00000000" w:rsidRDefault="007F50C5">
          <w:pPr>
            <w:pStyle w:val="444F9F9D20D94A04987F70AC202D3672"/>
          </w:pPr>
          <w:r>
            <w:t>Date</w:t>
          </w:r>
        </w:p>
      </w:docPartBody>
    </w:docPart>
    <w:docPart>
      <w:docPartPr>
        <w:name w:val="FB1EC0CE9EA94ED2B25AB348485F5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41E3CD-3AB8-4CC3-8588-8478F04722E9}"/>
      </w:docPartPr>
      <w:docPartBody>
        <w:p w:rsidR="00000000" w:rsidRDefault="007F50C5">
          <w:pPr>
            <w:pStyle w:val="FB1EC0CE9EA94ED2B25AB348485F5DF0"/>
          </w:pPr>
          <w:r>
            <w:t>Print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0C5"/>
    <w:rsid w:val="007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8F1412C90748F084904573DC183C4A">
    <w:name w:val="278F1412C90748F084904573DC183C4A"/>
  </w:style>
  <w:style w:type="paragraph" w:customStyle="1" w:styleId="27C8E1B15B254A7294E4CA6D1C56C754">
    <w:name w:val="27C8E1B15B254A7294E4CA6D1C56C754"/>
  </w:style>
  <w:style w:type="paragraph" w:customStyle="1" w:styleId="20B8B658F9BB45638FDFA06CD0F309D7">
    <w:name w:val="20B8B658F9BB45638FDFA06CD0F309D7"/>
  </w:style>
  <w:style w:type="paragraph" w:customStyle="1" w:styleId="444F9F9D20D94A04987F70AC202D3672">
    <w:name w:val="444F9F9D20D94A04987F70AC202D3672"/>
  </w:style>
  <w:style w:type="paragraph" w:customStyle="1" w:styleId="95CB589D805B45FE8CBFEB07461BB137">
    <w:name w:val="95CB589D805B45FE8CBFEB07461BB137"/>
  </w:style>
  <w:style w:type="paragraph" w:customStyle="1" w:styleId="9F337124B76E43CA909986C6C2CF8A2B">
    <w:name w:val="9F337124B76E43CA909986C6C2CF8A2B"/>
  </w:style>
  <w:style w:type="character" w:styleId="Emphasis">
    <w:name w:val="Emphasis"/>
    <w:basedOn w:val="DefaultParagraphFont"/>
    <w:uiPriority w:val="8"/>
    <w:qFormat/>
    <w:rPr>
      <w:i/>
      <w:iCs/>
    </w:rPr>
  </w:style>
  <w:style w:type="paragraph" w:customStyle="1" w:styleId="25CA94B6038C4368B0ECAF23B6395389">
    <w:name w:val="25CA94B6038C4368B0ECAF23B6395389"/>
  </w:style>
  <w:style w:type="paragraph" w:customStyle="1" w:styleId="882DAA2A21674FF2B3D07A4FD164CBF1">
    <w:name w:val="882DAA2A21674FF2B3D07A4FD164CBF1"/>
  </w:style>
  <w:style w:type="paragraph" w:customStyle="1" w:styleId="2D9CE3D636324EE6B14C84A0FDDC135D">
    <w:name w:val="2D9CE3D636324EE6B14C84A0FDDC135D"/>
  </w:style>
  <w:style w:type="paragraph" w:customStyle="1" w:styleId="E694D65F56EB4C3F8A142F9CC80E53C8">
    <w:name w:val="E694D65F56EB4C3F8A142F9CC80E53C8"/>
  </w:style>
  <w:style w:type="paragraph" w:customStyle="1" w:styleId="CB9F823223F84DF4A010221A3A40103F">
    <w:name w:val="CB9F823223F84DF4A010221A3A40103F"/>
  </w:style>
  <w:style w:type="paragraph" w:customStyle="1" w:styleId="D060A00C5E9B4E38A7746EED5CC85324">
    <w:name w:val="D060A00C5E9B4E38A7746EED5CC85324"/>
  </w:style>
  <w:style w:type="paragraph" w:customStyle="1" w:styleId="D471F488DE134260BB2328BAF2D7764B">
    <w:name w:val="D471F488DE134260BB2328BAF2D7764B"/>
  </w:style>
  <w:style w:type="paragraph" w:customStyle="1" w:styleId="6EEB89A9299D404FACB380A877DB0C2A">
    <w:name w:val="6EEB89A9299D404FACB380A877DB0C2A"/>
  </w:style>
  <w:style w:type="paragraph" w:customStyle="1" w:styleId="8C1FBF104A8249D48C771C4D41E5D881">
    <w:name w:val="8C1FBF104A8249D48C771C4D41E5D881"/>
  </w:style>
  <w:style w:type="paragraph" w:customStyle="1" w:styleId="9BFFECEE5210484A8DE50B2DEDFD9211">
    <w:name w:val="9BFFECEE5210484A8DE50B2DEDFD9211"/>
  </w:style>
  <w:style w:type="paragraph" w:customStyle="1" w:styleId="6888BF39E31A4011898074E8BADA4563">
    <w:name w:val="6888BF39E31A4011898074E8BADA4563"/>
  </w:style>
  <w:style w:type="paragraph" w:customStyle="1" w:styleId="4D85ED10DB6A41769B8D8B4D882070A5">
    <w:name w:val="4D85ED10DB6A41769B8D8B4D882070A5"/>
  </w:style>
  <w:style w:type="paragraph" w:customStyle="1" w:styleId="D14C838DB3DE4ADA820ED6A5CEB8FA52">
    <w:name w:val="D14C838DB3DE4ADA820ED6A5CEB8FA52"/>
  </w:style>
  <w:style w:type="paragraph" w:customStyle="1" w:styleId="25DCE807FF564172A9A8573BD0C0A09A">
    <w:name w:val="25DCE807FF564172A9A8573BD0C0A09A"/>
  </w:style>
  <w:style w:type="paragraph" w:customStyle="1" w:styleId="501A0907FE75407AAEBBBFBE935744C1">
    <w:name w:val="501A0907FE75407AAEBBBFBE935744C1"/>
  </w:style>
  <w:style w:type="paragraph" w:customStyle="1" w:styleId="E627652844334812B099CFAE7B175BFB">
    <w:name w:val="E627652844334812B099CFAE7B175BFB"/>
  </w:style>
  <w:style w:type="paragraph" w:customStyle="1" w:styleId="6B0F54912D22407A86819A26D95527CA">
    <w:name w:val="6B0F54912D22407A86819A26D95527CA"/>
  </w:style>
  <w:style w:type="paragraph" w:customStyle="1" w:styleId="CE71811AFE76435C8D6FA21246141BD3">
    <w:name w:val="CE71811AFE76435C8D6FA21246141BD3"/>
  </w:style>
  <w:style w:type="paragraph" w:customStyle="1" w:styleId="246ED254F64B497396B892C8EC15BE63">
    <w:name w:val="246ED254F64B497396B892C8EC15BE63"/>
  </w:style>
  <w:style w:type="paragraph" w:customStyle="1" w:styleId="A8FF8EEC79C94AB9BB224955FC1E9B33">
    <w:name w:val="A8FF8EEC79C94AB9BB224955FC1E9B33"/>
  </w:style>
  <w:style w:type="paragraph" w:customStyle="1" w:styleId="0B7465FC40884425A5B3E4EC7BEF6DCA">
    <w:name w:val="0B7465FC40884425A5B3E4EC7BEF6DCA"/>
  </w:style>
  <w:style w:type="paragraph" w:customStyle="1" w:styleId="53B7FCC0956B44A4BE2133F68093F74E">
    <w:name w:val="53B7FCC0956B44A4BE2133F68093F74E"/>
  </w:style>
  <w:style w:type="paragraph" w:customStyle="1" w:styleId="703DB4D90E8E4D9B96DDCCD71E201E13">
    <w:name w:val="703DB4D90E8E4D9B96DDCCD71E201E13"/>
  </w:style>
  <w:style w:type="paragraph" w:customStyle="1" w:styleId="7C60D07188CE4019B7067C50517DD145">
    <w:name w:val="7C60D07188CE4019B7067C50517DD145"/>
  </w:style>
  <w:style w:type="paragraph" w:customStyle="1" w:styleId="E7B45C558A854673BD0A41AFDE6D1F5B">
    <w:name w:val="E7B45C558A854673BD0A41AFDE6D1F5B"/>
  </w:style>
  <w:style w:type="paragraph" w:customStyle="1" w:styleId="AB008B61C6DD4DDB8AC707E78EFFD6BA">
    <w:name w:val="AB008B61C6DD4DDB8AC707E78EFFD6BA"/>
  </w:style>
  <w:style w:type="paragraph" w:customStyle="1" w:styleId="DDC97D3B9D944BB7B3C30E38F8FC8C7E">
    <w:name w:val="DDC97D3B9D944BB7B3C30E38F8FC8C7E"/>
  </w:style>
  <w:style w:type="paragraph" w:customStyle="1" w:styleId="AA6599F0598A4F4787FF9EF56627859E">
    <w:name w:val="AA6599F0598A4F4787FF9EF56627859E"/>
  </w:style>
  <w:style w:type="paragraph" w:customStyle="1" w:styleId="A25824A1DA14431FA8838A4414047BA2">
    <w:name w:val="A25824A1DA14431FA8838A4414047BA2"/>
  </w:style>
  <w:style w:type="paragraph" w:customStyle="1" w:styleId="2621921B020D45A69209C3AB4ED2F338">
    <w:name w:val="2621921B020D45A69209C3AB4ED2F338"/>
  </w:style>
  <w:style w:type="paragraph" w:customStyle="1" w:styleId="819582C892A74ABC83FFDF62F6265DCB">
    <w:name w:val="819582C892A74ABC83FFDF62F6265DCB"/>
  </w:style>
  <w:style w:type="paragraph" w:customStyle="1" w:styleId="CF46F0EC01E14A11816E5465B76F80CE">
    <w:name w:val="CF46F0EC01E14A11816E5465B76F80CE"/>
  </w:style>
  <w:style w:type="paragraph" w:customStyle="1" w:styleId="CEDA9C73439C433398CA14BA63F8A835">
    <w:name w:val="CEDA9C73439C433398CA14BA63F8A835"/>
  </w:style>
  <w:style w:type="paragraph" w:customStyle="1" w:styleId="FB1EC0CE9EA94ED2B25AB348485F5DF0">
    <w:name w:val="FB1EC0CE9EA94ED2B25AB348485F5D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MLA style paper</Template>
  <TotalTime>343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FRANKIE</dc:creator>
  <cp:keywords/>
  <dc:description/>
  <cp:lastModifiedBy>FRANKIE</cp:lastModifiedBy>
  <cp:revision>27</cp:revision>
  <dcterms:created xsi:type="dcterms:W3CDTF">2021-05-10T05:54:00Z</dcterms:created>
  <dcterms:modified xsi:type="dcterms:W3CDTF">2021-05-10T15:05:00Z</dcterms:modified>
  <cp:version/>
</cp:coreProperties>
</file>