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CCAD" w14:textId="22BAA723" w:rsidR="00F9444C" w:rsidRDefault="009B2272">
      <w:pPr>
        <w:pStyle w:val="NoSpacing"/>
      </w:pPr>
      <w:sdt>
        <w:sdtPr>
          <w:alias w:val="Your Name:"/>
          <w:tag w:val="Your Name:"/>
          <w:id w:val="-686670367"/>
          <w:placeholder>
            <w:docPart w:val="278F1412C90748F084904573DC183C4A"/>
          </w:placeholder>
          <w:temporary/>
          <w:showingPlcHdr/>
          <w15:appearance w15:val="hidden"/>
        </w:sdtPr>
        <w:sdtEndPr/>
        <w:sdtContent>
          <w:r w:rsidR="00F9444C">
            <w:t>Your Name</w:t>
          </w:r>
        </w:sdtContent>
      </w:sdt>
      <w:r w:rsidR="00393D9C">
        <w:t>:</w:t>
      </w:r>
    </w:p>
    <w:p w14:paraId="0864D25B" w14:textId="167507D8" w:rsidR="00E614DD" w:rsidRDefault="009B2272">
      <w:pPr>
        <w:pStyle w:val="NoSpacing"/>
      </w:pPr>
      <w:sdt>
        <w:sdtPr>
          <w:alias w:val="Instructor Name:"/>
          <w:tag w:val="Instructor Name:"/>
          <w:id w:val="1392545257"/>
          <w:placeholder>
            <w:docPart w:val="27C8E1B15B254A7294E4CA6D1C56C754"/>
          </w:placeholder>
          <w:temporary/>
          <w:showingPlcHdr/>
          <w15:appearance w15:val="hidden"/>
        </w:sdtPr>
        <w:sdtEndPr/>
        <w:sdtContent>
          <w:r w:rsidR="00B13D1B">
            <w:t>Instructor Name</w:t>
          </w:r>
        </w:sdtContent>
      </w:sdt>
      <w:r w:rsidR="00393D9C">
        <w:t>:</w:t>
      </w:r>
    </w:p>
    <w:p w14:paraId="1EE6A7CE" w14:textId="7C63A9C6" w:rsidR="00E614DD" w:rsidRDefault="009B2272">
      <w:pPr>
        <w:pStyle w:val="NoSpacing"/>
      </w:pPr>
      <w:sdt>
        <w:sdtPr>
          <w:alias w:val="Course Number:"/>
          <w:tag w:val="Course Number:"/>
          <w:id w:val="1249771000"/>
          <w:placeholder>
            <w:docPart w:val="20B8B658F9BB45638FDFA06CD0F309D7"/>
          </w:placeholder>
          <w:temporary/>
          <w:showingPlcHdr/>
          <w15:appearance w15:val="hidden"/>
        </w:sdtPr>
        <w:sdtEndPr/>
        <w:sdtContent>
          <w:r w:rsidR="00B13D1B">
            <w:t>Course Number</w:t>
          </w:r>
        </w:sdtContent>
      </w:sdt>
      <w:r w:rsidR="00393D9C">
        <w:t>:</w:t>
      </w:r>
    </w:p>
    <w:p w14:paraId="11C04CE6" w14:textId="6DAAAFFF" w:rsidR="00E614DD" w:rsidRDefault="009B2272">
      <w:pPr>
        <w:pStyle w:val="NoSpacing"/>
      </w:pPr>
      <w:sdt>
        <w:sdtPr>
          <w:alias w:val="Date:"/>
          <w:tag w:val="Date:"/>
          <w:id w:val="518209038"/>
          <w:placeholder>
            <w:docPart w:val="444F9F9D20D94A04987F70AC202D3672"/>
          </w:placeholder>
          <w:temporary/>
          <w:showingPlcHdr/>
          <w15:appearance w15:val="hidden"/>
        </w:sdtPr>
        <w:sdtEndPr/>
        <w:sdtContent>
          <w:r w:rsidR="00B13D1B">
            <w:t>Date</w:t>
          </w:r>
        </w:sdtContent>
      </w:sdt>
      <w:r w:rsidR="00393D9C">
        <w:t>:</w:t>
      </w:r>
    </w:p>
    <w:p w14:paraId="482EB203" w14:textId="324BF019" w:rsidR="00393D9C" w:rsidRDefault="00393D9C">
      <w:pPr>
        <w:pStyle w:val="NoSpacing"/>
      </w:pPr>
    </w:p>
    <w:p w14:paraId="2646C3AE" w14:textId="2352F05F" w:rsidR="003C7D94" w:rsidRPr="003C7D94" w:rsidRDefault="003C7D94" w:rsidP="003C7D94">
      <w:pPr>
        <w:pStyle w:val="NoSpacing"/>
        <w:numPr>
          <w:ilvl w:val="0"/>
          <w:numId w:val="23"/>
        </w:numPr>
      </w:pPr>
      <w:r>
        <w:rPr>
          <w:b/>
          <w:bCs/>
        </w:rPr>
        <w:t>Billie’s Blues</w:t>
      </w:r>
    </w:p>
    <w:p w14:paraId="3FDC4381" w14:textId="0F71E25E" w:rsidR="003C7D94" w:rsidRDefault="003C7D94" w:rsidP="003C7D94">
      <w:pPr>
        <w:pStyle w:val="NoSpacing"/>
        <w:ind w:left="720"/>
      </w:pPr>
      <w:r>
        <w:t xml:space="preserve">Music changes underneath Billie from an beauty to thrilling and then into melodious movement.  The words timbre can be described as pure and mellow, these two words describe Billies Voice. The clarinet at 1.21 can be decribed as </w:t>
      </w:r>
      <w:r w:rsidR="007C0A1F">
        <w:t xml:space="preserve">pitches with one standard octave and a trumpet.  While the timbre muted trumpet at1.45 is a C trumpet with brasst touch. The music is more of dancing than listening as it has different tempos  and steady tempos. </w:t>
      </w:r>
    </w:p>
    <w:p w14:paraId="7E64F111" w14:textId="07AFD0D1" w:rsidR="007C0A1F" w:rsidRPr="007C0A1F" w:rsidRDefault="007C0A1F" w:rsidP="007C0A1F">
      <w:pPr>
        <w:pStyle w:val="NoSpacing"/>
        <w:numPr>
          <w:ilvl w:val="0"/>
          <w:numId w:val="23"/>
        </w:numPr>
      </w:pPr>
      <w:r>
        <w:rPr>
          <w:b/>
          <w:bCs/>
        </w:rPr>
        <w:t xml:space="preserve">Take the Train </w:t>
      </w:r>
    </w:p>
    <w:p w14:paraId="7EEA8DAE" w14:textId="588D1F9B" w:rsidR="007C0A1F" w:rsidRDefault="00B1247A" w:rsidP="00B1247A">
      <w:pPr>
        <w:pStyle w:val="NoSpacing"/>
        <w:ind w:left="720"/>
      </w:pPr>
      <w:r>
        <w:t xml:space="preserve">The musical instrument that we have not heard is the Piano compostion done by D.Ellingtion. </w:t>
      </w:r>
      <w:r w:rsidR="00CA2B8D">
        <w:t xml:space="preserve"> At 0.50 a unison melody is in play which fits directly into the composition. Similarly, the trumpet player uses sycophants as the vibrato is in motion. As it move to 2.04, there is a rise in saxophones as Duke gets higher in his music. The dynamic at 2.14 is characterized by return on dissonance and different chords tolling which resended into  a discreet fading of the music.</w:t>
      </w:r>
    </w:p>
    <w:p w14:paraId="390271AC" w14:textId="463CBD3E" w:rsidR="00CA2B8D" w:rsidRPr="00CA2B8D" w:rsidRDefault="00CA2B8D" w:rsidP="00CA2B8D">
      <w:pPr>
        <w:pStyle w:val="NoSpacing"/>
        <w:numPr>
          <w:ilvl w:val="0"/>
          <w:numId w:val="23"/>
        </w:numPr>
      </w:pPr>
      <w:r>
        <w:rPr>
          <w:b/>
          <w:bCs/>
        </w:rPr>
        <w:t xml:space="preserve"> Suite for Violin</w:t>
      </w:r>
      <w:r w:rsidR="00C80DF6">
        <w:rPr>
          <w:b/>
          <w:bCs/>
        </w:rPr>
        <w:t xml:space="preserve"> and Piano</w:t>
      </w:r>
    </w:p>
    <w:p w14:paraId="39057706" w14:textId="5FE7F79A" w:rsidR="00CA2B8D" w:rsidRDefault="00C80DF6" w:rsidP="00CA2B8D">
      <w:pPr>
        <w:pStyle w:val="NoSpacing"/>
        <w:ind w:left="720"/>
      </w:pPr>
      <w:r>
        <w:t xml:space="preserve">The moment that sounds familiar to European art music is the solo violin. The resemblance in European art is comparable gto V. Gupta’s musical performance that incorporates colours and sounds. </w:t>
      </w:r>
      <w:r w:rsidR="007A1653">
        <w:t xml:space="preserve">More so, Jazz music influenced by E. South was a </w:t>
      </w:r>
      <w:r w:rsidR="007A1653">
        <w:lastRenderedPageBreak/>
        <w:t>delight for most listeners. In comparison, the examples above are considered as formal since they have a similar grandeur. Nonetheless, there is comtemplation because of the American vernacular and intergraton on the same.</w:t>
      </w:r>
    </w:p>
    <w:p w14:paraId="50441C74" w14:textId="4864E54F" w:rsidR="007A1653" w:rsidRDefault="007A1653" w:rsidP="006A7F56">
      <w:pPr>
        <w:pStyle w:val="NoSpacing"/>
        <w:numPr>
          <w:ilvl w:val="0"/>
          <w:numId w:val="23"/>
        </w:numPr>
      </w:pPr>
      <w:r>
        <w:rPr>
          <w:b/>
          <w:bCs/>
        </w:rPr>
        <w:t xml:space="preserve">Rhapsody in Blue </w:t>
      </w:r>
    </w:p>
    <w:p w14:paraId="45F8CF68" w14:textId="77777777" w:rsidR="00466922" w:rsidRDefault="006A7F56" w:rsidP="006A7F56">
      <w:pPr>
        <w:pStyle w:val="NoSpacing"/>
        <w:ind w:left="720"/>
      </w:pPr>
      <w:r>
        <w:t xml:space="preserve">The music produces a piano instrumentalism which is a form of classical baroque. The pianist starts to play at 0.50. </w:t>
      </w:r>
      <w:r w:rsidR="00241BAF">
        <w:t xml:space="preserve">whereas the intervals between 0.50, 2.13, and 7.15 minutes is where a professional piaonist can play. The perfomer </w:t>
      </w:r>
      <w:r w:rsidR="00466922">
        <w:t>here is increasing the musical trumpet as the song is on a slowly on climax. Similarly,  an artist such as Lang shows facial expression due to the musical instrument and it cannot distract the perfomer.  While at 11.47 onwwards there is a change in instriuments due to the piano solo player and the ritornello.</w:t>
      </w:r>
    </w:p>
    <w:p w14:paraId="636E7CA2" w14:textId="77777777" w:rsidR="00466922" w:rsidRPr="00466922" w:rsidRDefault="00466922" w:rsidP="00466922">
      <w:pPr>
        <w:pStyle w:val="NoSpacing"/>
        <w:numPr>
          <w:ilvl w:val="0"/>
          <w:numId w:val="23"/>
        </w:numPr>
      </w:pPr>
      <w:r>
        <w:rPr>
          <w:b/>
          <w:bCs/>
        </w:rPr>
        <w:t>Country Band</w:t>
      </w:r>
    </w:p>
    <w:p w14:paraId="375CE1A6" w14:textId="77777777" w:rsidR="009D0916" w:rsidRDefault="00466922" w:rsidP="00466922">
      <w:pPr>
        <w:pStyle w:val="NoSpacing"/>
        <w:ind w:left="720"/>
      </w:pPr>
      <w:r>
        <w:t xml:space="preserve">The band is playing a good parody during the introduction part and at the end of the band. Nonetheless, one can write such as piece because they are made of the features of the country bands.  A considerable number of artists have played these tunes because of intonations and rhythms which resukts into raucous. ‘Stand up and take dissonance like a man’ </w:t>
      </w:r>
      <w:r w:rsidR="00F03AE5">
        <w:t>implies that people should be able to embrace their part of responsibility without much ado.</w:t>
      </w:r>
    </w:p>
    <w:p w14:paraId="61BDE5E2" w14:textId="1430D89B" w:rsidR="006A7F56" w:rsidRPr="009D0916" w:rsidRDefault="00466922" w:rsidP="009D0916">
      <w:pPr>
        <w:pStyle w:val="NoSpacing"/>
        <w:numPr>
          <w:ilvl w:val="0"/>
          <w:numId w:val="23"/>
        </w:numPr>
      </w:pPr>
      <w:r>
        <w:t xml:space="preserve"> </w:t>
      </w:r>
      <w:r w:rsidR="009D0916">
        <w:rPr>
          <w:b/>
          <w:bCs/>
        </w:rPr>
        <w:t>Appalachian Spring</w:t>
      </w:r>
    </w:p>
    <w:p w14:paraId="30F26B55" w14:textId="7ED8B293" w:rsidR="009D0916" w:rsidRDefault="00E14091" w:rsidP="009D0916">
      <w:pPr>
        <w:pStyle w:val="NoSpacing"/>
        <w:ind w:left="720"/>
      </w:pPr>
      <w:r>
        <w:t xml:space="preserve">The fact that wedding ceremeonius happens, then at 1.20 is where couples do celebrate their profounf love. From 1.37 through to 1.47 the violin has played a critical role. In 1.57 until 2.04 the clarinet resounds well since they do have a high pitch and positioning. </w:t>
      </w:r>
      <w:r w:rsidR="008923EF">
        <w:t xml:space="preserve"> Thereby, the music is rather flowing and tranquil. At the interval of  17.05, the piano </w:t>
      </w:r>
      <w:r w:rsidR="008923EF">
        <w:lastRenderedPageBreak/>
        <w:t>interludes well and this creates time. The musical variation is formal which means that it is moderate. From 18.50 until 18.56 the end of the song is signified by a total break.s</w:t>
      </w:r>
    </w:p>
    <w:p w14:paraId="5A47A564" w14:textId="5D8955C8" w:rsidR="008923EF" w:rsidRPr="008923EF" w:rsidRDefault="008923EF" w:rsidP="008923EF">
      <w:pPr>
        <w:pStyle w:val="NoSpacing"/>
        <w:numPr>
          <w:ilvl w:val="0"/>
          <w:numId w:val="23"/>
        </w:numPr>
      </w:pPr>
      <w:r>
        <w:rPr>
          <w:b/>
          <w:bCs/>
        </w:rPr>
        <w:t>Noche de Jaranas</w:t>
      </w:r>
    </w:p>
    <w:p w14:paraId="78ACB4EA" w14:textId="564E3A5E" w:rsidR="008923EF" w:rsidRPr="008923EF" w:rsidRDefault="008923EF" w:rsidP="008923EF">
      <w:pPr>
        <w:pStyle w:val="NoSpacing"/>
        <w:ind w:left="720"/>
      </w:pPr>
      <w:r>
        <w:t xml:space="preserve">At 7.48 through to 8:04 there is the sound of trumpets which creates a marvelous sound.  The overall mood of the movement is quite compelling and sombre at the same time. Similarly, the conductior conveys the mood with the helped of the film’s director by writing down the scores of composer. While the most important element of music is the nationalism. In the end the dramatic climax is at 5:67 which </w:t>
      </w:r>
      <w:r w:rsidR="000457D3">
        <w:t>proves to show the story unobtrusively.</w:t>
      </w:r>
    </w:p>
    <w:sectPr w:rsidR="008923EF" w:rsidRPr="008923E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EFEC7" w14:textId="77777777" w:rsidR="009B2272" w:rsidRDefault="009B2272">
      <w:pPr>
        <w:spacing w:line="240" w:lineRule="auto"/>
      </w:pPr>
      <w:r>
        <w:separator/>
      </w:r>
    </w:p>
  </w:endnote>
  <w:endnote w:type="continuationSeparator" w:id="0">
    <w:p w14:paraId="40A5A884" w14:textId="77777777" w:rsidR="009B2272" w:rsidRDefault="009B2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8CE47" w14:textId="77777777" w:rsidR="009B2272" w:rsidRDefault="009B2272">
      <w:pPr>
        <w:spacing w:line="240" w:lineRule="auto"/>
      </w:pPr>
      <w:r>
        <w:separator/>
      </w:r>
    </w:p>
  </w:footnote>
  <w:footnote w:type="continuationSeparator" w:id="0">
    <w:p w14:paraId="05399EE1" w14:textId="77777777" w:rsidR="009B2272" w:rsidRDefault="009B22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D3F0" w14:textId="77777777" w:rsidR="00E614DD" w:rsidRDefault="009B2272">
    <w:pPr>
      <w:pStyle w:val="Header"/>
    </w:pPr>
    <w:sdt>
      <w:sdtPr>
        <w:alias w:val="Last Name:"/>
        <w:tag w:val="Last Name:"/>
        <w:id w:val="343136273"/>
        <w:placeholder/>
        <w:temporary/>
        <w:showingPlcHdr/>
        <w15:appearance w15:val="hidden"/>
      </w:sdtPr>
      <w:sdtEndPr/>
      <w:sdtContent>
        <w:r w:rsidR="00F9444C">
          <w:t>Last Name</w:t>
        </w:r>
      </w:sdtContent>
    </w:sdt>
    <w:r w:rsidR="00691EC1">
      <w:t xml:space="preserve"> </w:t>
    </w:r>
    <w:r w:rsidR="00691EC1">
      <w:fldChar w:fldCharType="begin"/>
    </w:r>
    <w:r w:rsidR="00691EC1">
      <w:instrText xml:space="preserve"> PAGE   \* MERGEFORMAT </w:instrText>
    </w:r>
    <w:r w:rsidR="00691EC1">
      <w:fldChar w:fldCharType="separate"/>
    </w:r>
    <w:r w:rsidR="00F9444C">
      <w:rPr>
        <w:noProof/>
      </w:rPr>
      <w:t>2</w:t>
    </w:r>
    <w:r w:rsidR="00691EC1">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D278" w14:textId="77777777" w:rsidR="00E614DD" w:rsidRDefault="009B2272">
    <w:pPr>
      <w:pStyle w:val="Header"/>
    </w:pPr>
    <w:sdt>
      <w:sdtPr>
        <w:alias w:val="Last Name:"/>
        <w:tag w:val="Last Name:"/>
        <w:id w:val="81423100"/>
        <w:placeholder>
          <w:docPart w:val="FB1EC0CE9EA94ED2B25AB348485F5DF0"/>
        </w:placeholder>
        <w:temporary/>
        <w:showingPlcHdr/>
        <w15:appearance w15:val="hidden"/>
      </w:sdtPr>
      <w:sdtEndPr/>
      <w:sdtContent>
        <w:r w:rsidR="00F9444C">
          <w:t>Last Name</w:t>
        </w:r>
      </w:sdtContent>
    </w:sdt>
    <w:r w:rsidR="00B13D1B">
      <w:t xml:space="preserve"> </w:t>
    </w:r>
    <w:r w:rsidR="00691EC1">
      <w:fldChar w:fldCharType="begin"/>
    </w:r>
    <w:r w:rsidR="00691EC1">
      <w:instrText xml:space="preserve"> PAGE   \* MERGEFORMAT </w:instrText>
    </w:r>
    <w:r w:rsidR="00691EC1">
      <w:fldChar w:fldCharType="separate"/>
    </w:r>
    <w:r w:rsidR="00F9444C">
      <w:rPr>
        <w:noProof/>
      </w:rPr>
      <w:t>1</w:t>
    </w:r>
    <w:r w:rsidR="00691EC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35BAA"/>
    <w:multiLevelType w:val="multilevel"/>
    <w:tmpl w:val="82986EB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A7072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DB07618"/>
    <w:multiLevelType w:val="multilevel"/>
    <w:tmpl w:val="A3C8CF7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E4A6A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D0CE8"/>
    <w:multiLevelType w:val="multilevel"/>
    <w:tmpl w:val="D050418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4C54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B1B5787"/>
    <w:multiLevelType w:val="multilevel"/>
    <w:tmpl w:val="4572ABF8"/>
    <w:numStyleLink w:val="MLAOutline"/>
  </w:abstractNum>
  <w:abstractNum w:abstractNumId="19" w15:restartNumberingAfterBreak="0">
    <w:nsid w:val="5F2B2D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AAF03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E23A5D"/>
    <w:multiLevelType w:val="hybridMultilevel"/>
    <w:tmpl w:val="8CE6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92C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8"/>
  </w:num>
  <w:num w:numId="14">
    <w:abstractNumId w:val="14"/>
  </w:num>
  <w:num w:numId="15">
    <w:abstractNumId w:val="20"/>
  </w:num>
  <w:num w:numId="16">
    <w:abstractNumId w:val="16"/>
  </w:num>
  <w:num w:numId="17">
    <w:abstractNumId w:val="11"/>
  </w:num>
  <w:num w:numId="18">
    <w:abstractNumId w:val="10"/>
  </w:num>
  <w:num w:numId="19">
    <w:abstractNumId w:val="15"/>
  </w:num>
  <w:num w:numId="20">
    <w:abstractNumId w:val="22"/>
  </w:num>
  <w:num w:numId="21">
    <w:abstractNumId w:val="13"/>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9C"/>
    <w:rsid w:val="00040CBB"/>
    <w:rsid w:val="000457D3"/>
    <w:rsid w:val="000B78C8"/>
    <w:rsid w:val="001463B2"/>
    <w:rsid w:val="001F62C0"/>
    <w:rsid w:val="00241BAF"/>
    <w:rsid w:val="00245E02"/>
    <w:rsid w:val="00353B66"/>
    <w:rsid w:val="00393D9C"/>
    <w:rsid w:val="003C7D94"/>
    <w:rsid w:val="00466922"/>
    <w:rsid w:val="004A2675"/>
    <w:rsid w:val="004F7139"/>
    <w:rsid w:val="00691EC1"/>
    <w:rsid w:val="006A7F56"/>
    <w:rsid w:val="007A1653"/>
    <w:rsid w:val="007C0A1F"/>
    <w:rsid w:val="007C53FB"/>
    <w:rsid w:val="008923EF"/>
    <w:rsid w:val="008B7D18"/>
    <w:rsid w:val="008F1F97"/>
    <w:rsid w:val="008F4052"/>
    <w:rsid w:val="009B2272"/>
    <w:rsid w:val="009D0916"/>
    <w:rsid w:val="009D4EB3"/>
    <w:rsid w:val="00B1247A"/>
    <w:rsid w:val="00B13D1B"/>
    <w:rsid w:val="00B818DF"/>
    <w:rsid w:val="00C80DF6"/>
    <w:rsid w:val="00CA2B8D"/>
    <w:rsid w:val="00D52117"/>
    <w:rsid w:val="00DB0D39"/>
    <w:rsid w:val="00E14005"/>
    <w:rsid w:val="00E14091"/>
    <w:rsid w:val="00E614DD"/>
    <w:rsid w:val="00F03AE5"/>
    <w:rsid w:val="00F94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CCBC6"/>
  <w15:chartTrackingRefBased/>
  <w15:docId w15:val="{17A0BCEA-CB32-45CC-BBEA-6D4BEB62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44C"/>
    <w:pPr>
      <w:suppressAutoHyphens/>
    </w:pPr>
  </w:style>
  <w:style w:type="paragraph" w:styleId="Heading1">
    <w:name w:val="heading 1"/>
    <w:basedOn w:val="Normal"/>
    <w:next w:val="Normal"/>
    <w:link w:val="Heading1Char"/>
    <w:uiPriority w:val="9"/>
    <w:qFormat/>
    <w:rsid w:val="000B78C8"/>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rsid w:val="000B78C8"/>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0B78C8"/>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0B78C8"/>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0B78C8"/>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0B78C8"/>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B78C8"/>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rsid w:val="000B78C8"/>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rsid w:val="000B78C8"/>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rsid w:val="00040CBB"/>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40CBB"/>
    <w:rPr>
      <w:rFonts w:ascii="Segoe UI" w:hAnsi="Segoe UI" w:cs="Segoe UI"/>
      <w:sz w:val="22"/>
      <w:szCs w:val="18"/>
    </w:rPr>
  </w:style>
  <w:style w:type="paragraph" w:styleId="Bibliography">
    <w:name w:val="Bibliography"/>
    <w:basedOn w:val="Normal"/>
    <w:next w:val="Normal"/>
    <w:uiPriority w:val="8"/>
    <w:unhideWhenUsed/>
    <w:qFormat/>
    <w:pPr>
      <w:ind w:left="720" w:hanging="720"/>
    </w:pPr>
  </w:style>
  <w:style w:type="paragraph" w:styleId="BlockText">
    <w:name w:val="Block Text"/>
    <w:basedOn w:val="Normal"/>
    <w:uiPriority w:val="99"/>
    <w:semiHidden/>
    <w:unhideWhenUsed/>
    <w:rsid w:val="00B818DF"/>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rsid w:val="00040CBB"/>
    <w:pPr>
      <w:spacing w:after="120"/>
      <w:ind w:firstLine="0"/>
    </w:pPr>
    <w:rPr>
      <w:sz w:val="22"/>
      <w:szCs w:val="16"/>
    </w:rPr>
  </w:style>
  <w:style w:type="character" w:customStyle="1" w:styleId="BodyText3Char">
    <w:name w:val="Body Text 3 Char"/>
    <w:basedOn w:val="DefaultParagraphFont"/>
    <w:link w:val="BodyText3"/>
    <w:uiPriority w:val="99"/>
    <w:semiHidden/>
    <w:rsid w:val="00040CBB"/>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rsid w:val="00040CBB"/>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040CBB"/>
    <w:rPr>
      <w:sz w:val="22"/>
      <w:szCs w:val="16"/>
    </w:rPr>
  </w:style>
  <w:style w:type="paragraph" w:styleId="Caption">
    <w:name w:val="caption"/>
    <w:basedOn w:val="Normal"/>
    <w:next w:val="Normal"/>
    <w:uiPriority w:val="35"/>
    <w:semiHidden/>
    <w:unhideWhenUsed/>
    <w:qFormat/>
    <w:rsid w:val="00245E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rsid w:val="00040CBB"/>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040CBB"/>
    <w:rPr>
      <w:sz w:val="22"/>
      <w:szCs w:val="20"/>
    </w:rPr>
  </w:style>
  <w:style w:type="paragraph" w:styleId="CommentSubject">
    <w:name w:val="annotation subject"/>
    <w:basedOn w:val="CommentText"/>
    <w:next w:val="CommentText"/>
    <w:link w:val="CommentSubjectChar"/>
    <w:uiPriority w:val="99"/>
    <w:semiHidden/>
    <w:unhideWhenUsed/>
    <w:rsid w:val="00040CBB"/>
    <w:rPr>
      <w:b/>
      <w:bCs/>
    </w:rPr>
  </w:style>
  <w:style w:type="character" w:customStyle="1" w:styleId="CommentSubjectChar">
    <w:name w:val="Comment Subject Char"/>
    <w:basedOn w:val="CommentTextChar"/>
    <w:link w:val="CommentSubject"/>
    <w:uiPriority w:val="99"/>
    <w:semiHidden/>
    <w:rsid w:val="00040CBB"/>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rsid w:val="00040CBB"/>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40CBB"/>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040CBB"/>
    <w:pPr>
      <w:spacing w:line="240" w:lineRule="auto"/>
      <w:ind w:firstLine="0"/>
    </w:pPr>
    <w:rPr>
      <w:rFonts w:asciiTheme="majorHAnsi" w:eastAsiaTheme="majorEastAsia" w:hAnsiTheme="majorHAnsi" w:cstheme="majorBidi"/>
      <w:sz w:val="22"/>
      <w:szCs w:val="20"/>
    </w:rPr>
  </w:style>
  <w:style w:type="paragraph" w:customStyle="1" w:styleId="TableTitle">
    <w:name w:val="Table Title"/>
    <w:basedOn w:val="Normal"/>
    <w:next w:val="Normal"/>
    <w:uiPriority w:val="4"/>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sid w:val="00040CBB"/>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040CBB"/>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rsid w:val="00040CBB"/>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2"/>
      <w:szCs w:val="20"/>
    </w:rPr>
  </w:style>
  <w:style w:type="character" w:customStyle="1" w:styleId="MacroTextChar">
    <w:name w:val="Macro Text Char"/>
    <w:basedOn w:val="DefaultParagraphFont"/>
    <w:link w:val="MacroText"/>
    <w:uiPriority w:val="99"/>
    <w:semiHidden/>
    <w:rsid w:val="00040CBB"/>
    <w:rPr>
      <w:rFonts w:ascii="Consolas" w:hAnsi="Consolas" w:cs="Consolas"/>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rsid w:val="00040CBB"/>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040CBB"/>
    <w:rPr>
      <w:rFonts w:ascii="Consolas" w:hAnsi="Consolas" w:cs="Consolas"/>
      <w:sz w:val="22"/>
      <w:szCs w:val="21"/>
    </w:rPr>
  </w:style>
  <w:style w:type="paragraph" w:styleId="Quote">
    <w:name w:val="Quote"/>
    <w:basedOn w:val="Normal"/>
    <w:next w:val="Normal"/>
    <w:link w:val="QuoteChar"/>
    <w:uiPriority w:val="3"/>
    <w:qFormat/>
    <w:pPr>
      <w:ind w:left="1440" w:firstLine="0"/>
    </w:pPr>
  </w:style>
  <w:style w:type="character" w:customStyle="1" w:styleId="QuoteChar">
    <w:name w:val="Quote Char"/>
    <w:basedOn w:val="DefaultParagraphFont"/>
    <w:link w:val="Quote"/>
    <w:uiPriority w:val="3"/>
    <w:rsid w:val="004A267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1"/>
    <w:qFormat/>
    <w:rsid w:val="001463B2"/>
    <w:pPr>
      <w:ind w:firstLine="0"/>
      <w:jc w:val="center"/>
    </w:pPr>
    <w:rPr>
      <w:rFonts w:asciiTheme="majorHAnsi" w:eastAsiaTheme="majorEastAsia" w:hAnsiTheme="majorHAnsi" w:cstheme="majorBidi"/>
      <w:kern w:val="28"/>
    </w:rPr>
  </w:style>
  <w:style w:type="character" w:customStyle="1" w:styleId="TitleChar">
    <w:name w:val="Title Char"/>
    <w:basedOn w:val="DefaultParagraphFont"/>
    <w:link w:val="Title"/>
    <w:uiPriority w:val="1"/>
    <w:rsid w:val="001463B2"/>
    <w:rPr>
      <w:rFonts w:asciiTheme="majorHAnsi" w:eastAsiaTheme="majorEastAsia" w:hAnsiTheme="majorHAnsi" w:cstheme="majorBidi"/>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sid w:val="00B818DF"/>
    <w:rPr>
      <w:color w:val="595959" w:themeColor="text1" w:themeTint="A6"/>
    </w:rPr>
  </w:style>
  <w:style w:type="character" w:styleId="Emphasis">
    <w:name w:val="Emphasis"/>
    <w:basedOn w:val="DefaultParagraphFont"/>
    <w:uiPriority w:val="8"/>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5"/>
    <w:qFormat/>
    <w:pPr>
      <w:spacing w:before="240"/>
    </w:pPr>
  </w:style>
  <w:style w:type="paragraph" w:customStyle="1" w:styleId="TableNote">
    <w:name w:val="Table Note"/>
    <w:basedOn w:val="Normal"/>
    <w:uiPriority w:val="6"/>
    <w:qFormat/>
    <w:pPr>
      <w:numPr>
        <w:numId w:val="11"/>
      </w:numPr>
    </w:pPr>
  </w:style>
  <w:style w:type="paragraph" w:customStyle="1" w:styleId="SectionTitle">
    <w:name w:val="Section Title"/>
    <w:basedOn w:val="Normal"/>
    <w:next w:val="Normal"/>
    <w:uiPriority w:val="7"/>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rsid w:val="001463B2"/>
    <w:pPr>
      <w:spacing w:line="240" w:lineRule="auto"/>
    </w:pPr>
  </w:style>
  <w:style w:type="character" w:customStyle="1" w:styleId="FooterChar">
    <w:name w:val="Footer Char"/>
    <w:basedOn w:val="DefaultParagraphFont"/>
    <w:link w:val="Footer"/>
    <w:uiPriority w:val="99"/>
    <w:rsid w:val="001463B2"/>
  </w:style>
  <w:style w:type="character" w:styleId="IntenseEmphasis">
    <w:name w:val="Intense Emphasis"/>
    <w:basedOn w:val="DefaultParagraphFont"/>
    <w:uiPriority w:val="21"/>
    <w:semiHidden/>
    <w:unhideWhenUsed/>
    <w:qFormat/>
    <w:rsid w:val="004F7139"/>
    <w:rPr>
      <w:i/>
      <w:iCs/>
      <w:color w:val="595959" w:themeColor="text1" w:themeTint="A6"/>
    </w:rPr>
  </w:style>
  <w:style w:type="paragraph" w:styleId="IntenseQuote">
    <w:name w:val="Intense Quote"/>
    <w:basedOn w:val="Normal"/>
    <w:next w:val="Normal"/>
    <w:link w:val="IntenseQuoteChar"/>
    <w:uiPriority w:val="30"/>
    <w:semiHidden/>
    <w:unhideWhenUsed/>
    <w:qFormat/>
    <w:rsid w:val="004F7139"/>
    <w:pPr>
      <w:pBdr>
        <w:top w:val="single" w:sz="4" w:space="10" w:color="595959" w:themeColor="text1" w:themeTint="A6"/>
        <w:bottom w:val="single" w:sz="4" w:space="10" w:color="595959" w:themeColor="text1" w:themeTint="A6"/>
      </w:pBdr>
      <w:spacing w:before="360" w:after="360"/>
      <w:ind w:left="864" w:right="864"/>
      <w:jc w:val="center"/>
    </w:pPr>
    <w:rPr>
      <w:i/>
      <w:iCs/>
      <w:color w:val="595959" w:themeColor="text1" w:themeTint="A6"/>
    </w:rPr>
  </w:style>
  <w:style w:type="character" w:customStyle="1" w:styleId="IntenseQuoteChar">
    <w:name w:val="Intense Quote Char"/>
    <w:basedOn w:val="DefaultParagraphFont"/>
    <w:link w:val="IntenseQuote"/>
    <w:uiPriority w:val="30"/>
    <w:semiHidden/>
    <w:rsid w:val="004F7139"/>
    <w:rPr>
      <w:i/>
      <w:iCs/>
      <w:color w:val="595959" w:themeColor="text1" w:themeTint="A6"/>
    </w:rPr>
  </w:style>
  <w:style w:type="character" w:styleId="IntenseReference">
    <w:name w:val="Intense Reference"/>
    <w:basedOn w:val="DefaultParagraphFont"/>
    <w:uiPriority w:val="32"/>
    <w:semiHidden/>
    <w:unhideWhenUsed/>
    <w:qFormat/>
    <w:rsid w:val="004F7139"/>
    <w:rPr>
      <w:b/>
      <w:bCs/>
      <w:smallCaps/>
      <w:color w:val="595959" w:themeColor="text1" w:themeTint="A6"/>
      <w:spacing w:val="5"/>
    </w:rPr>
  </w:style>
  <w:style w:type="character" w:styleId="FollowedHyperlink">
    <w:name w:val="FollowedHyperlink"/>
    <w:basedOn w:val="DefaultParagraphFont"/>
    <w:uiPriority w:val="99"/>
    <w:semiHidden/>
    <w:unhideWhenUsed/>
    <w:rsid w:val="00B818DF"/>
    <w:rPr>
      <w:color w:val="595959" w:themeColor="text1" w:themeTint="A6"/>
      <w:u w:val="single"/>
    </w:rPr>
  </w:style>
  <w:style w:type="character" w:styleId="CommentReference">
    <w:name w:val="annotation reference"/>
    <w:basedOn w:val="DefaultParagraphFont"/>
    <w:uiPriority w:val="99"/>
    <w:semiHidden/>
    <w:unhideWhenUsed/>
    <w:rsid w:val="007C53FB"/>
    <w:rPr>
      <w:sz w:val="22"/>
      <w:szCs w:val="16"/>
    </w:rPr>
  </w:style>
  <w:style w:type="character" w:styleId="HTMLCode">
    <w:name w:val="HTML Code"/>
    <w:basedOn w:val="DefaultParagraphFont"/>
    <w:uiPriority w:val="99"/>
    <w:semiHidden/>
    <w:unhideWhenUsed/>
    <w:rsid w:val="00040CBB"/>
    <w:rPr>
      <w:rFonts w:ascii="Consolas" w:hAnsi="Consolas"/>
      <w:sz w:val="22"/>
      <w:szCs w:val="20"/>
    </w:rPr>
  </w:style>
  <w:style w:type="character" w:styleId="HTMLKeyboard">
    <w:name w:val="HTML Keyboard"/>
    <w:basedOn w:val="DefaultParagraphFont"/>
    <w:uiPriority w:val="99"/>
    <w:semiHidden/>
    <w:unhideWhenUsed/>
    <w:rsid w:val="00040CBB"/>
    <w:rPr>
      <w:rFonts w:ascii="Consolas" w:hAnsi="Consolas"/>
      <w:sz w:val="22"/>
      <w:szCs w:val="20"/>
    </w:rPr>
  </w:style>
  <w:style w:type="character" w:styleId="HTMLTypewriter">
    <w:name w:val="HTML Typewriter"/>
    <w:basedOn w:val="DefaultParagraphFont"/>
    <w:uiPriority w:val="99"/>
    <w:semiHidden/>
    <w:unhideWhenUsed/>
    <w:rsid w:val="00040CBB"/>
    <w:rPr>
      <w:rFonts w:ascii="Consolas" w:hAnsi="Consola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58774060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64321403">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389036087">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1919558046">
      <w:bodyDiv w:val="1"/>
      <w:marLeft w:val="0"/>
      <w:marRight w:val="0"/>
      <w:marTop w:val="0"/>
      <w:marBottom w:val="0"/>
      <w:divBdr>
        <w:top w:val="none" w:sz="0" w:space="0" w:color="auto"/>
        <w:left w:val="none" w:sz="0" w:space="0" w:color="auto"/>
        <w:bottom w:val="none" w:sz="0" w:space="0" w:color="auto"/>
        <w:right w:val="none" w:sz="0" w:space="0" w:color="auto"/>
      </w:divBdr>
    </w:div>
    <w:div w:id="2017421617">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SIVE%20GENOMICS%2001\AppData\Roaming\Microsoft\Templates\MLA%20style%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8F1412C90748F084904573DC183C4A"/>
        <w:category>
          <w:name w:val="General"/>
          <w:gallery w:val="placeholder"/>
        </w:category>
        <w:types>
          <w:type w:val="bbPlcHdr"/>
        </w:types>
        <w:behaviors>
          <w:behavior w:val="content"/>
        </w:behaviors>
        <w:guid w:val="{2545D84B-11EB-42AD-93F7-669219C191D0}"/>
      </w:docPartPr>
      <w:docPartBody>
        <w:p w:rsidR="00000000" w:rsidRDefault="003E31BA">
          <w:pPr>
            <w:pStyle w:val="278F1412C90748F084904573DC183C4A"/>
          </w:pPr>
          <w:r>
            <w:t>Your Name</w:t>
          </w:r>
        </w:p>
      </w:docPartBody>
    </w:docPart>
    <w:docPart>
      <w:docPartPr>
        <w:name w:val="27C8E1B15B254A7294E4CA6D1C56C754"/>
        <w:category>
          <w:name w:val="General"/>
          <w:gallery w:val="placeholder"/>
        </w:category>
        <w:types>
          <w:type w:val="bbPlcHdr"/>
        </w:types>
        <w:behaviors>
          <w:behavior w:val="content"/>
        </w:behaviors>
        <w:guid w:val="{2C5BF691-9EFC-46D7-87DE-88E9437CA10F}"/>
      </w:docPartPr>
      <w:docPartBody>
        <w:p w:rsidR="00000000" w:rsidRDefault="003E31BA">
          <w:pPr>
            <w:pStyle w:val="27C8E1B15B254A7294E4CA6D1C56C754"/>
          </w:pPr>
          <w:r>
            <w:t>Instructor Name</w:t>
          </w:r>
        </w:p>
      </w:docPartBody>
    </w:docPart>
    <w:docPart>
      <w:docPartPr>
        <w:name w:val="20B8B658F9BB45638FDFA06CD0F309D7"/>
        <w:category>
          <w:name w:val="General"/>
          <w:gallery w:val="placeholder"/>
        </w:category>
        <w:types>
          <w:type w:val="bbPlcHdr"/>
        </w:types>
        <w:behaviors>
          <w:behavior w:val="content"/>
        </w:behaviors>
        <w:guid w:val="{95A00866-F425-4A6F-BABD-64C532573342}"/>
      </w:docPartPr>
      <w:docPartBody>
        <w:p w:rsidR="00000000" w:rsidRDefault="003E31BA">
          <w:pPr>
            <w:pStyle w:val="20B8B658F9BB45638FDFA06CD0F309D7"/>
          </w:pPr>
          <w:r>
            <w:t>Course Number</w:t>
          </w:r>
        </w:p>
      </w:docPartBody>
    </w:docPart>
    <w:docPart>
      <w:docPartPr>
        <w:name w:val="444F9F9D20D94A04987F70AC202D3672"/>
        <w:category>
          <w:name w:val="General"/>
          <w:gallery w:val="placeholder"/>
        </w:category>
        <w:types>
          <w:type w:val="bbPlcHdr"/>
        </w:types>
        <w:behaviors>
          <w:behavior w:val="content"/>
        </w:behaviors>
        <w:guid w:val="{7AE8420D-ED0A-48AC-B357-86A0FF79E19D}"/>
      </w:docPartPr>
      <w:docPartBody>
        <w:p w:rsidR="00000000" w:rsidRDefault="003E31BA">
          <w:pPr>
            <w:pStyle w:val="444F9F9D20D94A04987F70AC202D3672"/>
          </w:pPr>
          <w:r>
            <w:t>Date</w:t>
          </w:r>
        </w:p>
      </w:docPartBody>
    </w:docPart>
    <w:docPart>
      <w:docPartPr>
        <w:name w:val="FB1EC0CE9EA94ED2B25AB348485F5DF0"/>
        <w:category>
          <w:name w:val="General"/>
          <w:gallery w:val="placeholder"/>
        </w:category>
        <w:types>
          <w:type w:val="bbPlcHdr"/>
        </w:types>
        <w:behaviors>
          <w:behavior w:val="content"/>
        </w:behaviors>
        <w:guid w:val="{FC41E3CD-3AB8-4CC3-8588-8478F04722E9}"/>
      </w:docPartPr>
      <w:docPartBody>
        <w:p w:rsidR="00000000" w:rsidRDefault="003E31BA">
          <w:pPr>
            <w:pStyle w:val="FB1EC0CE9EA94ED2B25AB348485F5DF0"/>
          </w:pPr>
          <w:r>
            <w:t>Print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1BA"/>
    <w:rsid w:val="003E3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8F1412C90748F084904573DC183C4A">
    <w:name w:val="278F1412C90748F084904573DC183C4A"/>
  </w:style>
  <w:style w:type="paragraph" w:customStyle="1" w:styleId="27C8E1B15B254A7294E4CA6D1C56C754">
    <w:name w:val="27C8E1B15B254A7294E4CA6D1C56C754"/>
  </w:style>
  <w:style w:type="paragraph" w:customStyle="1" w:styleId="20B8B658F9BB45638FDFA06CD0F309D7">
    <w:name w:val="20B8B658F9BB45638FDFA06CD0F309D7"/>
  </w:style>
  <w:style w:type="paragraph" w:customStyle="1" w:styleId="444F9F9D20D94A04987F70AC202D3672">
    <w:name w:val="444F9F9D20D94A04987F70AC202D3672"/>
  </w:style>
  <w:style w:type="paragraph" w:customStyle="1" w:styleId="95CB589D805B45FE8CBFEB07461BB137">
    <w:name w:val="95CB589D805B45FE8CBFEB07461BB137"/>
  </w:style>
  <w:style w:type="paragraph" w:customStyle="1" w:styleId="9F337124B76E43CA909986C6C2CF8A2B">
    <w:name w:val="9F337124B76E43CA909986C6C2CF8A2B"/>
  </w:style>
  <w:style w:type="character" w:styleId="Emphasis">
    <w:name w:val="Emphasis"/>
    <w:basedOn w:val="DefaultParagraphFont"/>
    <w:uiPriority w:val="8"/>
    <w:qFormat/>
    <w:rPr>
      <w:i/>
      <w:iCs/>
    </w:rPr>
  </w:style>
  <w:style w:type="paragraph" w:customStyle="1" w:styleId="25CA94B6038C4368B0ECAF23B6395389">
    <w:name w:val="25CA94B6038C4368B0ECAF23B6395389"/>
  </w:style>
  <w:style w:type="paragraph" w:customStyle="1" w:styleId="882DAA2A21674FF2B3D07A4FD164CBF1">
    <w:name w:val="882DAA2A21674FF2B3D07A4FD164CBF1"/>
  </w:style>
  <w:style w:type="paragraph" w:customStyle="1" w:styleId="2D9CE3D636324EE6B14C84A0FDDC135D">
    <w:name w:val="2D9CE3D636324EE6B14C84A0FDDC135D"/>
  </w:style>
  <w:style w:type="paragraph" w:customStyle="1" w:styleId="E694D65F56EB4C3F8A142F9CC80E53C8">
    <w:name w:val="E694D65F56EB4C3F8A142F9CC80E53C8"/>
  </w:style>
  <w:style w:type="paragraph" w:customStyle="1" w:styleId="CB9F823223F84DF4A010221A3A40103F">
    <w:name w:val="CB9F823223F84DF4A010221A3A40103F"/>
  </w:style>
  <w:style w:type="paragraph" w:customStyle="1" w:styleId="D060A00C5E9B4E38A7746EED5CC85324">
    <w:name w:val="D060A00C5E9B4E38A7746EED5CC85324"/>
  </w:style>
  <w:style w:type="paragraph" w:customStyle="1" w:styleId="D471F488DE134260BB2328BAF2D7764B">
    <w:name w:val="D471F488DE134260BB2328BAF2D7764B"/>
  </w:style>
  <w:style w:type="paragraph" w:customStyle="1" w:styleId="6EEB89A9299D404FACB380A877DB0C2A">
    <w:name w:val="6EEB89A9299D404FACB380A877DB0C2A"/>
  </w:style>
  <w:style w:type="paragraph" w:customStyle="1" w:styleId="8C1FBF104A8249D48C771C4D41E5D881">
    <w:name w:val="8C1FBF104A8249D48C771C4D41E5D881"/>
  </w:style>
  <w:style w:type="paragraph" w:customStyle="1" w:styleId="9BFFECEE5210484A8DE50B2DEDFD9211">
    <w:name w:val="9BFFECEE5210484A8DE50B2DEDFD9211"/>
  </w:style>
  <w:style w:type="paragraph" w:customStyle="1" w:styleId="6888BF39E31A4011898074E8BADA4563">
    <w:name w:val="6888BF39E31A4011898074E8BADA4563"/>
  </w:style>
  <w:style w:type="paragraph" w:customStyle="1" w:styleId="4D85ED10DB6A41769B8D8B4D882070A5">
    <w:name w:val="4D85ED10DB6A41769B8D8B4D882070A5"/>
  </w:style>
  <w:style w:type="paragraph" w:customStyle="1" w:styleId="D14C838DB3DE4ADA820ED6A5CEB8FA52">
    <w:name w:val="D14C838DB3DE4ADA820ED6A5CEB8FA52"/>
  </w:style>
  <w:style w:type="paragraph" w:customStyle="1" w:styleId="25DCE807FF564172A9A8573BD0C0A09A">
    <w:name w:val="25DCE807FF564172A9A8573BD0C0A09A"/>
  </w:style>
  <w:style w:type="paragraph" w:customStyle="1" w:styleId="501A0907FE75407AAEBBBFBE935744C1">
    <w:name w:val="501A0907FE75407AAEBBBFBE935744C1"/>
  </w:style>
  <w:style w:type="paragraph" w:customStyle="1" w:styleId="E627652844334812B099CFAE7B175BFB">
    <w:name w:val="E627652844334812B099CFAE7B175BFB"/>
  </w:style>
  <w:style w:type="paragraph" w:customStyle="1" w:styleId="6B0F54912D22407A86819A26D95527CA">
    <w:name w:val="6B0F54912D22407A86819A26D95527CA"/>
  </w:style>
  <w:style w:type="paragraph" w:customStyle="1" w:styleId="CE71811AFE76435C8D6FA21246141BD3">
    <w:name w:val="CE71811AFE76435C8D6FA21246141BD3"/>
  </w:style>
  <w:style w:type="paragraph" w:customStyle="1" w:styleId="246ED254F64B497396B892C8EC15BE63">
    <w:name w:val="246ED254F64B497396B892C8EC15BE63"/>
  </w:style>
  <w:style w:type="paragraph" w:customStyle="1" w:styleId="A8FF8EEC79C94AB9BB224955FC1E9B33">
    <w:name w:val="A8FF8EEC79C94AB9BB224955FC1E9B33"/>
  </w:style>
  <w:style w:type="paragraph" w:customStyle="1" w:styleId="0B7465FC40884425A5B3E4EC7BEF6DCA">
    <w:name w:val="0B7465FC40884425A5B3E4EC7BEF6DCA"/>
  </w:style>
  <w:style w:type="paragraph" w:customStyle="1" w:styleId="53B7FCC0956B44A4BE2133F68093F74E">
    <w:name w:val="53B7FCC0956B44A4BE2133F68093F74E"/>
  </w:style>
  <w:style w:type="paragraph" w:customStyle="1" w:styleId="703DB4D90E8E4D9B96DDCCD71E201E13">
    <w:name w:val="703DB4D90E8E4D9B96DDCCD71E201E13"/>
  </w:style>
  <w:style w:type="paragraph" w:customStyle="1" w:styleId="7C60D07188CE4019B7067C50517DD145">
    <w:name w:val="7C60D07188CE4019B7067C50517DD145"/>
  </w:style>
  <w:style w:type="paragraph" w:customStyle="1" w:styleId="E7B45C558A854673BD0A41AFDE6D1F5B">
    <w:name w:val="E7B45C558A854673BD0A41AFDE6D1F5B"/>
  </w:style>
  <w:style w:type="paragraph" w:customStyle="1" w:styleId="AB008B61C6DD4DDB8AC707E78EFFD6BA">
    <w:name w:val="AB008B61C6DD4DDB8AC707E78EFFD6BA"/>
  </w:style>
  <w:style w:type="paragraph" w:customStyle="1" w:styleId="DDC97D3B9D944BB7B3C30E38F8FC8C7E">
    <w:name w:val="DDC97D3B9D944BB7B3C30E38F8FC8C7E"/>
  </w:style>
  <w:style w:type="paragraph" w:customStyle="1" w:styleId="AA6599F0598A4F4787FF9EF56627859E">
    <w:name w:val="AA6599F0598A4F4787FF9EF56627859E"/>
  </w:style>
  <w:style w:type="paragraph" w:customStyle="1" w:styleId="A25824A1DA14431FA8838A4414047BA2">
    <w:name w:val="A25824A1DA14431FA8838A4414047BA2"/>
  </w:style>
  <w:style w:type="paragraph" w:customStyle="1" w:styleId="2621921B020D45A69209C3AB4ED2F338">
    <w:name w:val="2621921B020D45A69209C3AB4ED2F338"/>
  </w:style>
  <w:style w:type="paragraph" w:customStyle="1" w:styleId="819582C892A74ABC83FFDF62F6265DCB">
    <w:name w:val="819582C892A74ABC83FFDF62F6265DCB"/>
  </w:style>
  <w:style w:type="paragraph" w:customStyle="1" w:styleId="CF46F0EC01E14A11816E5465B76F80CE">
    <w:name w:val="CF46F0EC01E14A11816E5465B76F80CE"/>
  </w:style>
  <w:style w:type="paragraph" w:customStyle="1" w:styleId="CEDA9C73439C433398CA14BA63F8A835">
    <w:name w:val="CEDA9C73439C433398CA14BA63F8A835"/>
  </w:style>
  <w:style w:type="paragraph" w:customStyle="1" w:styleId="FB1EC0CE9EA94ED2B25AB348485F5DF0">
    <w:name w:val="FB1EC0CE9EA94ED2B25AB348485F5D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MLA style paper</Template>
  <TotalTime>46</TotalTime>
  <Pages>3</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FRANKIE</dc:creator>
  <cp:keywords/>
  <dc:description/>
  <cp:lastModifiedBy>FRANKIE</cp:lastModifiedBy>
  <cp:revision>10</cp:revision>
  <dcterms:created xsi:type="dcterms:W3CDTF">2021-05-10T05:54:00Z</dcterms:created>
  <dcterms:modified xsi:type="dcterms:W3CDTF">2021-05-10T06:46:00Z</dcterms:modified>
  <cp:version/>
</cp:coreProperties>
</file>