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039FE" w14:textId="02D37337" w:rsidR="00E53358" w:rsidRPr="00E766C8" w:rsidRDefault="00197823" w:rsidP="00197823">
      <w:pPr>
        <w:tabs>
          <w:tab w:val="left" w:pos="284"/>
          <w:tab w:val="left" w:pos="426"/>
        </w:tabs>
        <w:ind w:firstLine="0"/>
        <w:jc w:val="center"/>
        <w:rPr>
          <w:rFonts w:cstheme="minorHAnsi"/>
          <w:b/>
          <w:bCs/>
        </w:rPr>
      </w:pPr>
      <w:r>
        <w:rPr>
          <w:rFonts w:cstheme="minorHAnsi"/>
        </w:rPr>
        <w:t xml:space="preserve">OUTLINE - </w:t>
      </w:r>
      <w:r w:rsidR="00E53358" w:rsidRPr="00E766C8">
        <w:rPr>
          <w:rFonts w:cstheme="minorHAnsi"/>
          <w:b/>
          <w:bCs/>
        </w:rPr>
        <w:t>Urgent Care Units</w:t>
      </w:r>
    </w:p>
    <w:p w14:paraId="789D815D" w14:textId="77777777" w:rsidR="00E53358" w:rsidRPr="00E766C8" w:rsidRDefault="00E53358" w:rsidP="00BB37FA">
      <w:pPr>
        <w:tabs>
          <w:tab w:val="left" w:pos="426"/>
        </w:tabs>
        <w:ind w:firstLine="0"/>
        <w:jc w:val="both"/>
        <w:rPr>
          <w:rFonts w:cstheme="minorHAnsi"/>
        </w:rPr>
      </w:pPr>
      <w:r w:rsidRPr="00E766C8">
        <w:rPr>
          <w:rFonts w:cstheme="minorHAnsi"/>
        </w:rPr>
        <w:t>The research has determined that the number of care centers has been increased in the United States and other countries due to certain reasons. One of the most significant reasons the number of urgent care centers has been increased is the increased morbidity and mortality rate. According to the report gained from the medical survey, it has become clear from the research that there are more than 9,000 care centers in the United States. The Urgent Care Association has released its report in 2019 in which the increase in care units has been discussed. The report claimed that the total number of the care units researched to 9,616 in November 2019, which showed a 9.6% increase in care units compared to the previous year. The research has been conducted to determine the causes of the increase in the number of urgent care units from 2013. It has become clear that some of the reasons that are playing a significant role in the increase in this concept are following</w:t>
      </w:r>
    </w:p>
    <w:p w14:paraId="4D78C08D"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Affordability</w:t>
      </w:r>
    </w:p>
    <w:p w14:paraId="2C7FAD20"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 xml:space="preserve">Convenience </w:t>
      </w:r>
    </w:p>
    <w:p w14:paraId="39217E8A"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Cost</w:t>
      </w:r>
    </w:p>
    <w:p w14:paraId="55004CC6"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Quick Service</w:t>
      </w:r>
    </w:p>
    <w:p w14:paraId="078E1D34"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Competition with traditional services</w:t>
      </w:r>
    </w:p>
    <w:p w14:paraId="7202FC20" w14:textId="77777777" w:rsidR="00E53358" w:rsidRPr="00BB37FA" w:rsidRDefault="00E53358" w:rsidP="00BB37FA">
      <w:pPr>
        <w:pStyle w:val="ListParagraph"/>
        <w:numPr>
          <w:ilvl w:val="0"/>
          <w:numId w:val="32"/>
        </w:numPr>
        <w:tabs>
          <w:tab w:val="left" w:pos="426"/>
        </w:tabs>
        <w:jc w:val="both"/>
        <w:rPr>
          <w:rFonts w:cstheme="minorHAnsi"/>
        </w:rPr>
      </w:pPr>
      <w:r w:rsidRPr="00BB37FA">
        <w:rPr>
          <w:rFonts w:cstheme="minorHAnsi"/>
        </w:rPr>
        <w:t xml:space="preserve">Population </w:t>
      </w:r>
    </w:p>
    <w:p w14:paraId="778F4637" w14:textId="77777777" w:rsidR="00E53358" w:rsidRDefault="00E53358" w:rsidP="00E53358">
      <w:pPr>
        <w:tabs>
          <w:tab w:val="left" w:pos="426"/>
        </w:tabs>
        <w:ind w:firstLine="0"/>
        <w:jc w:val="both"/>
        <w:rPr>
          <w:rFonts w:cstheme="minorHAnsi"/>
          <w:b/>
          <w:bCs/>
        </w:rPr>
      </w:pPr>
    </w:p>
    <w:p w14:paraId="4E85B014" w14:textId="77777777" w:rsidR="00E53358" w:rsidRDefault="00E53358" w:rsidP="00E53358">
      <w:pPr>
        <w:tabs>
          <w:tab w:val="left" w:pos="426"/>
        </w:tabs>
        <w:ind w:firstLine="0"/>
        <w:jc w:val="both"/>
        <w:rPr>
          <w:rFonts w:cstheme="minorHAnsi"/>
          <w:b/>
          <w:bCs/>
        </w:rPr>
      </w:pPr>
    </w:p>
    <w:p w14:paraId="79C0D218" w14:textId="77777777" w:rsidR="00E53358" w:rsidRDefault="00E53358" w:rsidP="00E53358">
      <w:pPr>
        <w:tabs>
          <w:tab w:val="left" w:pos="426"/>
        </w:tabs>
        <w:ind w:firstLine="0"/>
        <w:jc w:val="both"/>
        <w:rPr>
          <w:rFonts w:cstheme="minorHAnsi"/>
          <w:b/>
          <w:bCs/>
        </w:rPr>
      </w:pPr>
    </w:p>
    <w:p w14:paraId="7548D2F5" w14:textId="77777777" w:rsidR="00772BFB" w:rsidRPr="00F8009A" w:rsidRDefault="00772BFB" w:rsidP="00E53358">
      <w:pPr>
        <w:tabs>
          <w:tab w:val="left" w:pos="426"/>
        </w:tabs>
        <w:ind w:left="425" w:hanging="425"/>
        <w:jc w:val="both"/>
        <w:rPr>
          <w:rFonts w:cstheme="minorHAnsi"/>
        </w:rPr>
      </w:pPr>
    </w:p>
    <w:sectPr w:rsidR="00772BFB" w:rsidRPr="00F8009A" w:rsidSect="008C7B1F">
      <w:headerReference w:type="default" r:id="rId9"/>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5A139" w14:textId="77777777" w:rsidR="00274E54" w:rsidRDefault="00274E54" w:rsidP="0090063B">
      <w:pPr>
        <w:spacing w:line="240" w:lineRule="auto"/>
      </w:pPr>
      <w:r>
        <w:separator/>
      </w:r>
    </w:p>
  </w:endnote>
  <w:endnote w:type="continuationSeparator" w:id="0">
    <w:p w14:paraId="78DE1CAB" w14:textId="77777777" w:rsidR="00274E54" w:rsidRDefault="00274E54" w:rsidP="00900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E618E" w14:textId="77777777" w:rsidR="00274E54" w:rsidRDefault="00274E54" w:rsidP="0090063B">
      <w:pPr>
        <w:spacing w:line="240" w:lineRule="auto"/>
      </w:pPr>
      <w:r>
        <w:separator/>
      </w:r>
    </w:p>
  </w:footnote>
  <w:footnote w:type="continuationSeparator" w:id="0">
    <w:p w14:paraId="4337884C" w14:textId="77777777" w:rsidR="00274E54" w:rsidRDefault="00274E54" w:rsidP="009006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E2ED" w14:textId="77777777" w:rsidR="00E81978" w:rsidRPr="00333154" w:rsidRDefault="00E53358" w:rsidP="00333154">
    <w:pPr>
      <w:tabs>
        <w:tab w:val="left" w:pos="426"/>
      </w:tabs>
      <w:ind w:firstLine="0"/>
      <w:jc w:val="both"/>
      <w:rPr>
        <w:rFonts w:cstheme="minorHAnsi"/>
        <w:b/>
        <w:bCs/>
      </w:rPr>
    </w:pPr>
    <w:r>
      <w:rPr>
        <w:rFonts w:cstheme="minorHAnsi"/>
      </w:rPr>
      <w:t>URGENT CARE UNITS</w:t>
    </w:r>
    <w:r w:rsidR="00DF0A1B">
      <w:ptab w:relativeTo="margin" w:alignment="right" w:leader="none"/>
    </w:r>
    <w:r w:rsidR="009E68EE">
      <w:rPr>
        <w:rStyle w:val="Strong"/>
      </w:rPr>
      <w:fldChar w:fldCharType="begin"/>
    </w:r>
    <w:r w:rsidR="005D3A03">
      <w:rPr>
        <w:rStyle w:val="Strong"/>
      </w:rPr>
      <w:instrText xml:space="preserve"> PAGE   \* MERGEFORMAT </w:instrText>
    </w:r>
    <w:r w:rsidR="009E68EE">
      <w:rPr>
        <w:rStyle w:val="Strong"/>
      </w:rPr>
      <w:fldChar w:fldCharType="separate"/>
    </w:r>
    <w:r w:rsidR="00BB37FA">
      <w:rPr>
        <w:rStyle w:val="Strong"/>
        <w:noProof/>
      </w:rPr>
      <w:t>2</w:t>
    </w:r>
    <w:r w:rsidR="009E68EE">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03160C6A"/>
    <w:multiLevelType w:val="hybridMultilevel"/>
    <w:tmpl w:val="023ADC5A"/>
    <w:lvl w:ilvl="0" w:tplc="6276D058">
      <w:start w:val="1"/>
      <w:numFmt w:val="bullet"/>
      <w:lvlText w:val=""/>
      <w:lvlJc w:val="left"/>
      <w:pPr>
        <w:ind w:left="720" w:hanging="360"/>
      </w:pPr>
      <w:rPr>
        <w:rFonts w:ascii="Symbol" w:hAnsi="Symbol" w:hint="default"/>
      </w:rPr>
    </w:lvl>
    <w:lvl w:ilvl="1" w:tplc="4C1C2792" w:tentative="1">
      <w:start w:val="1"/>
      <w:numFmt w:val="bullet"/>
      <w:lvlText w:val="o"/>
      <w:lvlJc w:val="left"/>
      <w:pPr>
        <w:ind w:left="1440" w:hanging="360"/>
      </w:pPr>
      <w:rPr>
        <w:rFonts w:ascii="Courier New" w:hAnsi="Courier New" w:cs="Courier New" w:hint="default"/>
      </w:rPr>
    </w:lvl>
    <w:lvl w:ilvl="2" w:tplc="8014E8F6" w:tentative="1">
      <w:start w:val="1"/>
      <w:numFmt w:val="bullet"/>
      <w:lvlText w:val=""/>
      <w:lvlJc w:val="left"/>
      <w:pPr>
        <w:ind w:left="2160" w:hanging="360"/>
      </w:pPr>
      <w:rPr>
        <w:rFonts w:ascii="Wingdings" w:hAnsi="Wingdings" w:hint="default"/>
      </w:rPr>
    </w:lvl>
    <w:lvl w:ilvl="3" w:tplc="EC2CE11E" w:tentative="1">
      <w:start w:val="1"/>
      <w:numFmt w:val="bullet"/>
      <w:lvlText w:val=""/>
      <w:lvlJc w:val="left"/>
      <w:pPr>
        <w:ind w:left="2880" w:hanging="360"/>
      </w:pPr>
      <w:rPr>
        <w:rFonts w:ascii="Symbol" w:hAnsi="Symbol" w:hint="default"/>
      </w:rPr>
    </w:lvl>
    <w:lvl w:ilvl="4" w:tplc="F02C5924" w:tentative="1">
      <w:start w:val="1"/>
      <w:numFmt w:val="bullet"/>
      <w:lvlText w:val="o"/>
      <w:lvlJc w:val="left"/>
      <w:pPr>
        <w:ind w:left="3600" w:hanging="360"/>
      </w:pPr>
      <w:rPr>
        <w:rFonts w:ascii="Courier New" w:hAnsi="Courier New" w:cs="Courier New" w:hint="default"/>
      </w:rPr>
    </w:lvl>
    <w:lvl w:ilvl="5" w:tplc="4F5618D6" w:tentative="1">
      <w:start w:val="1"/>
      <w:numFmt w:val="bullet"/>
      <w:lvlText w:val=""/>
      <w:lvlJc w:val="left"/>
      <w:pPr>
        <w:ind w:left="4320" w:hanging="360"/>
      </w:pPr>
      <w:rPr>
        <w:rFonts w:ascii="Wingdings" w:hAnsi="Wingdings" w:hint="default"/>
      </w:rPr>
    </w:lvl>
    <w:lvl w:ilvl="6" w:tplc="3AD801E6" w:tentative="1">
      <w:start w:val="1"/>
      <w:numFmt w:val="bullet"/>
      <w:lvlText w:val=""/>
      <w:lvlJc w:val="left"/>
      <w:pPr>
        <w:ind w:left="5040" w:hanging="360"/>
      </w:pPr>
      <w:rPr>
        <w:rFonts w:ascii="Symbol" w:hAnsi="Symbol" w:hint="default"/>
      </w:rPr>
    </w:lvl>
    <w:lvl w:ilvl="7" w:tplc="11B231D8" w:tentative="1">
      <w:start w:val="1"/>
      <w:numFmt w:val="bullet"/>
      <w:lvlText w:val="o"/>
      <w:lvlJc w:val="left"/>
      <w:pPr>
        <w:ind w:left="5760" w:hanging="360"/>
      </w:pPr>
      <w:rPr>
        <w:rFonts w:ascii="Courier New" w:hAnsi="Courier New" w:cs="Courier New" w:hint="default"/>
      </w:rPr>
    </w:lvl>
    <w:lvl w:ilvl="8" w:tplc="99248F62" w:tentative="1">
      <w:start w:val="1"/>
      <w:numFmt w:val="bullet"/>
      <w:lvlText w:val=""/>
      <w:lvlJc w:val="left"/>
      <w:pPr>
        <w:ind w:left="6480" w:hanging="360"/>
      </w:pPr>
      <w:rPr>
        <w:rFonts w:ascii="Wingdings" w:hAnsi="Wingdings" w:hint="default"/>
      </w:rPr>
    </w:lvl>
  </w:abstractNum>
  <w:abstractNum w:abstractNumId="11" w15:restartNumberingAfterBreak="0">
    <w:nsid w:val="03D81E85"/>
    <w:multiLevelType w:val="multilevel"/>
    <w:tmpl w:val="F77E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8C0BC4"/>
    <w:multiLevelType w:val="hybridMultilevel"/>
    <w:tmpl w:val="1CBCDE5A"/>
    <w:lvl w:ilvl="0" w:tplc="183E7590">
      <w:start w:val="1"/>
      <w:numFmt w:val="bullet"/>
      <w:lvlText w:val=""/>
      <w:lvlJc w:val="left"/>
      <w:pPr>
        <w:ind w:left="720" w:hanging="360"/>
      </w:pPr>
      <w:rPr>
        <w:rFonts w:ascii="Symbol" w:hAnsi="Symbol" w:hint="default"/>
      </w:rPr>
    </w:lvl>
    <w:lvl w:ilvl="1" w:tplc="90D820FC" w:tentative="1">
      <w:start w:val="1"/>
      <w:numFmt w:val="bullet"/>
      <w:lvlText w:val="o"/>
      <w:lvlJc w:val="left"/>
      <w:pPr>
        <w:ind w:left="1440" w:hanging="360"/>
      </w:pPr>
      <w:rPr>
        <w:rFonts w:ascii="Courier New" w:hAnsi="Courier New" w:cs="Courier New" w:hint="default"/>
      </w:rPr>
    </w:lvl>
    <w:lvl w:ilvl="2" w:tplc="BCD0F68A" w:tentative="1">
      <w:start w:val="1"/>
      <w:numFmt w:val="bullet"/>
      <w:lvlText w:val=""/>
      <w:lvlJc w:val="left"/>
      <w:pPr>
        <w:ind w:left="2160" w:hanging="360"/>
      </w:pPr>
      <w:rPr>
        <w:rFonts w:ascii="Wingdings" w:hAnsi="Wingdings" w:hint="default"/>
      </w:rPr>
    </w:lvl>
    <w:lvl w:ilvl="3" w:tplc="99F4D30C" w:tentative="1">
      <w:start w:val="1"/>
      <w:numFmt w:val="bullet"/>
      <w:lvlText w:val=""/>
      <w:lvlJc w:val="left"/>
      <w:pPr>
        <w:ind w:left="2880" w:hanging="360"/>
      </w:pPr>
      <w:rPr>
        <w:rFonts w:ascii="Symbol" w:hAnsi="Symbol" w:hint="default"/>
      </w:rPr>
    </w:lvl>
    <w:lvl w:ilvl="4" w:tplc="FC3E8588" w:tentative="1">
      <w:start w:val="1"/>
      <w:numFmt w:val="bullet"/>
      <w:lvlText w:val="o"/>
      <w:lvlJc w:val="left"/>
      <w:pPr>
        <w:ind w:left="3600" w:hanging="360"/>
      </w:pPr>
      <w:rPr>
        <w:rFonts w:ascii="Courier New" w:hAnsi="Courier New" w:cs="Courier New" w:hint="default"/>
      </w:rPr>
    </w:lvl>
    <w:lvl w:ilvl="5" w:tplc="51BACED2" w:tentative="1">
      <w:start w:val="1"/>
      <w:numFmt w:val="bullet"/>
      <w:lvlText w:val=""/>
      <w:lvlJc w:val="left"/>
      <w:pPr>
        <w:ind w:left="4320" w:hanging="360"/>
      </w:pPr>
      <w:rPr>
        <w:rFonts w:ascii="Wingdings" w:hAnsi="Wingdings" w:hint="default"/>
      </w:rPr>
    </w:lvl>
    <w:lvl w:ilvl="6" w:tplc="CCE03666" w:tentative="1">
      <w:start w:val="1"/>
      <w:numFmt w:val="bullet"/>
      <w:lvlText w:val=""/>
      <w:lvlJc w:val="left"/>
      <w:pPr>
        <w:ind w:left="5040" w:hanging="360"/>
      </w:pPr>
      <w:rPr>
        <w:rFonts w:ascii="Symbol" w:hAnsi="Symbol" w:hint="default"/>
      </w:rPr>
    </w:lvl>
    <w:lvl w:ilvl="7" w:tplc="40AA4DD0" w:tentative="1">
      <w:start w:val="1"/>
      <w:numFmt w:val="bullet"/>
      <w:lvlText w:val="o"/>
      <w:lvlJc w:val="left"/>
      <w:pPr>
        <w:ind w:left="5760" w:hanging="360"/>
      </w:pPr>
      <w:rPr>
        <w:rFonts w:ascii="Courier New" w:hAnsi="Courier New" w:cs="Courier New" w:hint="default"/>
      </w:rPr>
    </w:lvl>
    <w:lvl w:ilvl="8" w:tplc="AF189CCC" w:tentative="1">
      <w:start w:val="1"/>
      <w:numFmt w:val="bullet"/>
      <w:lvlText w:val=""/>
      <w:lvlJc w:val="left"/>
      <w:pPr>
        <w:ind w:left="6480" w:hanging="360"/>
      </w:pPr>
      <w:rPr>
        <w:rFonts w:ascii="Wingdings" w:hAnsi="Wingdings" w:hint="default"/>
      </w:rPr>
    </w:lvl>
  </w:abstractNum>
  <w:abstractNum w:abstractNumId="13" w15:restartNumberingAfterBreak="0">
    <w:nsid w:val="1B0B37A9"/>
    <w:multiLevelType w:val="hybridMultilevel"/>
    <w:tmpl w:val="1450BFDA"/>
    <w:lvl w:ilvl="0" w:tplc="95102710">
      <w:start w:val="1"/>
      <w:numFmt w:val="bullet"/>
      <w:lvlText w:val=""/>
      <w:lvlJc w:val="left"/>
      <w:pPr>
        <w:ind w:left="720" w:hanging="360"/>
      </w:pPr>
      <w:rPr>
        <w:rFonts w:ascii="Symbol" w:hAnsi="Symbol" w:hint="default"/>
      </w:rPr>
    </w:lvl>
    <w:lvl w:ilvl="1" w:tplc="FCEED03C" w:tentative="1">
      <w:start w:val="1"/>
      <w:numFmt w:val="bullet"/>
      <w:lvlText w:val="o"/>
      <w:lvlJc w:val="left"/>
      <w:pPr>
        <w:ind w:left="1440" w:hanging="360"/>
      </w:pPr>
      <w:rPr>
        <w:rFonts w:ascii="Courier New" w:hAnsi="Courier New" w:cs="Courier New" w:hint="default"/>
      </w:rPr>
    </w:lvl>
    <w:lvl w:ilvl="2" w:tplc="34365EDA" w:tentative="1">
      <w:start w:val="1"/>
      <w:numFmt w:val="bullet"/>
      <w:lvlText w:val=""/>
      <w:lvlJc w:val="left"/>
      <w:pPr>
        <w:ind w:left="2160" w:hanging="360"/>
      </w:pPr>
      <w:rPr>
        <w:rFonts w:ascii="Wingdings" w:hAnsi="Wingdings" w:hint="default"/>
      </w:rPr>
    </w:lvl>
    <w:lvl w:ilvl="3" w:tplc="4F526FB2" w:tentative="1">
      <w:start w:val="1"/>
      <w:numFmt w:val="bullet"/>
      <w:lvlText w:val=""/>
      <w:lvlJc w:val="left"/>
      <w:pPr>
        <w:ind w:left="2880" w:hanging="360"/>
      </w:pPr>
      <w:rPr>
        <w:rFonts w:ascii="Symbol" w:hAnsi="Symbol" w:hint="default"/>
      </w:rPr>
    </w:lvl>
    <w:lvl w:ilvl="4" w:tplc="990AC42C" w:tentative="1">
      <w:start w:val="1"/>
      <w:numFmt w:val="bullet"/>
      <w:lvlText w:val="o"/>
      <w:lvlJc w:val="left"/>
      <w:pPr>
        <w:ind w:left="3600" w:hanging="360"/>
      </w:pPr>
      <w:rPr>
        <w:rFonts w:ascii="Courier New" w:hAnsi="Courier New" w:cs="Courier New" w:hint="default"/>
      </w:rPr>
    </w:lvl>
    <w:lvl w:ilvl="5" w:tplc="6E24C5CA" w:tentative="1">
      <w:start w:val="1"/>
      <w:numFmt w:val="bullet"/>
      <w:lvlText w:val=""/>
      <w:lvlJc w:val="left"/>
      <w:pPr>
        <w:ind w:left="4320" w:hanging="360"/>
      </w:pPr>
      <w:rPr>
        <w:rFonts w:ascii="Wingdings" w:hAnsi="Wingdings" w:hint="default"/>
      </w:rPr>
    </w:lvl>
    <w:lvl w:ilvl="6" w:tplc="8DFC7D3A" w:tentative="1">
      <w:start w:val="1"/>
      <w:numFmt w:val="bullet"/>
      <w:lvlText w:val=""/>
      <w:lvlJc w:val="left"/>
      <w:pPr>
        <w:ind w:left="5040" w:hanging="360"/>
      </w:pPr>
      <w:rPr>
        <w:rFonts w:ascii="Symbol" w:hAnsi="Symbol" w:hint="default"/>
      </w:rPr>
    </w:lvl>
    <w:lvl w:ilvl="7" w:tplc="A38A7BFA" w:tentative="1">
      <w:start w:val="1"/>
      <w:numFmt w:val="bullet"/>
      <w:lvlText w:val="o"/>
      <w:lvlJc w:val="left"/>
      <w:pPr>
        <w:ind w:left="5760" w:hanging="360"/>
      </w:pPr>
      <w:rPr>
        <w:rFonts w:ascii="Courier New" w:hAnsi="Courier New" w:cs="Courier New" w:hint="default"/>
      </w:rPr>
    </w:lvl>
    <w:lvl w:ilvl="8" w:tplc="C2C20980" w:tentative="1">
      <w:start w:val="1"/>
      <w:numFmt w:val="bullet"/>
      <w:lvlText w:val=""/>
      <w:lvlJc w:val="left"/>
      <w:pPr>
        <w:ind w:left="6480" w:hanging="360"/>
      </w:pPr>
      <w:rPr>
        <w:rFonts w:ascii="Wingdings" w:hAnsi="Wingdings" w:hint="default"/>
      </w:rPr>
    </w:lvl>
  </w:abstractNum>
  <w:abstractNum w:abstractNumId="14" w15:restartNumberingAfterBreak="0">
    <w:nsid w:val="1BF25643"/>
    <w:multiLevelType w:val="multilevel"/>
    <w:tmpl w:val="29DE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223006"/>
    <w:multiLevelType w:val="hybridMultilevel"/>
    <w:tmpl w:val="25E053E6"/>
    <w:lvl w:ilvl="0" w:tplc="B994DE08">
      <w:start w:val="1"/>
      <w:numFmt w:val="bullet"/>
      <w:lvlText w:val=""/>
      <w:lvlJc w:val="left"/>
      <w:pPr>
        <w:ind w:left="720" w:hanging="360"/>
      </w:pPr>
      <w:rPr>
        <w:rFonts w:ascii="Symbol" w:hAnsi="Symbol" w:hint="default"/>
      </w:rPr>
    </w:lvl>
    <w:lvl w:ilvl="1" w:tplc="7DBCF28E" w:tentative="1">
      <w:start w:val="1"/>
      <w:numFmt w:val="bullet"/>
      <w:lvlText w:val="o"/>
      <w:lvlJc w:val="left"/>
      <w:pPr>
        <w:ind w:left="1440" w:hanging="360"/>
      </w:pPr>
      <w:rPr>
        <w:rFonts w:ascii="Courier New" w:hAnsi="Courier New" w:cs="Courier New" w:hint="default"/>
      </w:rPr>
    </w:lvl>
    <w:lvl w:ilvl="2" w:tplc="B09CFC70" w:tentative="1">
      <w:start w:val="1"/>
      <w:numFmt w:val="bullet"/>
      <w:lvlText w:val=""/>
      <w:lvlJc w:val="left"/>
      <w:pPr>
        <w:ind w:left="2160" w:hanging="360"/>
      </w:pPr>
      <w:rPr>
        <w:rFonts w:ascii="Wingdings" w:hAnsi="Wingdings" w:hint="default"/>
      </w:rPr>
    </w:lvl>
    <w:lvl w:ilvl="3" w:tplc="F63CDD1A" w:tentative="1">
      <w:start w:val="1"/>
      <w:numFmt w:val="bullet"/>
      <w:lvlText w:val=""/>
      <w:lvlJc w:val="left"/>
      <w:pPr>
        <w:ind w:left="2880" w:hanging="360"/>
      </w:pPr>
      <w:rPr>
        <w:rFonts w:ascii="Symbol" w:hAnsi="Symbol" w:hint="default"/>
      </w:rPr>
    </w:lvl>
    <w:lvl w:ilvl="4" w:tplc="AC20CFF6" w:tentative="1">
      <w:start w:val="1"/>
      <w:numFmt w:val="bullet"/>
      <w:lvlText w:val="o"/>
      <w:lvlJc w:val="left"/>
      <w:pPr>
        <w:ind w:left="3600" w:hanging="360"/>
      </w:pPr>
      <w:rPr>
        <w:rFonts w:ascii="Courier New" w:hAnsi="Courier New" w:cs="Courier New" w:hint="default"/>
      </w:rPr>
    </w:lvl>
    <w:lvl w:ilvl="5" w:tplc="A21220A8" w:tentative="1">
      <w:start w:val="1"/>
      <w:numFmt w:val="bullet"/>
      <w:lvlText w:val=""/>
      <w:lvlJc w:val="left"/>
      <w:pPr>
        <w:ind w:left="4320" w:hanging="360"/>
      </w:pPr>
      <w:rPr>
        <w:rFonts w:ascii="Wingdings" w:hAnsi="Wingdings" w:hint="default"/>
      </w:rPr>
    </w:lvl>
    <w:lvl w:ilvl="6" w:tplc="1C485F9C" w:tentative="1">
      <w:start w:val="1"/>
      <w:numFmt w:val="bullet"/>
      <w:lvlText w:val=""/>
      <w:lvlJc w:val="left"/>
      <w:pPr>
        <w:ind w:left="5040" w:hanging="360"/>
      </w:pPr>
      <w:rPr>
        <w:rFonts w:ascii="Symbol" w:hAnsi="Symbol" w:hint="default"/>
      </w:rPr>
    </w:lvl>
    <w:lvl w:ilvl="7" w:tplc="819E24F6" w:tentative="1">
      <w:start w:val="1"/>
      <w:numFmt w:val="bullet"/>
      <w:lvlText w:val="o"/>
      <w:lvlJc w:val="left"/>
      <w:pPr>
        <w:ind w:left="5760" w:hanging="360"/>
      </w:pPr>
      <w:rPr>
        <w:rFonts w:ascii="Courier New" w:hAnsi="Courier New" w:cs="Courier New" w:hint="default"/>
      </w:rPr>
    </w:lvl>
    <w:lvl w:ilvl="8" w:tplc="77E04DAE" w:tentative="1">
      <w:start w:val="1"/>
      <w:numFmt w:val="bullet"/>
      <w:lvlText w:val=""/>
      <w:lvlJc w:val="left"/>
      <w:pPr>
        <w:ind w:left="6480" w:hanging="360"/>
      </w:pPr>
      <w:rPr>
        <w:rFonts w:ascii="Wingdings" w:hAnsi="Wingdings" w:hint="default"/>
      </w:rPr>
    </w:lvl>
  </w:abstractNum>
  <w:abstractNum w:abstractNumId="16" w15:restartNumberingAfterBreak="0">
    <w:nsid w:val="21962452"/>
    <w:multiLevelType w:val="hybridMultilevel"/>
    <w:tmpl w:val="C46A9C3E"/>
    <w:lvl w:ilvl="0" w:tplc="7988F54A">
      <w:start w:val="1"/>
      <w:numFmt w:val="bullet"/>
      <w:lvlText w:val=""/>
      <w:lvlJc w:val="left"/>
      <w:pPr>
        <w:ind w:left="720" w:hanging="360"/>
      </w:pPr>
      <w:rPr>
        <w:rFonts w:ascii="Symbol" w:hAnsi="Symbol" w:hint="default"/>
      </w:rPr>
    </w:lvl>
    <w:lvl w:ilvl="1" w:tplc="C0643E60" w:tentative="1">
      <w:start w:val="1"/>
      <w:numFmt w:val="bullet"/>
      <w:lvlText w:val="o"/>
      <w:lvlJc w:val="left"/>
      <w:pPr>
        <w:ind w:left="1440" w:hanging="360"/>
      </w:pPr>
      <w:rPr>
        <w:rFonts w:ascii="Courier New" w:hAnsi="Courier New" w:cs="Courier New" w:hint="default"/>
      </w:rPr>
    </w:lvl>
    <w:lvl w:ilvl="2" w:tplc="6FE05EF2" w:tentative="1">
      <w:start w:val="1"/>
      <w:numFmt w:val="bullet"/>
      <w:lvlText w:val=""/>
      <w:lvlJc w:val="left"/>
      <w:pPr>
        <w:ind w:left="2160" w:hanging="360"/>
      </w:pPr>
      <w:rPr>
        <w:rFonts w:ascii="Wingdings" w:hAnsi="Wingdings" w:hint="default"/>
      </w:rPr>
    </w:lvl>
    <w:lvl w:ilvl="3" w:tplc="C79AFC8E" w:tentative="1">
      <w:start w:val="1"/>
      <w:numFmt w:val="bullet"/>
      <w:lvlText w:val=""/>
      <w:lvlJc w:val="left"/>
      <w:pPr>
        <w:ind w:left="2880" w:hanging="360"/>
      </w:pPr>
      <w:rPr>
        <w:rFonts w:ascii="Symbol" w:hAnsi="Symbol" w:hint="default"/>
      </w:rPr>
    </w:lvl>
    <w:lvl w:ilvl="4" w:tplc="7FE87C9E" w:tentative="1">
      <w:start w:val="1"/>
      <w:numFmt w:val="bullet"/>
      <w:lvlText w:val="o"/>
      <w:lvlJc w:val="left"/>
      <w:pPr>
        <w:ind w:left="3600" w:hanging="360"/>
      </w:pPr>
      <w:rPr>
        <w:rFonts w:ascii="Courier New" w:hAnsi="Courier New" w:cs="Courier New" w:hint="default"/>
      </w:rPr>
    </w:lvl>
    <w:lvl w:ilvl="5" w:tplc="55E82270" w:tentative="1">
      <w:start w:val="1"/>
      <w:numFmt w:val="bullet"/>
      <w:lvlText w:val=""/>
      <w:lvlJc w:val="left"/>
      <w:pPr>
        <w:ind w:left="4320" w:hanging="360"/>
      </w:pPr>
      <w:rPr>
        <w:rFonts w:ascii="Wingdings" w:hAnsi="Wingdings" w:hint="default"/>
      </w:rPr>
    </w:lvl>
    <w:lvl w:ilvl="6" w:tplc="959AE348" w:tentative="1">
      <w:start w:val="1"/>
      <w:numFmt w:val="bullet"/>
      <w:lvlText w:val=""/>
      <w:lvlJc w:val="left"/>
      <w:pPr>
        <w:ind w:left="5040" w:hanging="360"/>
      </w:pPr>
      <w:rPr>
        <w:rFonts w:ascii="Symbol" w:hAnsi="Symbol" w:hint="default"/>
      </w:rPr>
    </w:lvl>
    <w:lvl w:ilvl="7" w:tplc="F4B8F116" w:tentative="1">
      <w:start w:val="1"/>
      <w:numFmt w:val="bullet"/>
      <w:lvlText w:val="o"/>
      <w:lvlJc w:val="left"/>
      <w:pPr>
        <w:ind w:left="5760" w:hanging="360"/>
      </w:pPr>
      <w:rPr>
        <w:rFonts w:ascii="Courier New" w:hAnsi="Courier New" w:cs="Courier New" w:hint="default"/>
      </w:rPr>
    </w:lvl>
    <w:lvl w:ilvl="8" w:tplc="82B4B852" w:tentative="1">
      <w:start w:val="1"/>
      <w:numFmt w:val="bullet"/>
      <w:lvlText w:val=""/>
      <w:lvlJc w:val="left"/>
      <w:pPr>
        <w:ind w:left="6480" w:hanging="360"/>
      </w:pPr>
      <w:rPr>
        <w:rFonts w:ascii="Wingdings" w:hAnsi="Wingdings" w:hint="default"/>
      </w:rPr>
    </w:lvl>
  </w:abstractNum>
  <w:abstractNum w:abstractNumId="17" w15:restartNumberingAfterBreak="0">
    <w:nsid w:val="26496E9A"/>
    <w:multiLevelType w:val="hybridMultilevel"/>
    <w:tmpl w:val="AF98FFC2"/>
    <w:lvl w:ilvl="0" w:tplc="8C26002C">
      <w:start w:val="1"/>
      <w:numFmt w:val="bullet"/>
      <w:lvlText w:val=""/>
      <w:lvlJc w:val="left"/>
      <w:pPr>
        <w:ind w:left="720" w:hanging="360"/>
      </w:pPr>
      <w:rPr>
        <w:rFonts w:ascii="Symbol" w:hAnsi="Symbol" w:hint="default"/>
      </w:rPr>
    </w:lvl>
    <w:lvl w:ilvl="1" w:tplc="CF0EE316" w:tentative="1">
      <w:start w:val="1"/>
      <w:numFmt w:val="bullet"/>
      <w:lvlText w:val="o"/>
      <w:lvlJc w:val="left"/>
      <w:pPr>
        <w:ind w:left="1440" w:hanging="360"/>
      </w:pPr>
      <w:rPr>
        <w:rFonts w:ascii="Courier New" w:hAnsi="Courier New" w:cs="Courier New" w:hint="default"/>
      </w:rPr>
    </w:lvl>
    <w:lvl w:ilvl="2" w:tplc="4876622E" w:tentative="1">
      <w:start w:val="1"/>
      <w:numFmt w:val="bullet"/>
      <w:lvlText w:val=""/>
      <w:lvlJc w:val="left"/>
      <w:pPr>
        <w:ind w:left="2160" w:hanging="360"/>
      </w:pPr>
      <w:rPr>
        <w:rFonts w:ascii="Wingdings" w:hAnsi="Wingdings" w:hint="default"/>
      </w:rPr>
    </w:lvl>
    <w:lvl w:ilvl="3" w:tplc="FC8C0EE8" w:tentative="1">
      <w:start w:val="1"/>
      <w:numFmt w:val="bullet"/>
      <w:lvlText w:val=""/>
      <w:lvlJc w:val="left"/>
      <w:pPr>
        <w:ind w:left="2880" w:hanging="360"/>
      </w:pPr>
      <w:rPr>
        <w:rFonts w:ascii="Symbol" w:hAnsi="Symbol" w:hint="default"/>
      </w:rPr>
    </w:lvl>
    <w:lvl w:ilvl="4" w:tplc="4E2C4B14" w:tentative="1">
      <w:start w:val="1"/>
      <w:numFmt w:val="bullet"/>
      <w:lvlText w:val="o"/>
      <w:lvlJc w:val="left"/>
      <w:pPr>
        <w:ind w:left="3600" w:hanging="360"/>
      </w:pPr>
      <w:rPr>
        <w:rFonts w:ascii="Courier New" w:hAnsi="Courier New" w:cs="Courier New" w:hint="default"/>
      </w:rPr>
    </w:lvl>
    <w:lvl w:ilvl="5" w:tplc="A1863D1A" w:tentative="1">
      <w:start w:val="1"/>
      <w:numFmt w:val="bullet"/>
      <w:lvlText w:val=""/>
      <w:lvlJc w:val="left"/>
      <w:pPr>
        <w:ind w:left="4320" w:hanging="360"/>
      </w:pPr>
      <w:rPr>
        <w:rFonts w:ascii="Wingdings" w:hAnsi="Wingdings" w:hint="default"/>
      </w:rPr>
    </w:lvl>
    <w:lvl w:ilvl="6" w:tplc="A230A9D8" w:tentative="1">
      <w:start w:val="1"/>
      <w:numFmt w:val="bullet"/>
      <w:lvlText w:val=""/>
      <w:lvlJc w:val="left"/>
      <w:pPr>
        <w:ind w:left="5040" w:hanging="360"/>
      </w:pPr>
      <w:rPr>
        <w:rFonts w:ascii="Symbol" w:hAnsi="Symbol" w:hint="default"/>
      </w:rPr>
    </w:lvl>
    <w:lvl w:ilvl="7" w:tplc="32148222" w:tentative="1">
      <w:start w:val="1"/>
      <w:numFmt w:val="bullet"/>
      <w:lvlText w:val="o"/>
      <w:lvlJc w:val="left"/>
      <w:pPr>
        <w:ind w:left="5760" w:hanging="360"/>
      </w:pPr>
      <w:rPr>
        <w:rFonts w:ascii="Courier New" w:hAnsi="Courier New" w:cs="Courier New" w:hint="default"/>
      </w:rPr>
    </w:lvl>
    <w:lvl w:ilvl="8" w:tplc="BEA8CFE0" w:tentative="1">
      <w:start w:val="1"/>
      <w:numFmt w:val="bullet"/>
      <w:lvlText w:val=""/>
      <w:lvlJc w:val="left"/>
      <w:pPr>
        <w:ind w:left="6480" w:hanging="360"/>
      </w:pPr>
      <w:rPr>
        <w:rFonts w:ascii="Wingdings" w:hAnsi="Wingdings" w:hint="default"/>
      </w:rPr>
    </w:lvl>
  </w:abstractNum>
  <w:abstractNum w:abstractNumId="18" w15:restartNumberingAfterBreak="0">
    <w:nsid w:val="2EDC78AF"/>
    <w:multiLevelType w:val="hybridMultilevel"/>
    <w:tmpl w:val="6ACA2FE4"/>
    <w:lvl w:ilvl="0" w:tplc="370630E6">
      <w:start w:val="1"/>
      <w:numFmt w:val="bullet"/>
      <w:lvlText w:val=""/>
      <w:lvlJc w:val="left"/>
      <w:pPr>
        <w:ind w:left="720" w:hanging="360"/>
      </w:pPr>
      <w:rPr>
        <w:rFonts w:ascii="Symbol" w:hAnsi="Symbol" w:hint="default"/>
      </w:rPr>
    </w:lvl>
    <w:lvl w:ilvl="1" w:tplc="2F82EE54" w:tentative="1">
      <w:start w:val="1"/>
      <w:numFmt w:val="bullet"/>
      <w:lvlText w:val="o"/>
      <w:lvlJc w:val="left"/>
      <w:pPr>
        <w:ind w:left="1440" w:hanging="360"/>
      </w:pPr>
      <w:rPr>
        <w:rFonts w:ascii="Courier New" w:hAnsi="Courier New" w:cs="Courier New" w:hint="default"/>
      </w:rPr>
    </w:lvl>
    <w:lvl w:ilvl="2" w:tplc="CA4C5A70" w:tentative="1">
      <w:start w:val="1"/>
      <w:numFmt w:val="bullet"/>
      <w:lvlText w:val=""/>
      <w:lvlJc w:val="left"/>
      <w:pPr>
        <w:ind w:left="2160" w:hanging="360"/>
      </w:pPr>
      <w:rPr>
        <w:rFonts w:ascii="Wingdings" w:hAnsi="Wingdings" w:hint="default"/>
      </w:rPr>
    </w:lvl>
    <w:lvl w:ilvl="3" w:tplc="F3A49076" w:tentative="1">
      <w:start w:val="1"/>
      <w:numFmt w:val="bullet"/>
      <w:lvlText w:val=""/>
      <w:lvlJc w:val="left"/>
      <w:pPr>
        <w:ind w:left="2880" w:hanging="360"/>
      </w:pPr>
      <w:rPr>
        <w:rFonts w:ascii="Symbol" w:hAnsi="Symbol" w:hint="default"/>
      </w:rPr>
    </w:lvl>
    <w:lvl w:ilvl="4" w:tplc="9680325C" w:tentative="1">
      <w:start w:val="1"/>
      <w:numFmt w:val="bullet"/>
      <w:lvlText w:val="o"/>
      <w:lvlJc w:val="left"/>
      <w:pPr>
        <w:ind w:left="3600" w:hanging="360"/>
      </w:pPr>
      <w:rPr>
        <w:rFonts w:ascii="Courier New" w:hAnsi="Courier New" w:cs="Courier New" w:hint="default"/>
      </w:rPr>
    </w:lvl>
    <w:lvl w:ilvl="5" w:tplc="75B41722" w:tentative="1">
      <w:start w:val="1"/>
      <w:numFmt w:val="bullet"/>
      <w:lvlText w:val=""/>
      <w:lvlJc w:val="left"/>
      <w:pPr>
        <w:ind w:left="4320" w:hanging="360"/>
      </w:pPr>
      <w:rPr>
        <w:rFonts w:ascii="Wingdings" w:hAnsi="Wingdings" w:hint="default"/>
      </w:rPr>
    </w:lvl>
    <w:lvl w:ilvl="6" w:tplc="C61A8D40" w:tentative="1">
      <w:start w:val="1"/>
      <w:numFmt w:val="bullet"/>
      <w:lvlText w:val=""/>
      <w:lvlJc w:val="left"/>
      <w:pPr>
        <w:ind w:left="5040" w:hanging="360"/>
      </w:pPr>
      <w:rPr>
        <w:rFonts w:ascii="Symbol" w:hAnsi="Symbol" w:hint="default"/>
      </w:rPr>
    </w:lvl>
    <w:lvl w:ilvl="7" w:tplc="73B0A5DA" w:tentative="1">
      <w:start w:val="1"/>
      <w:numFmt w:val="bullet"/>
      <w:lvlText w:val="o"/>
      <w:lvlJc w:val="left"/>
      <w:pPr>
        <w:ind w:left="5760" w:hanging="360"/>
      </w:pPr>
      <w:rPr>
        <w:rFonts w:ascii="Courier New" w:hAnsi="Courier New" w:cs="Courier New" w:hint="default"/>
      </w:rPr>
    </w:lvl>
    <w:lvl w:ilvl="8" w:tplc="3F445DC4" w:tentative="1">
      <w:start w:val="1"/>
      <w:numFmt w:val="bullet"/>
      <w:lvlText w:val=""/>
      <w:lvlJc w:val="left"/>
      <w:pPr>
        <w:ind w:left="6480" w:hanging="360"/>
      </w:pPr>
      <w:rPr>
        <w:rFonts w:ascii="Wingdings" w:hAnsi="Wingdings" w:hint="default"/>
      </w:rPr>
    </w:lvl>
  </w:abstractNum>
  <w:abstractNum w:abstractNumId="19" w15:restartNumberingAfterBreak="0">
    <w:nsid w:val="3A910D68"/>
    <w:multiLevelType w:val="hybridMultilevel"/>
    <w:tmpl w:val="E4E0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EC10EF"/>
    <w:multiLevelType w:val="hybridMultilevel"/>
    <w:tmpl w:val="CE1233EA"/>
    <w:lvl w:ilvl="0" w:tplc="1764DCF4">
      <w:start w:val="1"/>
      <w:numFmt w:val="bullet"/>
      <w:lvlText w:val=""/>
      <w:lvlJc w:val="left"/>
      <w:pPr>
        <w:ind w:left="720" w:hanging="360"/>
      </w:pPr>
      <w:rPr>
        <w:rFonts w:ascii="Symbol" w:hAnsi="Symbol" w:hint="default"/>
      </w:rPr>
    </w:lvl>
    <w:lvl w:ilvl="1" w:tplc="10223026" w:tentative="1">
      <w:start w:val="1"/>
      <w:numFmt w:val="bullet"/>
      <w:lvlText w:val="o"/>
      <w:lvlJc w:val="left"/>
      <w:pPr>
        <w:ind w:left="1440" w:hanging="360"/>
      </w:pPr>
      <w:rPr>
        <w:rFonts w:ascii="Courier New" w:hAnsi="Courier New" w:cs="Courier New" w:hint="default"/>
      </w:rPr>
    </w:lvl>
    <w:lvl w:ilvl="2" w:tplc="77E62340" w:tentative="1">
      <w:start w:val="1"/>
      <w:numFmt w:val="bullet"/>
      <w:lvlText w:val=""/>
      <w:lvlJc w:val="left"/>
      <w:pPr>
        <w:ind w:left="2160" w:hanging="360"/>
      </w:pPr>
      <w:rPr>
        <w:rFonts w:ascii="Wingdings" w:hAnsi="Wingdings" w:hint="default"/>
      </w:rPr>
    </w:lvl>
    <w:lvl w:ilvl="3" w:tplc="95241DA0" w:tentative="1">
      <w:start w:val="1"/>
      <w:numFmt w:val="bullet"/>
      <w:lvlText w:val=""/>
      <w:lvlJc w:val="left"/>
      <w:pPr>
        <w:ind w:left="2880" w:hanging="360"/>
      </w:pPr>
      <w:rPr>
        <w:rFonts w:ascii="Symbol" w:hAnsi="Symbol" w:hint="default"/>
      </w:rPr>
    </w:lvl>
    <w:lvl w:ilvl="4" w:tplc="FCDE79F2" w:tentative="1">
      <w:start w:val="1"/>
      <w:numFmt w:val="bullet"/>
      <w:lvlText w:val="o"/>
      <w:lvlJc w:val="left"/>
      <w:pPr>
        <w:ind w:left="3600" w:hanging="360"/>
      </w:pPr>
      <w:rPr>
        <w:rFonts w:ascii="Courier New" w:hAnsi="Courier New" w:cs="Courier New" w:hint="default"/>
      </w:rPr>
    </w:lvl>
    <w:lvl w:ilvl="5" w:tplc="A6F0CC28" w:tentative="1">
      <w:start w:val="1"/>
      <w:numFmt w:val="bullet"/>
      <w:lvlText w:val=""/>
      <w:lvlJc w:val="left"/>
      <w:pPr>
        <w:ind w:left="4320" w:hanging="360"/>
      </w:pPr>
      <w:rPr>
        <w:rFonts w:ascii="Wingdings" w:hAnsi="Wingdings" w:hint="default"/>
      </w:rPr>
    </w:lvl>
    <w:lvl w:ilvl="6" w:tplc="A67C8E72" w:tentative="1">
      <w:start w:val="1"/>
      <w:numFmt w:val="bullet"/>
      <w:lvlText w:val=""/>
      <w:lvlJc w:val="left"/>
      <w:pPr>
        <w:ind w:left="5040" w:hanging="360"/>
      </w:pPr>
      <w:rPr>
        <w:rFonts w:ascii="Symbol" w:hAnsi="Symbol" w:hint="default"/>
      </w:rPr>
    </w:lvl>
    <w:lvl w:ilvl="7" w:tplc="1BF2757C" w:tentative="1">
      <w:start w:val="1"/>
      <w:numFmt w:val="bullet"/>
      <w:lvlText w:val="o"/>
      <w:lvlJc w:val="left"/>
      <w:pPr>
        <w:ind w:left="5760" w:hanging="360"/>
      </w:pPr>
      <w:rPr>
        <w:rFonts w:ascii="Courier New" w:hAnsi="Courier New" w:cs="Courier New" w:hint="default"/>
      </w:rPr>
    </w:lvl>
    <w:lvl w:ilvl="8" w:tplc="B70CC7B2" w:tentative="1">
      <w:start w:val="1"/>
      <w:numFmt w:val="bullet"/>
      <w:lvlText w:val=""/>
      <w:lvlJc w:val="left"/>
      <w:pPr>
        <w:ind w:left="6480" w:hanging="360"/>
      </w:pPr>
      <w:rPr>
        <w:rFonts w:ascii="Wingdings" w:hAnsi="Wingdings" w:hint="default"/>
      </w:rPr>
    </w:lvl>
  </w:abstractNum>
  <w:abstractNum w:abstractNumId="21" w15:restartNumberingAfterBreak="0">
    <w:nsid w:val="53CB6ACD"/>
    <w:multiLevelType w:val="hybridMultilevel"/>
    <w:tmpl w:val="00505F58"/>
    <w:lvl w:ilvl="0" w:tplc="B9FA6444">
      <w:start w:val="1"/>
      <w:numFmt w:val="bullet"/>
      <w:lvlText w:val=""/>
      <w:lvlJc w:val="left"/>
      <w:pPr>
        <w:ind w:left="720" w:hanging="360"/>
      </w:pPr>
      <w:rPr>
        <w:rFonts w:ascii="Symbol" w:hAnsi="Symbol" w:hint="default"/>
      </w:rPr>
    </w:lvl>
    <w:lvl w:ilvl="1" w:tplc="0050799C" w:tentative="1">
      <w:start w:val="1"/>
      <w:numFmt w:val="bullet"/>
      <w:lvlText w:val="o"/>
      <w:lvlJc w:val="left"/>
      <w:pPr>
        <w:ind w:left="1440" w:hanging="360"/>
      </w:pPr>
      <w:rPr>
        <w:rFonts w:ascii="Courier New" w:hAnsi="Courier New" w:cs="Courier New" w:hint="default"/>
      </w:rPr>
    </w:lvl>
    <w:lvl w:ilvl="2" w:tplc="F32A1DB0" w:tentative="1">
      <w:start w:val="1"/>
      <w:numFmt w:val="bullet"/>
      <w:lvlText w:val=""/>
      <w:lvlJc w:val="left"/>
      <w:pPr>
        <w:ind w:left="2160" w:hanging="360"/>
      </w:pPr>
      <w:rPr>
        <w:rFonts w:ascii="Wingdings" w:hAnsi="Wingdings" w:hint="default"/>
      </w:rPr>
    </w:lvl>
    <w:lvl w:ilvl="3" w:tplc="2CA8A128" w:tentative="1">
      <w:start w:val="1"/>
      <w:numFmt w:val="bullet"/>
      <w:lvlText w:val=""/>
      <w:lvlJc w:val="left"/>
      <w:pPr>
        <w:ind w:left="2880" w:hanging="360"/>
      </w:pPr>
      <w:rPr>
        <w:rFonts w:ascii="Symbol" w:hAnsi="Symbol" w:hint="default"/>
      </w:rPr>
    </w:lvl>
    <w:lvl w:ilvl="4" w:tplc="E8B059C6" w:tentative="1">
      <w:start w:val="1"/>
      <w:numFmt w:val="bullet"/>
      <w:lvlText w:val="o"/>
      <w:lvlJc w:val="left"/>
      <w:pPr>
        <w:ind w:left="3600" w:hanging="360"/>
      </w:pPr>
      <w:rPr>
        <w:rFonts w:ascii="Courier New" w:hAnsi="Courier New" w:cs="Courier New" w:hint="default"/>
      </w:rPr>
    </w:lvl>
    <w:lvl w:ilvl="5" w:tplc="5CA6C1E8" w:tentative="1">
      <w:start w:val="1"/>
      <w:numFmt w:val="bullet"/>
      <w:lvlText w:val=""/>
      <w:lvlJc w:val="left"/>
      <w:pPr>
        <w:ind w:left="4320" w:hanging="360"/>
      </w:pPr>
      <w:rPr>
        <w:rFonts w:ascii="Wingdings" w:hAnsi="Wingdings" w:hint="default"/>
      </w:rPr>
    </w:lvl>
    <w:lvl w:ilvl="6" w:tplc="65643748" w:tentative="1">
      <w:start w:val="1"/>
      <w:numFmt w:val="bullet"/>
      <w:lvlText w:val=""/>
      <w:lvlJc w:val="left"/>
      <w:pPr>
        <w:ind w:left="5040" w:hanging="360"/>
      </w:pPr>
      <w:rPr>
        <w:rFonts w:ascii="Symbol" w:hAnsi="Symbol" w:hint="default"/>
      </w:rPr>
    </w:lvl>
    <w:lvl w:ilvl="7" w:tplc="41525A92" w:tentative="1">
      <w:start w:val="1"/>
      <w:numFmt w:val="bullet"/>
      <w:lvlText w:val="o"/>
      <w:lvlJc w:val="left"/>
      <w:pPr>
        <w:ind w:left="5760" w:hanging="360"/>
      </w:pPr>
      <w:rPr>
        <w:rFonts w:ascii="Courier New" w:hAnsi="Courier New" w:cs="Courier New" w:hint="default"/>
      </w:rPr>
    </w:lvl>
    <w:lvl w:ilvl="8" w:tplc="EF704FDA" w:tentative="1">
      <w:start w:val="1"/>
      <w:numFmt w:val="bullet"/>
      <w:lvlText w:val=""/>
      <w:lvlJc w:val="left"/>
      <w:pPr>
        <w:ind w:left="6480" w:hanging="360"/>
      </w:pPr>
      <w:rPr>
        <w:rFonts w:ascii="Wingdings" w:hAnsi="Wingdings" w:hint="default"/>
      </w:rPr>
    </w:lvl>
  </w:abstractNum>
  <w:abstractNum w:abstractNumId="22" w15:restartNumberingAfterBreak="0">
    <w:nsid w:val="542B34FA"/>
    <w:multiLevelType w:val="hybridMultilevel"/>
    <w:tmpl w:val="4D10ECFC"/>
    <w:lvl w:ilvl="0" w:tplc="67A46180">
      <w:start w:val="1"/>
      <w:numFmt w:val="bullet"/>
      <w:lvlText w:val=""/>
      <w:lvlJc w:val="left"/>
      <w:pPr>
        <w:ind w:left="720" w:hanging="360"/>
      </w:pPr>
      <w:rPr>
        <w:rFonts w:ascii="Symbol" w:hAnsi="Symbol" w:hint="default"/>
      </w:rPr>
    </w:lvl>
    <w:lvl w:ilvl="1" w:tplc="07464B3A" w:tentative="1">
      <w:start w:val="1"/>
      <w:numFmt w:val="bullet"/>
      <w:lvlText w:val="o"/>
      <w:lvlJc w:val="left"/>
      <w:pPr>
        <w:ind w:left="1440" w:hanging="360"/>
      </w:pPr>
      <w:rPr>
        <w:rFonts w:ascii="Courier New" w:hAnsi="Courier New" w:cs="Courier New" w:hint="default"/>
      </w:rPr>
    </w:lvl>
    <w:lvl w:ilvl="2" w:tplc="84149374" w:tentative="1">
      <w:start w:val="1"/>
      <w:numFmt w:val="bullet"/>
      <w:lvlText w:val=""/>
      <w:lvlJc w:val="left"/>
      <w:pPr>
        <w:ind w:left="2160" w:hanging="360"/>
      </w:pPr>
      <w:rPr>
        <w:rFonts w:ascii="Wingdings" w:hAnsi="Wingdings" w:hint="default"/>
      </w:rPr>
    </w:lvl>
    <w:lvl w:ilvl="3" w:tplc="73481AA6" w:tentative="1">
      <w:start w:val="1"/>
      <w:numFmt w:val="bullet"/>
      <w:lvlText w:val=""/>
      <w:lvlJc w:val="left"/>
      <w:pPr>
        <w:ind w:left="2880" w:hanging="360"/>
      </w:pPr>
      <w:rPr>
        <w:rFonts w:ascii="Symbol" w:hAnsi="Symbol" w:hint="default"/>
      </w:rPr>
    </w:lvl>
    <w:lvl w:ilvl="4" w:tplc="D74C364A" w:tentative="1">
      <w:start w:val="1"/>
      <w:numFmt w:val="bullet"/>
      <w:lvlText w:val="o"/>
      <w:lvlJc w:val="left"/>
      <w:pPr>
        <w:ind w:left="3600" w:hanging="360"/>
      </w:pPr>
      <w:rPr>
        <w:rFonts w:ascii="Courier New" w:hAnsi="Courier New" w:cs="Courier New" w:hint="default"/>
      </w:rPr>
    </w:lvl>
    <w:lvl w:ilvl="5" w:tplc="2BFA7F20" w:tentative="1">
      <w:start w:val="1"/>
      <w:numFmt w:val="bullet"/>
      <w:lvlText w:val=""/>
      <w:lvlJc w:val="left"/>
      <w:pPr>
        <w:ind w:left="4320" w:hanging="360"/>
      </w:pPr>
      <w:rPr>
        <w:rFonts w:ascii="Wingdings" w:hAnsi="Wingdings" w:hint="default"/>
      </w:rPr>
    </w:lvl>
    <w:lvl w:ilvl="6" w:tplc="6A3A8F9C" w:tentative="1">
      <w:start w:val="1"/>
      <w:numFmt w:val="bullet"/>
      <w:lvlText w:val=""/>
      <w:lvlJc w:val="left"/>
      <w:pPr>
        <w:ind w:left="5040" w:hanging="360"/>
      </w:pPr>
      <w:rPr>
        <w:rFonts w:ascii="Symbol" w:hAnsi="Symbol" w:hint="default"/>
      </w:rPr>
    </w:lvl>
    <w:lvl w:ilvl="7" w:tplc="D9D8CC80" w:tentative="1">
      <w:start w:val="1"/>
      <w:numFmt w:val="bullet"/>
      <w:lvlText w:val="o"/>
      <w:lvlJc w:val="left"/>
      <w:pPr>
        <w:ind w:left="5760" w:hanging="360"/>
      </w:pPr>
      <w:rPr>
        <w:rFonts w:ascii="Courier New" w:hAnsi="Courier New" w:cs="Courier New" w:hint="default"/>
      </w:rPr>
    </w:lvl>
    <w:lvl w:ilvl="8" w:tplc="D9B0DAB4" w:tentative="1">
      <w:start w:val="1"/>
      <w:numFmt w:val="bullet"/>
      <w:lvlText w:val=""/>
      <w:lvlJc w:val="left"/>
      <w:pPr>
        <w:ind w:left="6480" w:hanging="360"/>
      </w:pPr>
      <w:rPr>
        <w:rFonts w:ascii="Wingdings" w:hAnsi="Wingdings" w:hint="default"/>
      </w:rPr>
    </w:lvl>
  </w:abstractNum>
  <w:abstractNum w:abstractNumId="23" w15:restartNumberingAfterBreak="0">
    <w:nsid w:val="58167D4E"/>
    <w:multiLevelType w:val="multilevel"/>
    <w:tmpl w:val="0082C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CA01F2"/>
    <w:multiLevelType w:val="multilevel"/>
    <w:tmpl w:val="B5203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8B3112"/>
    <w:multiLevelType w:val="multilevel"/>
    <w:tmpl w:val="8506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D00AA6"/>
    <w:multiLevelType w:val="hybridMultilevel"/>
    <w:tmpl w:val="5A40AE64"/>
    <w:lvl w:ilvl="0" w:tplc="DF3A451C">
      <w:start w:val="1"/>
      <w:numFmt w:val="bullet"/>
      <w:lvlText w:val=""/>
      <w:lvlJc w:val="left"/>
      <w:pPr>
        <w:ind w:left="720" w:hanging="360"/>
      </w:pPr>
      <w:rPr>
        <w:rFonts w:ascii="Symbol" w:hAnsi="Symbol" w:hint="default"/>
      </w:rPr>
    </w:lvl>
    <w:lvl w:ilvl="1" w:tplc="96D01844" w:tentative="1">
      <w:start w:val="1"/>
      <w:numFmt w:val="bullet"/>
      <w:lvlText w:val="o"/>
      <w:lvlJc w:val="left"/>
      <w:pPr>
        <w:ind w:left="1440" w:hanging="360"/>
      </w:pPr>
      <w:rPr>
        <w:rFonts w:ascii="Courier New" w:hAnsi="Courier New" w:cs="Courier New" w:hint="default"/>
      </w:rPr>
    </w:lvl>
    <w:lvl w:ilvl="2" w:tplc="601C6978" w:tentative="1">
      <w:start w:val="1"/>
      <w:numFmt w:val="bullet"/>
      <w:lvlText w:val=""/>
      <w:lvlJc w:val="left"/>
      <w:pPr>
        <w:ind w:left="2160" w:hanging="360"/>
      </w:pPr>
      <w:rPr>
        <w:rFonts w:ascii="Wingdings" w:hAnsi="Wingdings" w:hint="default"/>
      </w:rPr>
    </w:lvl>
    <w:lvl w:ilvl="3" w:tplc="7EAE4F50" w:tentative="1">
      <w:start w:val="1"/>
      <w:numFmt w:val="bullet"/>
      <w:lvlText w:val=""/>
      <w:lvlJc w:val="left"/>
      <w:pPr>
        <w:ind w:left="2880" w:hanging="360"/>
      </w:pPr>
      <w:rPr>
        <w:rFonts w:ascii="Symbol" w:hAnsi="Symbol" w:hint="default"/>
      </w:rPr>
    </w:lvl>
    <w:lvl w:ilvl="4" w:tplc="0EC05C5A" w:tentative="1">
      <w:start w:val="1"/>
      <w:numFmt w:val="bullet"/>
      <w:lvlText w:val="o"/>
      <w:lvlJc w:val="left"/>
      <w:pPr>
        <w:ind w:left="3600" w:hanging="360"/>
      </w:pPr>
      <w:rPr>
        <w:rFonts w:ascii="Courier New" w:hAnsi="Courier New" w:cs="Courier New" w:hint="default"/>
      </w:rPr>
    </w:lvl>
    <w:lvl w:ilvl="5" w:tplc="76588B30" w:tentative="1">
      <w:start w:val="1"/>
      <w:numFmt w:val="bullet"/>
      <w:lvlText w:val=""/>
      <w:lvlJc w:val="left"/>
      <w:pPr>
        <w:ind w:left="4320" w:hanging="360"/>
      </w:pPr>
      <w:rPr>
        <w:rFonts w:ascii="Wingdings" w:hAnsi="Wingdings" w:hint="default"/>
      </w:rPr>
    </w:lvl>
    <w:lvl w:ilvl="6" w:tplc="33FC949E" w:tentative="1">
      <w:start w:val="1"/>
      <w:numFmt w:val="bullet"/>
      <w:lvlText w:val=""/>
      <w:lvlJc w:val="left"/>
      <w:pPr>
        <w:ind w:left="5040" w:hanging="360"/>
      </w:pPr>
      <w:rPr>
        <w:rFonts w:ascii="Symbol" w:hAnsi="Symbol" w:hint="default"/>
      </w:rPr>
    </w:lvl>
    <w:lvl w:ilvl="7" w:tplc="D736F088" w:tentative="1">
      <w:start w:val="1"/>
      <w:numFmt w:val="bullet"/>
      <w:lvlText w:val="o"/>
      <w:lvlJc w:val="left"/>
      <w:pPr>
        <w:ind w:left="5760" w:hanging="360"/>
      </w:pPr>
      <w:rPr>
        <w:rFonts w:ascii="Courier New" w:hAnsi="Courier New" w:cs="Courier New" w:hint="default"/>
      </w:rPr>
    </w:lvl>
    <w:lvl w:ilvl="8" w:tplc="59966576" w:tentative="1">
      <w:start w:val="1"/>
      <w:numFmt w:val="bullet"/>
      <w:lvlText w:val=""/>
      <w:lvlJc w:val="left"/>
      <w:pPr>
        <w:ind w:left="6480" w:hanging="360"/>
      </w:pPr>
      <w:rPr>
        <w:rFonts w:ascii="Wingdings" w:hAnsi="Wingdings" w:hint="default"/>
      </w:rPr>
    </w:lvl>
  </w:abstractNum>
  <w:abstractNum w:abstractNumId="27" w15:restartNumberingAfterBreak="0">
    <w:nsid w:val="6DE96542"/>
    <w:multiLevelType w:val="multilevel"/>
    <w:tmpl w:val="BE3A6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0EA106B"/>
    <w:multiLevelType w:val="multilevel"/>
    <w:tmpl w:val="3C4A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CB0A27"/>
    <w:multiLevelType w:val="hybridMultilevel"/>
    <w:tmpl w:val="5D9CACC2"/>
    <w:lvl w:ilvl="0" w:tplc="F18C1CBA">
      <w:start w:val="1"/>
      <w:numFmt w:val="bullet"/>
      <w:lvlText w:val=""/>
      <w:lvlJc w:val="left"/>
      <w:pPr>
        <w:ind w:left="720" w:hanging="360"/>
      </w:pPr>
      <w:rPr>
        <w:rFonts w:ascii="Symbol" w:hAnsi="Symbol" w:hint="default"/>
      </w:rPr>
    </w:lvl>
    <w:lvl w:ilvl="1" w:tplc="8F727194" w:tentative="1">
      <w:start w:val="1"/>
      <w:numFmt w:val="bullet"/>
      <w:lvlText w:val="o"/>
      <w:lvlJc w:val="left"/>
      <w:pPr>
        <w:ind w:left="1440" w:hanging="360"/>
      </w:pPr>
      <w:rPr>
        <w:rFonts w:ascii="Courier New" w:hAnsi="Courier New" w:cs="Courier New" w:hint="default"/>
      </w:rPr>
    </w:lvl>
    <w:lvl w:ilvl="2" w:tplc="CB725E80" w:tentative="1">
      <w:start w:val="1"/>
      <w:numFmt w:val="bullet"/>
      <w:lvlText w:val=""/>
      <w:lvlJc w:val="left"/>
      <w:pPr>
        <w:ind w:left="2160" w:hanging="360"/>
      </w:pPr>
      <w:rPr>
        <w:rFonts w:ascii="Wingdings" w:hAnsi="Wingdings" w:hint="default"/>
      </w:rPr>
    </w:lvl>
    <w:lvl w:ilvl="3" w:tplc="ED160090" w:tentative="1">
      <w:start w:val="1"/>
      <w:numFmt w:val="bullet"/>
      <w:lvlText w:val=""/>
      <w:lvlJc w:val="left"/>
      <w:pPr>
        <w:ind w:left="2880" w:hanging="360"/>
      </w:pPr>
      <w:rPr>
        <w:rFonts w:ascii="Symbol" w:hAnsi="Symbol" w:hint="default"/>
      </w:rPr>
    </w:lvl>
    <w:lvl w:ilvl="4" w:tplc="120251EC" w:tentative="1">
      <w:start w:val="1"/>
      <w:numFmt w:val="bullet"/>
      <w:lvlText w:val="o"/>
      <w:lvlJc w:val="left"/>
      <w:pPr>
        <w:ind w:left="3600" w:hanging="360"/>
      </w:pPr>
      <w:rPr>
        <w:rFonts w:ascii="Courier New" w:hAnsi="Courier New" w:cs="Courier New" w:hint="default"/>
      </w:rPr>
    </w:lvl>
    <w:lvl w:ilvl="5" w:tplc="506CB2CA" w:tentative="1">
      <w:start w:val="1"/>
      <w:numFmt w:val="bullet"/>
      <w:lvlText w:val=""/>
      <w:lvlJc w:val="left"/>
      <w:pPr>
        <w:ind w:left="4320" w:hanging="360"/>
      </w:pPr>
      <w:rPr>
        <w:rFonts w:ascii="Wingdings" w:hAnsi="Wingdings" w:hint="default"/>
      </w:rPr>
    </w:lvl>
    <w:lvl w:ilvl="6" w:tplc="6B0C15BA" w:tentative="1">
      <w:start w:val="1"/>
      <w:numFmt w:val="bullet"/>
      <w:lvlText w:val=""/>
      <w:lvlJc w:val="left"/>
      <w:pPr>
        <w:ind w:left="5040" w:hanging="360"/>
      </w:pPr>
      <w:rPr>
        <w:rFonts w:ascii="Symbol" w:hAnsi="Symbol" w:hint="default"/>
      </w:rPr>
    </w:lvl>
    <w:lvl w:ilvl="7" w:tplc="F8CE93D8" w:tentative="1">
      <w:start w:val="1"/>
      <w:numFmt w:val="bullet"/>
      <w:lvlText w:val="o"/>
      <w:lvlJc w:val="left"/>
      <w:pPr>
        <w:ind w:left="5760" w:hanging="360"/>
      </w:pPr>
      <w:rPr>
        <w:rFonts w:ascii="Courier New" w:hAnsi="Courier New" w:cs="Courier New" w:hint="default"/>
      </w:rPr>
    </w:lvl>
    <w:lvl w:ilvl="8" w:tplc="4818402A" w:tentative="1">
      <w:start w:val="1"/>
      <w:numFmt w:val="bullet"/>
      <w:lvlText w:val=""/>
      <w:lvlJc w:val="left"/>
      <w:pPr>
        <w:ind w:left="6480" w:hanging="360"/>
      </w:pPr>
      <w:rPr>
        <w:rFonts w:ascii="Wingdings" w:hAnsi="Wingdings" w:hint="default"/>
      </w:rPr>
    </w:lvl>
  </w:abstractNum>
  <w:abstractNum w:abstractNumId="30" w15:restartNumberingAfterBreak="0">
    <w:nsid w:val="7F095436"/>
    <w:multiLevelType w:val="multilevel"/>
    <w:tmpl w:val="A8B6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44888"/>
    <w:multiLevelType w:val="multilevel"/>
    <w:tmpl w:val="915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30"/>
  </w:num>
  <w:num w:numId="13">
    <w:abstractNumId w:val="31"/>
  </w:num>
  <w:num w:numId="14">
    <w:abstractNumId w:val="28"/>
  </w:num>
  <w:num w:numId="15">
    <w:abstractNumId w:val="10"/>
  </w:num>
  <w:num w:numId="16">
    <w:abstractNumId w:val="14"/>
  </w:num>
  <w:num w:numId="17">
    <w:abstractNumId w:val="26"/>
  </w:num>
  <w:num w:numId="18">
    <w:abstractNumId w:val="21"/>
  </w:num>
  <w:num w:numId="19">
    <w:abstractNumId w:val="20"/>
  </w:num>
  <w:num w:numId="20">
    <w:abstractNumId w:val="29"/>
  </w:num>
  <w:num w:numId="21">
    <w:abstractNumId w:val="13"/>
  </w:num>
  <w:num w:numId="22">
    <w:abstractNumId w:val="18"/>
  </w:num>
  <w:num w:numId="23">
    <w:abstractNumId w:val="27"/>
  </w:num>
  <w:num w:numId="24">
    <w:abstractNumId w:val="25"/>
  </w:num>
  <w:num w:numId="25">
    <w:abstractNumId w:val="24"/>
  </w:num>
  <w:num w:numId="26">
    <w:abstractNumId w:val="11"/>
  </w:num>
  <w:num w:numId="27">
    <w:abstractNumId w:val="23"/>
  </w:num>
  <w:num w:numId="28">
    <w:abstractNumId w:val="12"/>
  </w:num>
  <w:num w:numId="29">
    <w:abstractNumId w:val="15"/>
  </w:num>
  <w:num w:numId="30">
    <w:abstractNumId w:val="22"/>
  </w:num>
  <w:num w:numId="31">
    <w:abstractNumId w:val="16"/>
  </w:num>
  <w:num w:numId="3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bMwNTI0NLU0NzA3NzFS0lEKTi0uzszPAykwrAUA2PKXIywAAAA="/>
  </w:docVars>
  <w:rsids>
    <w:rsidRoot w:val="00FF66EA"/>
    <w:rsid w:val="00001FA4"/>
    <w:rsid w:val="00002A40"/>
    <w:rsid w:val="00005C15"/>
    <w:rsid w:val="000111A1"/>
    <w:rsid w:val="00013C31"/>
    <w:rsid w:val="0001581C"/>
    <w:rsid w:val="00017D8B"/>
    <w:rsid w:val="00021345"/>
    <w:rsid w:val="00022168"/>
    <w:rsid w:val="00024BBF"/>
    <w:rsid w:val="00026AA6"/>
    <w:rsid w:val="000336C0"/>
    <w:rsid w:val="00034A5B"/>
    <w:rsid w:val="00040CCA"/>
    <w:rsid w:val="000412CD"/>
    <w:rsid w:val="0004135E"/>
    <w:rsid w:val="00042F56"/>
    <w:rsid w:val="000436D0"/>
    <w:rsid w:val="000444F1"/>
    <w:rsid w:val="0004761D"/>
    <w:rsid w:val="00052608"/>
    <w:rsid w:val="00052D82"/>
    <w:rsid w:val="000568E5"/>
    <w:rsid w:val="0006085D"/>
    <w:rsid w:val="000645B5"/>
    <w:rsid w:val="00066442"/>
    <w:rsid w:val="00066D3F"/>
    <w:rsid w:val="000734D2"/>
    <w:rsid w:val="0007757F"/>
    <w:rsid w:val="00081C4C"/>
    <w:rsid w:val="00083BA1"/>
    <w:rsid w:val="0008555D"/>
    <w:rsid w:val="0009096C"/>
    <w:rsid w:val="00092292"/>
    <w:rsid w:val="00097C00"/>
    <w:rsid w:val="00097C82"/>
    <w:rsid w:val="000A2DDE"/>
    <w:rsid w:val="000A4228"/>
    <w:rsid w:val="000A5036"/>
    <w:rsid w:val="000A6ADC"/>
    <w:rsid w:val="000B04BC"/>
    <w:rsid w:val="000B0F79"/>
    <w:rsid w:val="000B1EAF"/>
    <w:rsid w:val="000B25F0"/>
    <w:rsid w:val="000B394C"/>
    <w:rsid w:val="000B7AFB"/>
    <w:rsid w:val="000C05D8"/>
    <w:rsid w:val="000C44A1"/>
    <w:rsid w:val="000C487D"/>
    <w:rsid w:val="000C4B4D"/>
    <w:rsid w:val="000C6D89"/>
    <w:rsid w:val="000D2DC1"/>
    <w:rsid w:val="000D3F41"/>
    <w:rsid w:val="000D3FD7"/>
    <w:rsid w:val="000D5292"/>
    <w:rsid w:val="000D7D81"/>
    <w:rsid w:val="000E14E4"/>
    <w:rsid w:val="000E2F07"/>
    <w:rsid w:val="000E5F16"/>
    <w:rsid w:val="000E6541"/>
    <w:rsid w:val="000E6D74"/>
    <w:rsid w:val="000E6FB6"/>
    <w:rsid w:val="000E7EEB"/>
    <w:rsid w:val="000F29A9"/>
    <w:rsid w:val="001000B4"/>
    <w:rsid w:val="00100864"/>
    <w:rsid w:val="00101708"/>
    <w:rsid w:val="001048EF"/>
    <w:rsid w:val="001071F3"/>
    <w:rsid w:val="00112913"/>
    <w:rsid w:val="00112935"/>
    <w:rsid w:val="00113F02"/>
    <w:rsid w:val="0011691F"/>
    <w:rsid w:val="00117374"/>
    <w:rsid w:val="00117D80"/>
    <w:rsid w:val="00120739"/>
    <w:rsid w:val="00120C01"/>
    <w:rsid w:val="001238EC"/>
    <w:rsid w:val="00123E97"/>
    <w:rsid w:val="0012761C"/>
    <w:rsid w:val="00127FB1"/>
    <w:rsid w:val="00131D03"/>
    <w:rsid w:val="0013604F"/>
    <w:rsid w:val="001361EF"/>
    <w:rsid w:val="00136D81"/>
    <w:rsid w:val="00141FC9"/>
    <w:rsid w:val="0014392A"/>
    <w:rsid w:val="00146FF1"/>
    <w:rsid w:val="00150AB2"/>
    <w:rsid w:val="00150E8F"/>
    <w:rsid w:val="00151030"/>
    <w:rsid w:val="00152351"/>
    <w:rsid w:val="0015348D"/>
    <w:rsid w:val="00154618"/>
    <w:rsid w:val="001551C3"/>
    <w:rsid w:val="001552CD"/>
    <w:rsid w:val="00155AA0"/>
    <w:rsid w:val="001561CD"/>
    <w:rsid w:val="00156D82"/>
    <w:rsid w:val="00157FFC"/>
    <w:rsid w:val="0016073D"/>
    <w:rsid w:val="00161901"/>
    <w:rsid w:val="00165062"/>
    <w:rsid w:val="001651B9"/>
    <w:rsid w:val="001652CF"/>
    <w:rsid w:val="00165D35"/>
    <w:rsid w:val="001672FE"/>
    <w:rsid w:val="00173293"/>
    <w:rsid w:val="00174CC4"/>
    <w:rsid w:val="001754A0"/>
    <w:rsid w:val="00185AB0"/>
    <w:rsid w:val="001874A0"/>
    <w:rsid w:val="00190567"/>
    <w:rsid w:val="0019058D"/>
    <w:rsid w:val="00192ADD"/>
    <w:rsid w:val="00192FF7"/>
    <w:rsid w:val="00193121"/>
    <w:rsid w:val="001938FE"/>
    <w:rsid w:val="00194D92"/>
    <w:rsid w:val="00195996"/>
    <w:rsid w:val="00197823"/>
    <w:rsid w:val="001A0362"/>
    <w:rsid w:val="001A0BC8"/>
    <w:rsid w:val="001A37C7"/>
    <w:rsid w:val="001A402C"/>
    <w:rsid w:val="001A4B95"/>
    <w:rsid w:val="001A4F9D"/>
    <w:rsid w:val="001B368A"/>
    <w:rsid w:val="001B3A3E"/>
    <w:rsid w:val="001B7118"/>
    <w:rsid w:val="001B7A4F"/>
    <w:rsid w:val="001C21A7"/>
    <w:rsid w:val="001C7996"/>
    <w:rsid w:val="001C79D9"/>
    <w:rsid w:val="001D2817"/>
    <w:rsid w:val="001E41F6"/>
    <w:rsid w:val="001E7042"/>
    <w:rsid w:val="00216378"/>
    <w:rsid w:val="00223659"/>
    <w:rsid w:val="00224AF3"/>
    <w:rsid w:val="002257C1"/>
    <w:rsid w:val="002323AF"/>
    <w:rsid w:val="00232A92"/>
    <w:rsid w:val="00237114"/>
    <w:rsid w:val="002411CB"/>
    <w:rsid w:val="00243CD5"/>
    <w:rsid w:val="00246398"/>
    <w:rsid w:val="00247915"/>
    <w:rsid w:val="00247A8E"/>
    <w:rsid w:val="002529B4"/>
    <w:rsid w:val="002531EC"/>
    <w:rsid w:val="002539EC"/>
    <w:rsid w:val="00255547"/>
    <w:rsid w:val="002557CD"/>
    <w:rsid w:val="002567EE"/>
    <w:rsid w:val="00256EC8"/>
    <w:rsid w:val="0025758D"/>
    <w:rsid w:val="00260326"/>
    <w:rsid w:val="0026184E"/>
    <w:rsid w:val="00267FC8"/>
    <w:rsid w:val="00270776"/>
    <w:rsid w:val="002725E5"/>
    <w:rsid w:val="00272DD5"/>
    <w:rsid w:val="00273811"/>
    <w:rsid w:val="00274E54"/>
    <w:rsid w:val="002776DE"/>
    <w:rsid w:val="00277B02"/>
    <w:rsid w:val="00277DC0"/>
    <w:rsid w:val="00281775"/>
    <w:rsid w:val="00287140"/>
    <w:rsid w:val="00292AE3"/>
    <w:rsid w:val="002A36BF"/>
    <w:rsid w:val="002B13C9"/>
    <w:rsid w:val="002B3C2B"/>
    <w:rsid w:val="002B79D8"/>
    <w:rsid w:val="002C2603"/>
    <w:rsid w:val="002C2A20"/>
    <w:rsid w:val="002C2C93"/>
    <w:rsid w:val="002C4787"/>
    <w:rsid w:val="002C48E9"/>
    <w:rsid w:val="002C52DF"/>
    <w:rsid w:val="002C5A89"/>
    <w:rsid w:val="002C6B18"/>
    <w:rsid w:val="002D6703"/>
    <w:rsid w:val="002D7912"/>
    <w:rsid w:val="002E1477"/>
    <w:rsid w:val="002E5E5A"/>
    <w:rsid w:val="002E70C8"/>
    <w:rsid w:val="002E7293"/>
    <w:rsid w:val="002E731A"/>
    <w:rsid w:val="002F3449"/>
    <w:rsid w:val="002F4AFF"/>
    <w:rsid w:val="002F5C39"/>
    <w:rsid w:val="003010F7"/>
    <w:rsid w:val="0030728B"/>
    <w:rsid w:val="00310452"/>
    <w:rsid w:val="003135A9"/>
    <w:rsid w:val="0031532D"/>
    <w:rsid w:val="00321EFE"/>
    <w:rsid w:val="00323A2C"/>
    <w:rsid w:val="0032665B"/>
    <w:rsid w:val="00327491"/>
    <w:rsid w:val="003305EE"/>
    <w:rsid w:val="00330828"/>
    <w:rsid w:val="00332E77"/>
    <w:rsid w:val="00333154"/>
    <w:rsid w:val="00341689"/>
    <w:rsid w:val="003424EE"/>
    <w:rsid w:val="00343504"/>
    <w:rsid w:val="003466EA"/>
    <w:rsid w:val="003475BE"/>
    <w:rsid w:val="00347E63"/>
    <w:rsid w:val="00352584"/>
    <w:rsid w:val="00352C05"/>
    <w:rsid w:val="00355DCA"/>
    <w:rsid w:val="00356261"/>
    <w:rsid w:val="00363BC9"/>
    <w:rsid w:val="00365C58"/>
    <w:rsid w:val="00366BE8"/>
    <w:rsid w:val="0037007F"/>
    <w:rsid w:val="003700F3"/>
    <w:rsid w:val="00370275"/>
    <w:rsid w:val="00370EB4"/>
    <w:rsid w:val="00370EDA"/>
    <w:rsid w:val="003712AE"/>
    <w:rsid w:val="00372DC3"/>
    <w:rsid w:val="00376B70"/>
    <w:rsid w:val="00380C1A"/>
    <w:rsid w:val="003817E3"/>
    <w:rsid w:val="00384954"/>
    <w:rsid w:val="0038558A"/>
    <w:rsid w:val="00385773"/>
    <w:rsid w:val="003864B8"/>
    <w:rsid w:val="003872CE"/>
    <w:rsid w:val="0038753F"/>
    <w:rsid w:val="00391E37"/>
    <w:rsid w:val="003928E7"/>
    <w:rsid w:val="003A1307"/>
    <w:rsid w:val="003A2202"/>
    <w:rsid w:val="003B029D"/>
    <w:rsid w:val="003B5367"/>
    <w:rsid w:val="003C6B96"/>
    <w:rsid w:val="003D00FB"/>
    <w:rsid w:val="003D2234"/>
    <w:rsid w:val="003D44AE"/>
    <w:rsid w:val="003E180C"/>
    <w:rsid w:val="003F048F"/>
    <w:rsid w:val="003F1720"/>
    <w:rsid w:val="003F3B7E"/>
    <w:rsid w:val="003F6D99"/>
    <w:rsid w:val="003F777A"/>
    <w:rsid w:val="00400580"/>
    <w:rsid w:val="00404351"/>
    <w:rsid w:val="00404D28"/>
    <w:rsid w:val="00406A7D"/>
    <w:rsid w:val="0040741D"/>
    <w:rsid w:val="00407EE2"/>
    <w:rsid w:val="00411B7A"/>
    <w:rsid w:val="00412637"/>
    <w:rsid w:val="004142E9"/>
    <w:rsid w:val="00416C48"/>
    <w:rsid w:val="00422467"/>
    <w:rsid w:val="00422728"/>
    <w:rsid w:val="004236DE"/>
    <w:rsid w:val="00424DC5"/>
    <w:rsid w:val="00435B0F"/>
    <w:rsid w:val="00443F38"/>
    <w:rsid w:val="00445E86"/>
    <w:rsid w:val="0044641D"/>
    <w:rsid w:val="00451BF3"/>
    <w:rsid w:val="0045557F"/>
    <w:rsid w:val="004563DF"/>
    <w:rsid w:val="00456727"/>
    <w:rsid w:val="00463ABD"/>
    <w:rsid w:val="00470D7A"/>
    <w:rsid w:val="0047100C"/>
    <w:rsid w:val="004717C5"/>
    <w:rsid w:val="00471EE7"/>
    <w:rsid w:val="004720CC"/>
    <w:rsid w:val="0047483D"/>
    <w:rsid w:val="004768DF"/>
    <w:rsid w:val="004805D6"/>
    <w:rsid w:val="0048488B"/>
    <w:rsid w:val="00486EF9"/>
    <w:rsid w:val="00490221"/>
    <w:rsid w:val="00490AC5"/>
    <w:rsid w:val="00491C8E"/>
    <w:rsid w:val="00494016"/>
    <w:rsid w:val="004940ED"/>
    <w:rsid w:val="00494677"/>
    <w:rsid w:val="00494D7D"/>
    <w:rsid w:val="004952B9"/>
    <w:rsid w:val="00495DD3"/>
    <w:rsid w:val="004A030B"/>
    <w:rsid w:val="004A1093"/>
    <w:rsid w:val="004A278C"/>
    <w:rsid w:val="004A2BB6"/>
    <w:rsid w:val="004A4C67"/>
    <w:rsid w:val="004A691C"/>
    <w:rsid w:val="004B072D"/>
    <w:rsid w:val="004B0DF3"/>
    <w:rsid w:val="004B1683"/>
    <w:rsid w:val="004B4DC2"/>
    <w:rsid w:val="004B4E4D"/>
    <w:rsid w:val="004B6B3D"/>
    <w:rsid w:val="004B7E9C"/>
    <w:rsid w:val="004C08C2"/>
    <w:rsid w:val="004C43D6"/>
    <w:rsid w:val="004C4A75"/>
    <w:rsid w:val="004D1A3F"/>
    <w:rsid w:val="004D5E01"/>
    <w:rsid w:val="004D68C1"/>
    <w:rsid w:val="004E5410"/>
    <w:rsid w:val="004E6E70"/>
    <w:rsid w:val="004E7DC8"/>
    <w:rsid w:val="004F1971"/>
    <w:rsid w:val="004F198E"/>
    <w:rsid w:val="004F2C07"/>
    <w:rsid w:val="004F50C1"/>
    <w:rsid w:val="004F50C9"/>
    <w:rsid w:val="00501395"/>
    <w:rsid w:val="00502194"/>
    <w:rsid w:val="00513999"/>
    <w:rsid w:val="0051670F"/>
    <w:rsid w:val="00517374"/>
    <w:rsid w:val="00517D71"/>
    <w:rsid w:val="00517F50"/>
    <w:rsid w:val="00520D59"/>
    <w:rsid w:val="00527EBE"/>
    <w:rsid w:val="0053096C"/>
    <w:rsid w:val="0053325D"/>
    <w:rsid w:val="00536F09"/>
    <w:rsid w:val="0054042D"/>
    <w:rsid w:val="005423F7"/>
    <w:rsid w:val="00544003"/>
    <w:rsid w:val="005456B0"/>
    <w:rsid w:val="00545F0C"/>
    <w:rsid w:val="00547169"/>
    <w:rsid w:val="00547CF4"/>
    <w:rsid w:val="00547E78"/>
    <w:rsid w:val="00551A02"/>
    <w:rsid w:val="005534FA"/>
    <w:rsid w:val="00554DD7"/>
    <w:rsid w:val="0056074D"/>
    <w:rsid w:val="005614EE"/>
    <w:rsid w:val="0056204B"/>
    <w:rsid w:val="00562DEB"/>
    <w:rsid w:val="00564F53"/>
    <w:rsid w:val="00572381"/>
    <w:rsid w:val="0057389D"/>
    <w:rsid w:val="00574A09"/>
    <w:rsid w:val="00574E20"/>
    <w:rsid w:val="0057505B"/>
    <w:rsid w:val="00576D2E"/>
    <w:rsid w:val="005806C6"/>
    <w:rsid w:val="00580B33"/>
    <w:rsid w:val="0058238C"/>
    <w:rsid w:val="00584834"/>
    <w:rsid w:val="005848EB"/>
    <w:rsid w:val="005860F6"/>
    <w:rsid w:val="00586945"/>
    <w:rsid w:val="00587753"/>
    <w:rsid w:val="0059129A"/>
    <w:rsid w:val="005928C2"/>
    <w:rsid w:val="005933CD"/>
    <w:rsid w:val="00593B58"/>
    <w:rsid w:val="00593D31"/>
    <w:rsid w:val="00594975"/>
    <w:rsid w:val="00597437"/>
    <w:rsid w:val="005A24C2"/>
    <w:rsid w:val="005A7364"/>
    <w:rsid w:val="005B0469"/>
    <w:rsid w:val="005B1028"/>
    <w:rsid w:val="005B3350"/>
    <w:rsid w:val="005B5699"/>
    <w:rsid w:val="005B5969"/>
    <w:rsid w:val="005B61C7"/>
    <w:rsid w:val="005B7CB1"/>
    <w:rsid w:val="005C060E"/>
    <w:rsid w:val="005C1AE0"/>
    <w:rsid w:val="005C42EA"/>
    <w:rsid w:val="005C617B"/>
    <w:rsid w:val="005C74B6"/>
    <w:rsid w:val="005D3A03"/>
    <w:rsid w:val="005E29EC"/>
    <w:rsid w:val="005F1356"/>
    <w:rsid w:val="005F2769"/>
    <w:rsid w:val="005F60F9"/>
    <w:rsid w:val="005F7E1B"/>
    <w:rsid w:val="006000DA"/>
    <w:rsid w:val="006009FF"/>
    <w:rsid w:val="006030C9"/>
    <w:rsid w:val="00604B37"/>
    <w:rsid w:val="00605980"/>
    <w:rsid w:val="0061034A"/>
    <w:rsid w:val="0061036B"/>
    <w:rsid w:val="00613A47"/>
    <w:rsid w:val="006146C5"/>
    <w:rsid w:val="0061614B"/>
    <w:rsid w:val="00621A04"/>
    <w:rsid w:val="00630B5A"/>
    <w:rsid w:val="006317E1"/>
    <w:rsid w:val="00644C28"/>
    <w:rsid w:val="00646B26"/>
    <w:rsid w:val="006474FE"/>
    <w:rsid w:val="00650568"/>
    <w:rsid w:val="006508AA"/>
    <w:rsid w:val="006519B3"/>
    <w:rsid w:val="00652D75"/>
    <w:rsid w:val="0065563A"/>
    <w:rsid w:val="006570D8"/>
    <w:rsid w:val="00657776"/>
    <w:rsid w:val="00657F94"/>
    <w:rsid w:val="00662716"/>
    <w:rsid w:val="00664D9E"/>
    <w:rsid w:val="00665A5F"/>
    <w:rsid w:val="00665B4F"/>
    <w:rsid w:val="006678B0"/>
    <w:rsid w:val="0067161B"/>
    <w:rsid w:val="006759BF"/>
    <w:rsid w:val="00675DD7"/>
    <w:rsid w:val="0067617E"/>
    <w:rsid w:val="006766BE"/>
    <w:rsid w:val="0068165E"/>
    <w:rsid w:val="00681C74"/>
    <w:rsid w:val="00682BDC"/>
    <w:rsid w:val="006833E6"/>
    <w:rsid w:val="00685A81"/>
    <w:rsid w:val="0068701A"/>
    <w:rsid w:val="00687D00"/>
    <w:rsid w:val="00695769"/>
    <w:rsid w:val="006A1801"/>
    <w:rsid w:val="006A1AC8"/>
    <w:rsid w:val="006A77CF"/>
    <w:rsid w:val="006A784B"/>
    <w:rsid w:val="006B4278"/>
    <w:rsid w:val="006B4C72"/>
    <w:rsid w:val="006B5EDD"/>
    <w:rsid w:val="006B6AFA"/>
    <w:rsid w:val="006C58C1"/>
    <w:rsid w:val="006C66F5"/>
    <w:rsid w:val="006D1ACD"/>
    <w:rsid w:val="006D332E"/>
    <w:rsid w:val="006E0696"/>
    <w:rsid w:val="006E081A"/>
    <w:rsid w:val="006E118D"/>
    <w:rsid w:val="006E324F"/>
    <w:rsid w:val="006E41CB"/>
    <w:rsid w:val="006E58DC"/>
    <w:rsid w:val="006E7C8B"/>
    <w:rsid w:val="006F09C0"/>
    <w:rsid w:val="006F235A"/>
    <w:rsid w:val="006F4AF2"/>
    <w:rsid w:val="006F74DD"/>
    <w:rsid w:val="00701285"/>
    <w:rsid w:val="007033DC"/>
    <w:rsid w:val="00705845"/>
    <w:rsid w:val="0070626D"/>
    <w:rsid w:val="00706371"/>
    <w:rsid w:val="00714CE9"/>
    <w:rsid w:val="00716FC4"/>
    <w:rsid w:val="00722D01"/>
    <w:rsid w:val="00724721"/>
    <w:rsid w:val="007251B8"/>
    <w:rsid w:val="007318C0"/>
    <w:rsid w:val="00732BAC"/>
    <w:rsid w:val="0073409C"/>
    <w:rsid w:val="0073577F"/>
    <w:rsid w:val="00736041"/>
    <w:rsid w:val="00736DEF"/>
    <w:rsid w:val="00740BF9"/>
    <w:rsid w:val="00741ABC"/>
    <w:rsid w:val="007514BE"/>
    <w:rsid w:val="00751DD3"/>
    <w:rsid w:val="007536D5"/>
    <w:rsid w:val="00753B1C"/>
    <w:rsid w:val="00755B96"/>
    <w:rsid w:val="007572B3"/>
    <w:rsid w:val="0076167D"/>
    <w:rsid w:val="0077064F"/>
    <w:rsid w:val="00772BFB"/>
    <w:rsid w:val="007765EB"/>
    <w:rsid w:val="00777CEA"/>
    <w:rsid w:val="00777EDC"/>
    <w:rsid w:val="00780686"/>
    <w:rsid w:val="00783DBA"/>
    <w:rsid w:val="00784333"/>
    <w:rsid w:val="00795377"/>
    <w:rsid w:val="007964AF"/>
    <w:rsid w:val="007967C2"/>
    <w:rsid w:val="00796906"/>
    <w:rsid w:val="007A0FC0"/>
    <w:rsid w:val="007A2E59"/>
    <w:rsid w:val="007A2FB6"/>
    <w:rsid w:val="007A3447"/>
    <w:rsid w:val="007A3910"/>
    <w:rsid w:val="007A3DD8"/>
    <w:rsid w:val="007A7528"/>
    <w:rsid w:val="007A7DE4"/>
    <w:rsid w:val="007B16D5"/>
    <w:rsid w:val="007B5DCF"/>
    <w:rsid w:val="007C3EA9"/>
    <w:rsid w:val="007C623B"/>
    <w:rsid w:val="007C765A"/>
    <w:rsid w:val="007D10FD"/>
    <w:rsid w:val="007D4639"/>
    <w:rsid w:val="007D797A"/>
    <w:rsid w:val="007D7F7C"/>
    <w:rsid w:val="007E03E3"/>
    <w:rsid w:val="007E0F08"/>
    <w:rsid w:val="007E1C85"/>
    <w:rsid w:val="007E37B5"/>
    <w:rsid w:val="007E74E7"/>
    <w:rsid w:val="007E7F51"/>
    <w:rsid w:val="007F0E55"/>
    <w:rsid w:val="007F10DA"/>
    <w:rsid w:val="007F1F6C"/>
    <w:rsid w:val="007F3995"/>
    <w:rsid w:val="007F48AA"/>
    <w:rsid w:val="007F5802"/>
    <w:rsid w:val="008002C0"/>
    <w:rsid w:val="0080423C"/>
    <w:rsid w:val="008046F8"/>
    <w:rsid w:val="0080684B"/>
    <w:rsid w:val="0081236A"/>
    <w:rsid w:val="008142BE"/>
    <w:rsid w:val="00815F65"/>
    <w:rsid w:val="008265AB"/>
    <w:rsid w:val="0083027E"/>
    <w:rsid w:val="00832463"/>
    <w:rsid w:val="0083475A"/>
    <w:rsid w:val="00835F4F"/>
    <w:rsid w:val="00837528"/>
    <w:rsid w:val="00840271"/>
    <w:rsid w:val="00841165"/>
    <w:rsid w:val="00841EFE"/>
    <w:rsid w:val="00850D98"/>
    <w:rsid w:val="0085139E"/>
    <w:rsid w:val="00851BC5"/>
    <w:rsid w:val="00852542"/>
    <w:rsid w:val="008537D7"/>
    <w:rsid w:val="008603F6"/>
    <w:rsid w:val="0086613C"/>
    <w:rsid w:val="008665CD"/>
    <w:rsid w:val="00881BC4"/>
    <w:rsid w:val="00885CEA"/>
    <w:rsid w:val="008867B4"/>
    <w:rsid w:val="00890BB9"/>
    <w:rsid w:val="00893717"/>
    <w:rsid w:val="008950F5"/>
    <w:rsid w:val="00897126"/>
    <w:rsid w:val="008A038F"/>
    <w:rsid w:val="008A3A64"/>
    <w:rsid w:val="008A6CD3"/>
    <w:rsid w:val="008A7399"/>
    <w:rsid w:val="008A7609"/>
    <w:rsid w:val="008B176B"/>
    <w:rsid w:val="008B3C18"/>
    <w:rsid w:val="008B4509"/>
    <w:rsid w:val="008B4D2D"/>
    <w:rsid w:val="008C1FA4"/>
    <w:rsid w:val="008C4016"/>
    <w:rsid w:val="008C5323"/>
    <w:rsid w:val="008C5559"/>
    <w:rsid w:val="008C7B1F"/>
    <w:rsid w:val="008D5649"/>
    <w:rsid w:val="008D67C7"/>
    <w:rsid w:val="008E3368"/>
    <w:rsid w:val="008E7B89"/>
    <w:rsid w:val="008F1D9C"/>
    <w:rsid w:val="008F2651"/>
    <w:rsid w:val="008F5465"/>
    <w:rsid w:val="008F7C3D"/>
    <w:rsid w:val="0090063B"/>
    <w:rsid w:val="00900BDA"/>
    <w:rsid w:val="00901994"/>
    <w:rsid w:val="009033BF"/>
    <w:rsid w:val="00903CE3"/>
    <w:rsid w:val="009040B4"/>
    <w:rsid w:val="00904969"/>
    <w:rsid w:val="00906C45"/>
    <w:rsid w:val="00921081"/>
    <w:rsid w:val="00922310"/>
    <w:rsid w:val="00922A1E"/>
    <w:rsid w:val="00923CC8"/>
    <w:rsid w:val="009251BF"/>
    <w:rsid w:val="00925399"/>
    <w:rsid w:val="00926750"/>
    <w:rsid w:val="00933F36"/>
    <w:rsid w:val="0093733E"/>
    <w:rsid w:val="00937CE0"/>
    <w:rsid w:val="0094097F"/>
    <w:rsid w:val="009427FB"/>
    <w:rsid w:val="00942BB0"/>
    <w:rsid w:val="0094390F"/>
    <w:rsid w:val="00954A98"/>
    <w:rsid w:val="00954FA6"/>
    <w:rsid w:val="00955300"/>
    <w:rsid w:val="00955FB6"/>
    <w:rsid w:val="00956C4D"/>
    <w:rsid w:val="009578CB"/>
    <w:rsid w:val="00957BB5"/>
    <w:rsid w:val="00961326"/>
    <w:rsid w:val="009669FE"/>
    <w:rsid w:val="009676AB"/>
    <w:rsid w:val="009705F6"/>
    <w:rsid w:val="0097506C"/>
    <w:rsid w:val="00975D6D"/>
    <w:rsid w:val="00983F89"/>
    <w:rsid w:val="00985465"/>
    <w:rsid w:val="009860EE"/>
    <w:rsid w:val="009874F6"/>
    <w:rsid w:val="00987844"/>
    <w:rsid w:val="00992E07"/>
    <w:rsid w:val="0099374F"/>
    <w:rsid w:val="00994B61"/>
    <w:rsid w:val="00997215"/>
    <w:rsid w:val="009A2079"/>
    <w:rsid w:val="009A2701"/>
    <w:rsid w:val="009A289E"/>
    <w:rsid w:val="009A6A3B"/>
    <w:rsid w:val="009B1041"/>
    <w:rsid w:val="009B28C1"/>
    <w:rsid w:val="009B2C36"/>
    <w:rsid w:val="009B3742"/>
    <w:rsid w:val="009B5C99"/>
    <w:rsid w:val="009C299D"/>
    <w:rsid w:val="009C2DFA"/>
    <w:rsid w:val="009C508E"/>
    <w:rsid w:val="009C6D0B"/>
    <w:rsid w:val="009D0518"/>
    <w:rsid w:val="009D2196"/>
    <w:rsid w:val="009D3A64"/>
    <w:rsid w:val="009D3BB8"/>
    <w:rsid w:val="009D3FBB"/>
    <w:rsid w:val="009E0FA0"/>
    <w:rsid w:val="009E10A0"/>
    <w:rsid w:val="009E2449"/>
    <w:rsid w:val="009E5709"/>
    <w:rsid w:val="009E5C71"/>
    <w:rsid w:val="009E68EE"/>
    <w:rsid w:val="009F30C4"/>
    <w:rsid w:val="009F50E8"/>
    <w:rsid w:val="009F6AC5"/>
    <w:rsid w:val="009F7DB8"/>
    <w:rsid w:val="00A00D50"/>
    <w:rsid w:val="00A04663"/>
    <w:rsid w:val="00A04F69"/>
    <w:rsid w:val="00A11EAE"/>
    <w:rsid w:val="00A1693A"/>
    <w:rsid w:val="00A16CFB"/>
    <w:rsid w:val="00A16E3A"/>
    <w:rsid w:val="00A16EF2"/>
    <w:rsid w:val="00A17BA6"/>
    <w:rsid w:val="00A17DEB"/>
    <w:rsid w:val="00A20994"/>
    <w:rsid w:val="00A336C3"/>
    <w:rsid w:val="00A3430E"/>
    <w:rsid w:val="00A41EDF"/>
    <w:rsid w:val="00A4360D"/>
    <w:rsid w:val="00A52B5F"/>
    <w:rsid w:val="00A5544D"/>
    <w:rsid w:val="00A6057A"/>
    <w:rsid w:val="00A617C2"/>
    <w:rsid w:val="00A62CA9"/>
    <w:rsid w:val="00A63FBC"/>
    <w:rsid w:val="00A6501E"/>
    <w:rsid w:val="00A654E7"/>
    <w:rsid w:val="00A70EDF"/>
    <w:rsid w:val="00A713A9"/>
    <w:rsid w:val="00A71965"/>
    <w:rsid w:val="00A71F47"/>
    <w:rsid w:val="00A7300C"/>
    <w:rsid w:val="00A73244"/>
    <w:rsid w:val="00A75FC2"/>
    <w:rsid w:val="00A763D4"/>
    <w:rsid w:val="00A7658E"/>
    <w:rsid w:val="00A816FC"/>
    <w:rsid w:val="00A82C17"/>
    <w:rsid w:val="00A85871"/>
    <w:rsid w:val="00A94740"/>
    <w:rsid w:val="00A975B9"/>
    <w:rsid w:val="00AA17F5"/>
    <w:rsid w:val="00AA18FE"/>
    <w:rsid w:val="00AA31E2"/>
    <w:rsid w:val="00AA39E6"/>
    <w:rsid w:val="00AB70D1"/>
    <w:rsid w:val="00AB785F"/>
    <w:rsid w:val="00AB7918"/>
    <w:rsid w:val="00AC0276"/>
    <w:rsid w:val="00AC331E"/>
    <w:rsid w:val="00AC33D9"/>
    <w:rsid w:val="00AC4CF4"/>
    <w:rsid w:val="00AC60F5"/>
    <w:rsid w:val="00AC6649"/>
    <w:rsid w:val="00AC6B1A"/>
    <w:rsid w:val="00AD12F0"/>
    <w:rsid w:val="00AD28C4"/>
    <w:rsid w:val="00AD45D2"/>
    <w:rsid w:val="00AD4BF3"/>
    <w:rsid w:val="00AD5005"/>
    <w:rsid w:val="00AD599F"/>
    <w:rsid w:val="00AE0D1E"/>
    <w:rsid w:val="00AF2573"/>
    <w:rsid w:val="00AF66F1"/>
    <w:rsid w:val="00B00E89"/>
    <w:rsid w:val="00B010C2"/>
    <w:rsid w:val="00B036A4"/>
    <w:rsid w:val="00B114FA"/>
    <w:rsid w:val="00B140D5"/>
    <w:rsid w:val="00B169A1"/>
    <w:rsid w:val="00B205E8"/>
    <w:rsid w:val="00B25689"/>
    <w:rsid w:val="00B2630F"/>
    <w:rsid w:val="00B3107C"/>
    <w:rsid w:val="00B33F47"/>
    <w:rsid w:val="00B37A6A"/>
    <w:rsid w:val="00B418F0"/>
    <w:rsid w:val="00B428B1"/>
    <w:rsid w:val="00B431B7"/>
    <w:rsid w:val="00B439D3"/>
    <w:rsid w:val="00B440C3"/>
    <w:rsid w:val="00B45A01"/>
    <w:rsid w:val="00B469D5"/>
    <w:rsid w:val="00B47BC6"/>
    <w:rsid w:val="00B54A40"/>
    <w:rsid w:val="00B5718F"/>
    <w:rsid w:val="00B60B4A"/>
    <w:rsid w:val="00B60F1B"/>
    <w:rsid w:val="00B646BE"/>
    <w:rsid w:val="00B67CA6"/>
    <w:rsid w:val="00B70DCD"/>
    <w:rsid w:val="00B72492"/>
    <w:rsid w:val="00B73594"/>
    <w:rsid w:val="00B757AD"/>
    <w:rsid w:val="00B771DE"/>
    <w:rsid w:val="00B77EC8"/>
    <w:rsid w:val="00B819ED"/>
    <w:rsid w:val="00B823AA"/>
    <w:rsid w:val="00B9065A"/>
    <w:rsid w:val="00B912F9"/>
    <w:rsid w:val="00B9290D"/>
    <w:rsid w:val="00B94512"/>
    <w:rsid w:val="00B948E8"/>
    <w:rsid w:val="00BA19F8"/>
    <w:rsid w:val="00BA35C3"/>
    <w:rsid w:val="00BA45DB"/>
    <w:rsid w:val="00BB37FA"/>
    <w:rsid w:val="00BB3A16"/>
    <w:rsid w:val="00BB63D4"/>
    <w:rsid w:val="00BB6EE1"/>
    <w:rsid w:val="00BC111C"/>
    <w:rsid w:val="00BC1357"/>
    <w:rsid w:val="00BC1683"/>
    <w:rsid w:val="00BC1FEE"/>
    <w:rsid w:val="00BC21FF"/>
    <w:rsid w:val="00BC3714"/>
    <w:rsid w:val="00BC5F9E"/>
    <w:rsid w:val="00BD3202"/>
    <w:rsid w:val="00BD6D6F"/>
    <w:rsid w:val="00BE20BB"/>
    <w:rsid w:val="00BE3989"/>
    <w:rsid w:val="00BE3E3B"/>
    <w:rsid w:val="00BE5B8A"/>
    <w:rsid w:val="00BE6837"/>
    <w:rsid w:val="00BF299C"/>
    <w:rsid w:val="00BF4184"/>
    <w:rsid w:val="00BF59A2"/>
    <w:rsid w:val="00BF7074"/>
    <w:rsid w:val="00BF7182"/>
    <w:rsid w:val="00C0601E"/>
    <w:rsid w:val="00C11AA5"/>
    <w:rsid w:val="00C12573"/>
    <w:rsid w:val="00C158D8"/>
    <w:rsid w:val="00C165A6"/>
    <w:rsid w:val="00C1666E"/>
    <w:rsid w:val="00C17405"/>
    <w:rsid w:val="00C2056A"/>
    <w:rsid w:val="00C23DFD"/>
    <w:rsid w:val="00C259CF"/>
    <w:rsid w:val="00C31D30"/>
    <w:rsid w:val="00C332E6"/>
    <w:rsid w:val="00C3413D"/>
    <w:rsid w:val="00C35523"/>
    <w:rsid w:val="00C42FBB"/>
    <w:rsid w:val="00C43000"/>
    <w:rsid w:val="00C460C6"/>
    <w:rsid w:val="00C47157"/>
    <w:rsid w:val="00C47D75"/>
    <w:rsid w:val="00C5122D"/>
    <w:rsid w:val="00C51CF9"/>
    <w:rsid w:val="00C51DE5"/>
    <w:rsid w:val="00C53540"/>
    <w:rsid w:val="00C53E19"/>
    <w:rsid w:val="00C55104"/>
    <w:rsid w:val="00C5606F"/>
    <w:rsid w:val="00C56D9B"/>
    <w:rsid w:val="00C578FF"/>
    <w:rsid w:val="00C60F66"/>
    <w:rsid w:val="00C61103"/>
    <w:rsid w:val="00C6542F"/>
    <w:rsid w:val="00C66307"/>
    <w:rsid w:val="00C66DDD"/>
    <w:rsid w:val="00C66F6D"/>
    <w:rsid w:val="00C7009B"/>
    <w:rsid w:val="00C700E8"/>
    <w:rsid w:val="00C71521"/>
    <w:rsid w:val="00C71677"/>
    <w:rsid w:val="00C732F2"/>
    <w:rsid w:val="00C73507"/>
    <w:rsid w:val="00C745FC"/>
    <w:rsid w:val="00C764E4"/>
    <w:rsid w:val="00C76C26"/>
    <w:rsid w:val="00C8176F"/>
    <w:rsid w:val="00C8462D"/>
    <w:rsid w:val="00C861AB"/>
    <w:rsid w:val="00C90EB2"/>
    <w:rsid w:val="00C90F33"/>
    <w:rsid w:val="00C933D0"/>
    <w:rsid w:val="00C950A7"/>
    <w:rsid w:val="00C97C72"/>
    <w:rsid w:val="00CA0420"/>
    <w:rsid w:val="00CA2784"/>
    <w:rsid w:val="00CA2EC1"/>
    <w:rsid w:val="00CA352C"/>
    <w:rsid w:val="00CA49A2"/>
    <w:rsid w:val="00CA6126"/>
    <w:rsid w:val="00CA620F"/>
    <w:rsid w:val="00CA7562"/>
    <w:rsid w:val="00CC2582"/>
    <w:rsid w:val="00CC4CAE"/>
    <w:rsid w:val="00CC6554"/>
    <w:rsid w:val="00CC6F42"/>
    <w:rsid w:val="00CD3F87"/>
    <w:rsid w:val="00CD5338"/>
    <w:rsid w:val="00CD6E39"/>
    <w:rsid w:val="00CE1F1F"/>
    <w:rsid w:val="00CE20FF"/>
    <w:rsid w:val="00CE3EA2"/>
    <w:rsid w:val="00CE4E0B"/>
    <w:rsid w:val="00CF0271"/>
    <w:rsid w:val="00CF22E9"/>
    <w:rsid w:val="00CF3B3D"/>
    <w:rsid w:val="00CF67FE"/>
    <w:rsid w:val="00CF6E91"/>
    <w:rsid w:val="00D01F62"/>
    <w:rsid w:val="00D0309C"/>
    <w:rsid w:val="00D0481C"/>
    <w:rsid w:val="00D12670"/>
    <w:rsid w:val="00D16A39"/>
    <w:rsid w:val="00D16A3C"/>
    <w:rsid w:val="00D207AE"/>
    <w:rsid w:val="00D22CD0"/>
    <w:rsid w:val="00D2442A"/>
    <w:rsid w:val="00D27376"/>
    <w:rsid w:val="00D27760"/>
    <w:rsid w:val="00D27797"/>
    <w:rsid w:val="00D27BEF"/>
    <w:rsid w:val="00D305C3"/>
    <w:rsid w:val="00D34009"/>
    <w:rsid w:val="00D34379"/>
    <w:rsid w:val="00D37B88"/>
    <w:rsid w:val="00D41C7A"/>
    <w:rsid w:val="00D46BD6"/>
    <w:rsid w:val="00D511AF"/>
    <w:rsid w:val="00D51EB6"/>
    <w:rsid w:val="00D524A5"/>
    <w:rsid w:val="00D53CDB"/>
    <w:rsid w:val="00D55EFE"/>
    <w:rsid w:val="00D572C0"/>
    <w:rsid w:val="00D6055F"/>
    <w:rsid w:val="00D61AE0"/>
    <w:rsid w:val="00D63105"/>
    <w:rsid w:val="00D63691"/>
    <w:rsid w:val="00D65010"/>
    <w:rsid w:val="00D661C9"/>
    <w:rsid w:val="00D67EBA"/>
    <w:rsid w:val="00D7125F"/>
    <w:rsid w:val="00D71839"/>
    <w:rsid w:val="00D773F0"/>
    <w:rsid w:val="00D82713"/>
    <w:rsid w:val="00D846BE"/>
    <w:rsid w:val="00D854F3"/>
    <w:rsid w:val="00D85B68"/>
    <w:rsid w:val="00D86D7F"/>
    <w:rsid w:val="00D8707D"/>
    <w:rsid w:val="00D918CF"/>
    <w:rsid w:val="00D92918"/>
    <w:rsid w:val="00D964B6"/>
    <w:rsid w:val="00D96758"/>
    <w:rsid w:val="00DA4A05"/>
    <w:rsid w:val="00DA54D9"/>
    <w:rsid w:val="00DA5789"/>
    <w:rsid w:val="00DB0CF3"/>
    <w:rsid w:val="00DB2DCF"/>
    <w:rsid w:val="00DB4E38"/>
    <w:rsid w:val="00DB5218"/>
    <w:rsid w:val="00DB66C9"/>
    <w:rsid w:val="00DC0161"/>
    <w:rsid w:val="00DC05C9"/>
    <w:rsid w:val="00DC2BD6"/>
    <w:rsid w:val="00DC4063"/>
    <w:rsid w:val="00DC4A49"/>
    <w:rsid w:val="00DC6702"/>
    <w:rsid w:val="00DD0A48"/>
    <w:rsid w:val="00DD4D07"/>
    <w:rsid w:val="00DD571A"/>
    <w:rsid w:val="00DE2AC8"/>
    <w:rsid w:val="00DE3320"/>
    <w:rsid w:val="00DE74EA"/>
    <w:rsid w:val="00DF0A1B"/>
    <w:rsid w:val="00DF0CC4"/>
    <w:rsid w:val="00DF32B3"/>
    <w:rsid w:val="00DF50BC"/>
    <w:rsid w:val="00DF6B53"/>
    <w:rsid w:val="00DF6EAA"/>
    <w:rsid w:val="00E0056E"/>
    <w:rsid w:val="00E02ADF"/>
    <w:rsid w:val="00E02C19"/>
    <w:rsid w:val="00E05871"/>
    <w:rsid w:val="00E0697F"/>
    <w:rsid w:val="00E07718"/>
    <w:rsid w:val="00E11D5E"/>
    <w:rsid w:val="00E132CF"/>
    <w:rsid w:val="00E142A3"/>
    <w:rsid w:val="00E14C11"/>
    <w:rsid w:val="00E1618A"/>
    <w:rsid w:val="00E21A3D"/>
    <w:rsid w:val="00E23D18"/>
    <w:rsid w:val="00E240B4"/>
    <w:rsid w:val="00E264F7"/>
    <w:rsid w:val="00E27FB7"/>
    <w:rsid w:val="00E30CAE"/>
    <w:rsid w:val="00E31FD1"/>
    <w:rsid w:val="00E335B0"/>
    <w:rsid w:val="00E37DFB"/>
    <w:rsid w:val="00E37E49"/>
    <w:rsid w:val="00E424FC"/>
    <w:rsid w:val="00E45D1C"/>
    <w:rsid w:val="00E47BEF"/>
    <w:rsid w:val="00E50292"/>
    <w:rsid w:val="00E5281E"/>
    <w:rsid w:val="00E53358"/>
    <w:rsid w:val="00E53B02"/>
    <w:rsid w:val="00E53D79"/>
    <w:rsid w:val="00E54449"/>
    <w:rsid w:val="00E560E5"/>
    <w:rsid w:val="00E6004D"/>
    <w:rsid w:val="00E6211E"/>
    <w:rsid w:val="00E63825"/>
    <w:rsid w:val="00E658F7"/>
    <w:rsid w:val="00E66E07"/>
    <w:rsid w:val="00E67579"/>
    <w:rsid w:val="00E706C8"/>
    <w:rsid w:val="00E70964"/>
    <w:rsid w:val="00E72136"/>
    <w:rsid w:val="00E7219D"/>
    <w:rsid w:val="00E80F9D"/>
    <w:rsid w:val="00E81978"/>
    <w:rsid w:val="00E912E9"/>
    <w:rsid w:val="00E93B81"/>
    <w:rsid w:val="00E9637F"/>
    <w:rsid w:val="00E97DD0"/>
    <w:rsid w:val="00EA1036"/>
    <w:rsid w:val="00EA21F9"/>
    <w:rsid w:val="00EA25C7"/>
    <w:rsid w:val="00EA2DC4"/>
    <w:rsid w:val="00EA523F"/>
    <w:rsid w:val="00EA7498"/>
    <w:rsid w:val="00EB2F73"/>
    <w:rsid w:val="00EB5236"/>
    <w:rsid w:val="00EC495C"/>
    <w:rsid w:val="00EC5867"/>
    <w:rsid w:val="00EC65E5"/>
    <w:rsid w:val="00EC6B18"/>
    <w:rsid w:val="00EC6C1E"/>
    <w:rsid w:val="00EC7787"/>
    <w:rsid w:val="00ED37D1"/>
    <w:rsid w:val="00ED41EB"/>
    <w:rsid w:val="00ED494D"/>
    <w:rsid w:val="00ED70CF"/>
    <w:rsid w:val="00EE04B9"/>
    <w:rsid w:val="00EE088D"/>
    <w:rsid w:val="00EE2C61"/>
    <w:rsid w:val="00EE4B89"/>
    <w:rsid w:val="00EE65F9"/>
    <w:rsid w:val="00EF095E"/>
    <w:rsid w:val="00EF10D9"/>
    <w:rsid w:val="00EF156F"/>
    <w:rsid w:val="00EF159D"/>
    <w:rsid w:val="00EF20BE"/>
    <w:rsid w:val="00EF327E"/>
    <w:rsid w:val="00EF6251"/>
    <w:rsid w:val="00EF748E"/>
    <w:rsid w:val="00F00453"/>
    <w:rsid w:val="00F022DD"/>
    <w:rsid w:val="00F038C4"/>
    <w:rsid w:val="00F04477"/>
    <w:rsid w:val="00F050F5"/>
    <w:rsid w:val="00F07348"/>
    <w:rsid w:val="00F12D20"/>
    <w:rsid w:val="00F209B9"/>
    <w:rsid w:val="00F2341D"/>
    <w:rsid w:val="00F23B2B"/>
    <w:rsid w:val="00F257FF"/>
    <w:rsid w:val="00F3060F"/>
    <w:rsid w:val="00F307D3"/>
    <w:rsid w:val="00F3169A"/>
    <w:rsid w:val="00F356B2"/>
    <w:rsid w:val="00F35BA1"/>
    <w:rsid w:val="00F35EEE"/>
    <w:rsid w:val="00F379B7"/>
    <w:rsid w:val="00F437A8"/>
    <w:rsid w:val="00F525FA"/>
    <w:rsid w:val="00F53D8C"/>
    <w:rsid w:val="00F5690E"/>
    <w:rsid w:val="00F57512"/>
    <w:rsid w:val="00F60018"/>
    <w:rsid w:val="00F60567"/>
    <w:rsid w:val="00F61DB6"/>
    <w:rsid w:val="00F678C2"/>
    <w:rsid w:val="00F67DBB"/>
    <w:rsid w:val="00F7115D"/>
    <w:rsid w:val="00F732A9"/>
    <w:rsid w:val="00F77520"/>
    <w:rsid w:val="00F8009A"/>
    <w:rsid w:val="00F85690"/>
    <w:rsid w:val="00F90A49"/>
    <w:rsid w:val="00F916C7"/>
    <w:rsid w:val="00F92496"/>
    <w:rsid w:val="00F93D32"/>
    <w:rsid w:val="00F970D9"/>
    <w:rsid w:val="00FA11A9"/>
    <w:rsid w:val="00FA56CE"/>
    <w:rsid w:val="00FB162B"/>
    <w:rsid w:val="00FB7CBE"/>
    <w:rsid w:val="00FC00C3"/>
    <w:rsid w:val="00FC16C9"/>
    <w:rsid w:val="00FC42D9"/>
    <w:rsid w:val="00FC6EE1"/>
    <w:rsid w:val="00FC71AB"/>
    <w:rsid w:val="00FD4331"/>
    <w:rsid w:val="00FD5967"/>
    <w:rsid w:val="00FD649F"/>
    <w:rsid w:val="00FD7891"/>
    <w:rsid w:val="00FE090C"/>
    <w:rsid w:val="00FE0AE2"/>
    <w:rsid w:val="00FE13AD"/>
    <w:rsid w:val="00FE3EFE"/>
    <w:rsid w:val="00FE55C6"/>
    <w:rsid w:val="00FF0346"/>
    <w:rsid w:val="00FF2002"/>
    <w:rsid w:val="00FF27B7"/>
    <w:rsid w:val="00FF41AD"/>
    <w:rsid w:val="00FF41D1"/>
    <w:rsid w:val="00FF49AC"/>
    <w:rsid w:val="00FF5543"/>
    <w:rsid w:val="00FF66EA"/>
    <w:rsid w:val="00FF6D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54BF"/>
  <w15:docId w15:val="{BD84EDDE-402E-4FFC-908A-8C50295A7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F41"/>
    <w:rPr>
      <w:kern w:val="24"/>
    </w:rPr>
  </w:style>
  <w:style w:type="paragraph" w:styleId="Heading1">
    <w:name w:val="heading 1"/>
    <w:basedOn w:val="Normal"/>
    <w:next w:val="Normal"/>
    <w:link w:val="Heading1Char"/>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rsid w:val="008C7B1F"/>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8C7B1F"/>
    <w:pPr>
      <w:spacing w:line="240" w:lineRule="auto"/>
      <w:ind w:firstLine="0"/>
    </w:pPr>
  </w:style>
  <w:style w:type="character" w:customStyle="1" w:styleId="HeaderChar">
    <w:name w:val="Header Char"/>
    <w:basedOn w:val="DefaultParagraphFont"/>
    <w:link w:val="Header"/>
    <w:uiPriority w:val="99"/>
    <w:rsid w:val="008C7B1F"/>
    <w:rPr>
      <w:kern w:val="24"/>
    </w:rPr>
  </w:style>
  <w:style w:type="character" w:styleId="Strong">
    <w:name w:val="Strong"/>
    <w:basedOn w:val="DefaultParagraphFont"/>
    <w:uiPriority w:val="22"/>
    <w:unhideWhenUsed/>
    <w:qFormat/>
    <w:rsid w:val="008C7B1F"/>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rsid w:val="008C7B1F"/>
    <w:pPr>
      <w:ind w:firstLine="0"/>
    </w:pPr>
  </w:style>
  <w:style w:type="character" w:customStyle="1" w:styleId="Heading1Char">
    <w:name w:val="Heading 1 Char"/>
    <w:basedOn w:val="DefaultParagraphFont"/>
    <w:link w:val="Heading1"/>
    <w:uiPriority w:val="9"/>
    <w:rsid w:val="008C7B1F"/>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sid w:val="008C7B1F"/>
    <w:rPr>
      <w:rFonts w:asciiTheme="majorHAnsi" w:eastAsiaTheme="majorEastAsia" w:hAnsiTheme="majorHAnsi" w:cstheme="majorBidi"/>
      <w:b/>
      <w:bCs/>
      <w:kern w:val="24"/>
    </w:rPr>
  </w:style>
  <w:style w:type="paragraph" w:styleId="Title">
    <w:name w:val="Title"/>
    <w:basedOn w:val="Normal"/>
    <w:link w:val="TitleChar"/>
    <w:qFormat/>
    <w:rsid w:val="008C7B1F"/>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20"/>
    <w:unhideWhenUsed/>
    <w:qFormat/>
    <w:rsid w:val="008C7B1F"/>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rsid w:val="008C7B1F"/>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rsid w:val="008C7B1F"/>
    <w:pPr>
      <w:spacing w:after="120"/>
      <w:ind w:firstLine="0"/>
    </w:pPr>
  </w:style>
  <w:style w:type="character" w:customStyle="1" w:styleId="BodyTextChar">
    <w:name w:val="Body Text Char"/>
    <w:basedOn w:val="DefaultParagraphFont"/>
    <w:link w:val="BodyText"/>
    <w:uiPriority w:val="99"/>
    <w:semiHidden/>
    <w:rsid w:val="008C7B1F"/>
    <w:rPr>
      <w:kern w:val="24"/>
    </w:rPr>
  </w:style>
  <w:style w:type="paragraph" w:styleId="BodyText2">
    <w:name w:val="Body Text 2"/>
    <w:basedOn w:val="Normal"/>
    <w:link w:val="BodyText2Char"/>
    <w:uiPriority w:val="99"/>
    <w:semiHidden/>
    <w:unhideWhenUsed/>
    <w:rsid w:val="008C7B1F"/>
    <w:pPr>
      <w:spacing w:after="120"/>
      <w:ind w:firstLine="0"/>
    </w:pPr>
  </w:style>
  <w:style w:type="character" w:customStyle="1" w:styleId="BodyText2Char">
    <w:name w:val="Body Text 2 Char"/>
    <w:basedOn w:val="DefaultParagraphFont"/>
    <w:link w:val="BodyText2"/>
    <w:uiPriority w:val="99"/>
    <w:semiHidden/>
    <w:rsid w:val="008C7B1F"/>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rsid w:val="008C7B1F"/>
    <w:pPr>
      <w:spacing w:after="0"/>
    </w:pPr>
  </w:style>
  <w:style w:type="character" w:customStyle="1" w:styleId="BodyTextFirstIndentChar">
    <w:name w:val="Body Text First Indent Char"/>
    <w:basedOn w:val="BodyTextChar"/>
    <w:link w:val="BodyTextFirstIndent"/>
    <w:uiPriority w:val="99"/>
    <w:semiHidden/>
    <w:rsid w:val="008C7B1F"/>
    <w:rPr>
      <w:kern w:val="24"/>
    </w:rPr>
  </w:style>
  <w:style w:type="paragraph" w:styleId="BodyTextIndent">
    <w:name w:val="Body Text Indent"/>
    <w:basedOn w:val="Normal"/>
    <w:link w:val="BodyTextIndentChar"/>
    <w:uiPriority w:val="99"/>
    <w:semiHidden/>
    <w:unhideWhenUsed/>
    <w:rsid w:val="008C7B1F"/>
    <w:pPr>
      <w:spacing w:after="120"/>
      <w:ind w:left="360" w:firstLine="0"/>
    </w:pPr>
  </w:style>
  <w:style w:type="character" w:customStyle="1" w:styleId="BodyTextIndentChar">
    <w:name w:val="Body Text Indent Char"/>
    <w:basedOn w:val="DefaultParagraphFont"/>
    <w:link w:val="BodyTextIndent"/>
    <w:uiPriority w:val="99"/>
    <w:semiHidden/>
    <w:rsid w:val="008C7B1F"/>
    <w:rPr>
      <w:kern w:val="24"/>
    </w:rPr>
  </w:style>
  <w:style w:type="paragraph" w:styleId="BodyTextFirstIndent2">
    <w:name w:val="Body Text First Indent 2"/>
    <w:basedOn w:val="BodyTextIndent"/>
    <w:link w:val="BodyTextFirstIndent2Char"/>
    <w:uiPriority w:val="99"/>
    <w:semiHidden/>
    <w:unhideWhenUsed/>
    <w:rsid w:val="008C7B1F"/>
    <w:pPr>
      <w:spacing w:after="0"/>
    </w:pPr>
  </w:style>
  <w:style w:type="character" w:customStyle="1" w:styleId="BodyTextFirstIndent2Char">
    <w:name w:val="Body Text First Indent 2 Char"/>
    <w:basedOn w:val="BodyTextIndentChar"/>
    <w:link w:val="BodyTextFirstIndent2"/>
    <w:uiPriority w:val="99"/>
    <w:semiHidden/>
    <w:rsid w:val="008C7B1F"/>
    <w:rPr>
      <w:kern w:val="24"/>
    </w:rPr>
  </w:style>
  <w:style w:type="paragraph" w:styleId="BodyTextIndent2">
    <w:name w:val="Body Text Indent 2"/>
    <w:basedOn w:val="Normal"/>
    <w:link w:val="BodyTextIndent2Char"/>
    <w:uiPriority w:val="99"/>
    <w:semiHidden/>
    <w:unhideWhenUsed/>
    <w:rsid w:val="008C7B1F"/>
    <w:pPr>
      <w:spacing w:after="120"/>
      <w:ind w:left="360" w:firstLine="0"/>
    </w:pPr>
  </w:style>
  <w:style w:type="character" w:customStyle="1" w:styleId="BodyTextIndent2Char">
    <w:name w:val="Body Text Indent 2 Char"/>
    <w:basedOn w:val="DefaultParagraphFont"/>
    <w:link w:val="BodyTextIndent2"/>
    <w:uiPriority w:val="99"/>
    <w:semiHidden/>
    <w:rsid w:val="008C7B1F"/>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rsid w:val="008C7B1F"/>
    <w:pPr>
      <w:spacing w:line="240" w:lineRule="auto"/>
      <w:ind w:left="4320" w:firstLine="0"/>
    </w:pPr>
  </w:style>
  <w:style w:type="character" w:customStyle="1" w:styleId="ClosingChar">
    <w:name w:val="Closing Char"/>
    <w:basedOn w:val="DefaultParagraphFont"/>
    <w:link w:val="Closing"/>
    <w:uiPriority w:val="99"/>
    <w:semiHidden/>
    <w:rsid w:val="008C7B1F"/>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sid w:val="008C7B1F"/>
    <w:rPr>
      <w:b/>
      <w:bCs/>
    </w:rPr>
  </w:style>
  <w:style w:type="character" w:customStyle="1" w:styleId="CommentSubjectChar">
    <w:name w:val="Comment Subject Char"/>
    <w:basedOn w:val="CommentTextChar"/>
    <w:link w:val="CommentSubject"/>
    <w:uiPriority w:val="99"/>
    <w:semiHidden/>
    <w:rsid w:val="008C7B1F"/>
    <w:rPr>
      <w:b/>
      <w:bCs/>
      <w:kern w:val="24"/>
      <w:sz w:val="20"/>
      <w:szCs w:val="20"/>
    </w:rPr>
  </w:style>
  <w:style w:type="paragraph" w:styleId="Date">
    <w:name w:val="Date"/>
    <w:basedOn w:val="Normal"/>
    <w:next w:val="Normal"/>
    <w:link w:val="DateChar"/>
    <w:uiPriority w:val="99"/>
    <w:semiHidden/>
    <w:unhideWhenUsed/>
    <w:rsid w:val="008C7B1F"/>
    <w:pPr>
      <w:ind w:firstLine="0"/>
    </w:pPr>
  </w:style>
  <w:style w:type="character" w:customStyle="1" w:styleId="DateChar">
    <w:name w:val="Date Char"/>
    <w:basedOn w:val="DefaultParagraphFont"/>
    <w:link w:val="Date"/>
    <w:uiPriority w:val="99"/>
    <w:semiHidden/>
    <w:rsid w:val="008C7B1F"/>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rsid w:val="008C7B1F"/>
    <w:pPr>
      <w:spacing w:line="240" w:lineRule="auto"/>
      <w:ind w:firstLine="0"/>
    </w:pPr>
  </w:style>
  <w:style w:type="character" w:customStyle="1" w:styleId="E-mailSignatureChar">
    <w:name w:val="E-mail Signature Char"/>
    <w:basedOn w:val="DefaultParagraphFont"/>
    <w:link w:val="E-mailSignature"/>
    <w:uiPriority w:val="99"/>
    <w:semiHidden/>
    <w:rsid w:val="008C7B1F"/>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rsid w:val="008C7B1F"/>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rsid w:val="008C7B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C7B1F"/>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sid w:val="008C7B1F"/>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8C7B1F"/>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rsid w:val="008C7B1F"/>
    <w:pPr>
      <w:spacing w:line="240" w:lineRule="auto"/>
      <w:ind w:firstLine="0"/>
    </w:pPr>
    <w:rPr>
      <w:i/>
      <w:iCs/>
    </w:rPr>
  </w:style>
  <w:style w:type="character" w:customStyle="1" w:styleId="HTMLAddressChar">
    <w:name w:val="HTML Address Char"/>
    <w:basedOn w:val="DefaultParagraphFont"/>
    <w:link w:val="HTMLAddress"/>
    <w:uiPriority w:val="99"/>
    <w:semiHidden/>
    <w:rsid w:val="008C7B1F"/>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rsid w:val="008C7B1F"/>
    <w:pPr>
      <w:spacing w:line="240" w:lineRule="auto"/>
      <w:ind w:left="240" w:firstLine="0"/>
    </w:pPr>
  </w:style>
  <w:style w:type="paragraph" w:styleId="Index2">
    <w:name w:val="index 2"/>
    <w:basedOn w:val="Normal"/>
    <w:next w:val="Normal"/>
    <w:autoRedefine/>
    <w:uiPriority w:val="99"/>
    <w:semiHidden/>
    <w:unhideWhenUsed/>
    <w:rsid w:val="008C7B1F"/>
    <w:pPr>
      <w:spacing w:line="240" w:lineRule="auto"/>
      <w:ind w:left="480" w:firstLine="0"/>
    </w:pPr>
  </w:style>
  <w:style w:type="paragraph" w:styleId="Index3">
    <w:name w:val="index 3"/>
    <w:basedOn w:val="Normal"/>
    <w:next w:val="Normal"/>
    <w:autoRedefine/>
    <w:uiPriority w:val="99"/>
    <w:semiHidden/>
    <w:unhideWhenUsed/>
    <w:rsid w:val="008C7B1F"/>
    <w:pPr>
      <w:spacing w:line="240" w:lineRule="auto"/>
      <w:ind w:left="720" w:firstLine="0"/>
    </w:pPr>
  </w:style>
  <w:style w:type="paragraph" w:styleId="Index4">
    <w:name w:val="index 4"/>
    <w:basedOn w:val="Normal"/>
    <w:next w:val="Normal"/>
    <w:autoRedefine/>
    <w:uiPriority w:val="99"/>
    <w:semiHidden/>
    <w:unhideWhenUsed/>
    <w:rsid w:val="008C7B1F"/>
    <w:pPr>
      <w:spacing w:line="240" w:lineRule="auto"/>
      <w:ind w:left="960" w:firstLine="0"/>
    </w:pPr>
  </w:style>
  <w:style w:type="paragraph" w:styleId="Index5">
    <w:name w:val="index 5"/>
    <w:basedOn w:val="Normal"/>
    <w:next w:val="Normal"/>
    <w:autoRedefine/>
    <w:uiPriority w:val="99"/>
    <w:semiHidden/>
    <w:unhideWhenUsed/>
    <w:rsid w:val="008C7B1F"/>
    <w:pPr>
      <w:spacing w:line="240" w:lineRule="auto"/>
      <w:ind w:left="1200" w:firstLine="0"/>
    </w:pPr>
  </w:style>
  <w:style w:type="paragraph" w:styleId="Index6">
    <w:name w:val="index 6"/>
    <w:basedOn w:val="Normal"/>
    <w:next w:val="Normal"/>
    <w:autoRedefine/>
    <w:uiPriority w:val="99"/>
    <w:semiHidden/>
    <w:unhideWhenUsed/>
    <w:rsid w:val="008C7B1F"/>
    <w:pPr>
      <w:spacing w:line="240" w:lineRule="auto"/>
      <w:ind w:left="1440" w:firstLine="0"/>
    </w:pPr>
  </w:style>
  <w:style w:type="paragraph" w:styleId="Index7">
    <w:name w:val="index 7"/>
    <w:basedOn w:val="Normal"/>
    <w:next w:val="Normal"/>
    <w:autoRedefine/>
    <w:uiPriority w:val="99"/>
    <w:semiHidden/>
    <w:unhideWhenUsed/>
    <w:rsid w:val="008C7B1F"/>
    <w:pPr>
      <w:spacing w:line="240" w:lineRule="auto"/>
      <w:ind w:left="1680" w:firstLine="0"/>
    </w:pPr>
  </w:style>
  <w:style w:type="paragraph" w:styleId="Index8">
    <w:name w:val="index 8"/>
    <w:basedOn w:val="Normal"/>
    <w:next w:val="Normal"/>
    <w:autoRedefine/>
    <w:uiPriority w:val="99"/>
    <w:semiHidden/>
    <w:unhideWhenUsed/>
    <w:rsid w:val="008C7B1F"/>
    <w:pPr>
      <w:spacing w:line="240" w:lineRule="auto"/>
      <w:ind w:left="1920" w:firstLine="0"/>
    </w:pPr>
  </w:style>
  <w:style w:type="paragraph" w:styleId="Index9">
    <w:name w:val="index 9"/>
    <w:basedOn w:val="Normal"/>
    <w:next w:val="Normal"/>
    <w:autoRedefine/>
    <w:uiPriority w:val="99"/>
    <w:semiHidden/>
    <w:unhideWhenUsed/>
    <w:rsid w:val="008C7B1F"/>
    <w:pPr>
      <w:spacing w:line="240" w:lineRule="auto"/>
      <w:ind w:left="2160" w:firstLine="0"/>
    </w:pPr>
  </w:style>
  <w:style w:type="paragraph" w:styleId="IndexHeading">
    <w:name w:val="index heading"/>
    <w:basedOn w:val="Normal"/>
    <w:next w:val="Index1"/>
    <w:uiPriority w:val="99"/>
    <w:semiHidden/>
    <w:unhideWhenUsed/>
    <w:rsid w:val="008C7B1F"/>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rsid w:val="008C7B1F"/>
    <w:pPr>
      <w:ind w:left="360" w:firstLine="0"/>
      <w:contextualSpacing/>
    </w:pPr>
  </w:style>
  <w:style w:type="paragraph" w:styleId="List2">
    <w:name w:val="List 2"/>
    <w:basedOn w:val="Normal"/>
    <w:uiPriority w:val="99"/>
    <w:semiHidden/>
    <w:unhideWhenUsed/>
    <w:rsid w:val="008C7B1F"/>
    <w:pPr>
      <w:ind w:left="720" w:firstLine="0"/>
      <w:contextualSpacing/>
    </w:pPr>
  </w:style>
  <w:style w:type="paragraph" w:styleId="List3">
    <w:name w:val="List 3"/>
    <w:basedOn w:val="Normal"/>
    <w:uiPriority w:val="99"/>
    <w:semiHidden/>
    <w:unhideWhenUsed/>
    <w:rsid w:val="008C7B1F"/>
    <w:pPr>
      <w:ind w:left="1080" w:firstLine="0"/>
      <w:contextualSpacing/>
    </w:pPr>
  </w:style>
  <w:style w:type="paragraph" w:styleId="List4">
    <w:name w:val="List 4"/>
    <w:basedOn w:val="Normal"/>
    <w:uiPriority w:val="99"/>
    <w:semiHidden/>
    <w:unhideWhenUsed/>
    <w:rsid w:val="008C7B1F"/>
    <w:pPr>
      <w:ind w:left="1440" w:firstLine="0"/>
      <w:contextualSpacing/>
    </w:pPr>
  </w:style>
  <w:style w:type="paragraph" w:styleId="List5">
    <w:name w:val="List 5"/>
    <w:basedOn w:val="Normal"/>
    <w:uiPriority w:val="99"/>
    <w:semiHidden/>
    <w:unhideWhenUsed/>
    <w:rsid w:val="008C7B1F"/>
    <w:pPr>
      <w:ind w:left="1800" w:firstLine="0"/>
      <w:contextualSpacing/>
    </w:pPr>
  </w:style>
  <w:style w:type="paragraph" w:styleId="ListBullet">
    <w:name w:val="List Bullet"/>
    <w:basedOn w:val="Normal"/>
    <w:uiPriority w:val="9"/>
    <w:unhideWhenUsed/>
    <w:qFormat/>
    <w:rsid w:val="008C7B1F"/>
    <w:pPr>
      <w:numPr>
        <w:numId w:val="1"/>
      </w:numPr>
      <w:contextualSpacing/>
    </w:pPr>
  </w:style>
  <w:style w:type="paragraph" w:styleId="ListBullet2">
    <w:name w:val="List Bullet 2"/>
    <w:basedOn w:val="Normal"/>
    <w:uiPriority w:val="99"/>
    <w:semiHidden/>
    <w:unhideWhenUsed/>
    <w:rsid w:val="008C7B1F"/>
    <w:pPr>
      <w:numPr>
        <w:numId w:val="2"/>
      </w:numPr>
      <w:ind w:firstLine="0"/>
      <w:contextualSpacing/>
    </w:pPr>
  </w:style>
  <w:style w:type="paragraph" w:styleId="ListBullet3">
    <w:name w:val="List Bullet 3"/>
    <w:basedOn w:val="Normal"/>
    <w:uiPriority w:val="99"/>
    <w:semiHidden/>
    <w:unhideWhenUsed/>
    <w:rsid w:val="008C7B1F"/>
    <w:pPr>
      <w:numPr>
        <w:numId w:val="3"/>
      </w:numPr>
      <w:ind w:firstLine="0"/>
      <w:contextualSpacing/>
    </w:pPr>
  </w:style>
  <w:style w:type="paragraph" w:styleId="ListBullet4">
    <w:name w:val="List Bullet 4"/>
    <w:basedOn w:val="Normal"/>
    <w:uiPriority w:val="99"/>
    <w:semiHidden/>
    <w:unhideWhenUsed/>
    <w:rsid w:val="008C7B1F"/>
    <w:pPr>
      <w:numPr>
        <w:numId w:val="4"/>
      </w:numPr>
      <w:ind w:firstLine="0"/>
      <w:contextualSpacing/>
    </w:pPr>
  </w:style>
  <w:style w:type="paragraph" w:styleId="ListBullet5">
    <w:name w:val="List Bullet 5"/>
    <w:basedOn w:val="Normal"/>
    <w:uiPriority w:val="99"/>
    <w:semiHidden/>
    <w:unhideWhenUsed/>
    <w:rsid w:val="008C7B1F"/>
    <w:pPr>
      <w:numPr>
        <w:numId w:val="5"/>
      </w:numPr>
      <w:ind w:firstLine="0"/>
      <w:contextualSpacing/>
    </w:pPr>
  </w:style>
  <w:style w:type="paragraph" w:styleId="ListContinue">
    <w:name w:val="List Continue"/>
    <w:basedOn w:val="Normal"/>
    <w:uiPriority w:val="99"/>
    <w:semiHidden/>
    <w:unhideWhenUsed/>
    <w:rsid w:val="008C7B1F"/>
    <w:pPr>
      <w:spacing w:after="120"/>
      <w:ind w:left="360" w:firstLine="0"/>
      <w:contextualSpacing/>
    </w:pPr>
  </w:style>
  <w:style w:type="paragraph" w:styleId="ListContinue2">
    <w:name w:val="List Continue 2"/>
    <w:basedOn w:val="Normal"/>
    <w:uiPriority w:val="99"/>
    <w:semiHidden/>
    <w:unhideWhenUsed/>
    <w:rsid w:val="008C7B1F"/>
    <w:pPr>
      <w:spacing w:after="120"/>
      <w:ind w:left="720" w:firstLine="0"/>
      <w:contextualSpacing/>
    </w:pPr>
  </w:style>
  <w:style w:type="paragraph" w:styleId="ListContinue3">
    <w:name w:val="List Continue 3"/>
    <w:basedOn w:val="Normal"/>
    <w:uiPriority w:val="99"/>
    <w:semiHidden/>
    <w:unhideWhenUsed/>
    <w:rsid w:val="008C7B1F"/>
    <w:pPr>
      <w:spacing w:after="120"/>
      <w:ind w:left="1080" w:firstLine="0"/>
      <w:contextualSpacing/>
    </w:pPr>
  </w:style>
  <w:style w:type="paragraph" w:styleId="ListContinue4">
    <w:name w:val="List Continue 4"/>
    <w:basedOn w:val="Normal"/>
    <w:uiPriority w:val="99"/>
    <w:semiHidden/>
    <w:unhideWhenUsed/>
    <w:rsid w:val="008C7B1F"/>
    <w:pPr>
      <w:spacing w:after="120"/>
      <w:ind w:left="1440" w:firstLine="0"/>
      <w:contextualSpacing/>
    </w:pPr>
  </w:style>
  <w:style w:type="paragraph" w:styleId="ListContinue5">
    <w:name w:val="List Continue 5"/>
    <w:basedOn w:val="Normal"/>
    <w:uiPriority w:val="99"/>
    <w:semiHidden/>
    <w:unhideWhenUsed/>
    <w:rsid w:val="008C7B1F"/>
    <w:pPr>
      <w:spacing w:after="120"/>
      <w:ind w:left="1800" w:firstLine="0"/>
      <w:contextualSpacing/>
    </w:pPr>
  </w:style>
  <w:style w:type="paragraph" w:styleId="ListNumber">
    <w:name w:val="List Number"/>
    <w:basedOn w:val="Normal"/>
    <w:uiPriority w:val="9"/>
    <w:unhideWhenUsed/>
    <w:qFormat/>
    <w:rsid w:val="008C7B1F"/>
    <w:pPr>
      <w:numPr>
        <w:numId w:val="6"/>
      </w:numPr>
      <w:contextualSpacing/>
    </w:pPr>
  </w:style>
  <w:style w:type="paragraph" w:styleId="ListNumber2">
    <w:name w:val="List Number 2"/>
    <w:basedOn w:val="Normal"/>
    <w:uiPriority w:val="99"/>
    <w:semiHidden/>
    <w:unhideWhenUsed/>
    <w:rsid w:val="008C7B1F"/>
    <w:pPr>
      <w:numPr>
        <w:numId w:val="7"/>
      </w:numPr>
      <w:ind w:firstLine="0"/>
      <w:contextualSpacing/>
    </w:pPr>
  </w:style>
  <w:style w:type="paragraph" w:styleId="ListNumber3">
    <w:name w:val="List Number 3"/>
    <w:basedOn w:val="Normal"/>
    <w:uiPriority w:val="99"/>
    <w:semiHidden/>
    <w:unhideWhenUsed/>
    <w:rsid w:val="008C7B1F"/>
    <w:pPr>
      <w:numPr>
        <w:numId w:val="8"/>
      </w:numPr>
      <w:ind w:firstLine="0"/>
      <w:contextualSpacing/>
    </w:pPr>
  </w:style>
  <w:style w:type="paragraph" w:styleId="ListNumber4">
    <w:name w:val="List Number 4"/>
    <w:basedOn w:val="Normal"/>
    <w:uiPriority w:val="99"/>
    <w:semiHidden/>
    <w:unhideWhenUsed/>
    <w:rsid w:val="008C7B1F"/>
    <w:pPr>
      <w:numPr>
        <w:numId w:val="9"/>
      </w:numPr>
      <w:ind w:firstLine="0"/>
      <w:contextualSpacing/>
    </w:pPr>
  </w:style>
  <w:style w:type="paragraph" w:styleId="ListNumber5">
    <w:name w:val="List Number 5"/>
    <w:basedOn w:val="Normal"/>
    <w:uiPriority w:val="99"/>
    <w:semiHidden/>
    <w:unhideWhenUsed/>
    <w:rsid w:val="008C7B1F"/>
    <w:pPr>
      <w:numPr>
        <w:numId w:val="10"/>
      </w:numPr>
      <w:ind w:firstLine="0"/>
      <w:contextualSpacing/>
    </w:pPr>
  </w:style>
  <w:style w:type="paragraph" w:styleId="ListParagraph">
    <w:name w:val="List Paragraph"/>
    <w:basedOn w:val="Normal"/>
    <w:uiPriority w:val="34"/>
    <w:unhideWhenUsed/>
    <w:qFormat/>
    <w:rsid w:val="008C7B1F"/>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rsid w:val="008C7B1F"/>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C7B1F"/>
    <w:rPr>
      <w:rFonts w:asciiTheme="majorHAnsi" w:eastAsiaTheme="majorEastAsia" w:hAnsiTheme="majorHAnsi" w:cstheme="majorBidi"/>
      <w:kern w:val="24"/>
      <w:shd w:val="pct20" w:color="auto" w:fill="auto"/>
    </w:rPr>
  </w:style>
  <w:style w:type="paragraph" w:styleId="NormalWeb">
    <w:name w:val="Normal (Web)"/>
    <w:basedOn w:val="Normal"/>
    <w:uiPriority w:val="99"/>
    <w:unhideWhenUsed/>
    <w:rsid w:val="008C7B1F"/>
    <w:pPr>
      <w:ind w:firstLine="0"/>
    </w:pPr>
    <w:rPr>
      <w:rFonts w:ascii="Times New Roman" w:hAnsi="Times New Roman" w:cs="Times New Roman"/>
    </w:rPr>
  </w:style>
  <w:style w:type="paragraph" w:styleId="NormalIndent">
    <w:name w:val="Normal Indent"/>
    <w:basedOn w:val="Normal"/>
    <w:uiPriority w:val="99"/>
    <w:semiHidden/>
    <w:unhideWhenUsed/>
    <w:rsid w:val="008C7B1F"/>
    <w:pPr>
      <w:ind w:left="720" w:firstLine="0"/>
    </w:pPr>
  </w:style>
  <w:style w:type="paragraph" w:styleId="NoteHeading">
    <w:name w:val="Note Heading"/>
    <w:basedOn w:val="Normal"/>
    <w:next w:val="Normal"/>
    <w:link w:val="NoteHeadingChar"/>
    <w:uiPriority w:val="99"/>
    <w:semiHidden/>
    <w:unhideWhenUsed/>
    <w:rsid w:val="008C7B1F"/>
    <w:pPr>
      <w:spacing w:line="240" w:lineRule="auto"/>
      <w:ind w:firstLine="0"/>
    </w:pPr>
  </w:style>
  <w:style w:type="character" w:customStyle="1" w:styleId="NoteHeadingChar">
    <w:name w:val="Note Heading Char"/>
    <w:basedOn w:val="DefaultParagraphFont"/>
    <w:link w:val="NoteHeading"/>
    <w:uiPriority w:val="99"/>
    <w:semiHidden/>
    <w:rsid w:val="008C7B1F"/>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rsid w:val="008C7B1F"/>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sid w:val="008C7B1F"/>
    <w:rPr>
      <w:i/>
      <w:iCs/>
      <w:color w:val="404040" w:themeColor="text1" w:themeTint="BF"/>
      <w:kern w:val="24"/>
    </w:rPr>
  </w:style>
  <w:style w:type="paragraph" w:styleId="Salutation">
    <w:name w:val="Salutation"/>
    <w:basedOn w:val="Normal"/>
    <w:next w:val="Normal"/>
    <w:link w:val="SalutationChar"/>
    <w:uiPriority w:val="99"/>
    <w:semiHidden/>
    <w:unhideWhenUsed/>
    <w:rsid w:val="008C7B1F"/>
    <w:pPr>
      <w:ind w:firstLine="0"/>
    </w:pPr>
  </w:style>
  <w:style w:type="character" w:customStyle="1" w:styleId="SalutationChar">
    <w:name w:val="Salutation Char"/>
    <w:basedOn w:val="DefaultParagraphFont"/>
    <w:link w:val="Salutation"/>
    <w:uiPriority w:val="99"/>
    <w:semiHidden/>
    <w:rsid w:val="008C7B1F"/>
    <w:rPr>
      <w:kern w:val="24"/>
    </w:rPr>
  </w:style>
  <w:style w:type="paragraph" w:styleId="Signature">
    <w:name w:val="Signature"/>
    <w:basedOn w:val="Normal"/>
    <w:link w:val="SignatureChar"/>
    <w:uiPriority w:val="99"/>
    <w:semiHidden/>
    <w:unhideWhenUsed/>
    <w:rsid w:val="008C7B1F"/>
    <w:pPr>
      <w:spacing w:line="240" w:lineRule="auto"/>
      <w:ind w:left="4320" w:firstLine="0"/>
    </w:pPr>
  </w:style>
  <w:style w:type="character" w:customStyle="1" w:styleId="SignatureChar">
    <w:name w:val="Signature Char"/>
    <w:basedOn w:val="DefaultParagraphFont"/>
    <w:link w:val="Signature"/>
    <w:uiPriority w:val="99"/>
    <w:semiHidden/>
    <w:rsid w:val="008C7B1F"/>
    <w:rPr>
      <w:kern w:val="24"/>
    </w:rPr>
  </w:style>
  <w:style w:type="paragraph" w:styleId="TableofAuthorities">
    <w:name w:val="table of authorities"/>
    <w:basedOn w:val="Normal"/>
    <w:next w:val="Normal"/>
    <w:uiPriority w:val="99"/>
    <w:semiHidden/>
    <w:unhideWhenUsed/>
    <w:rsid w:val="008C7B1F"/>
    <w:pPr>
      <w:ind w:left="240" w:firstLine="0"/>
    </w:pPr>
  </w:style>
  <w:style w:type="paragraph" w:styleId="TableofFigures">
    <w:name w:val="table of figures"/>
    <w:basedOn w:val="Normal"/>
    <w:next w:val="Normal"/>
    <w:uiPriority w:val="99"/>
    <w:semiHidden/>
    <w:unhideWhenUsed/>
    <w:rsid w:val="008C7B1F"/>
    <w:pPr>
      <w:ind w:firstLine="0"/>
    </w:pPr>
  </w:style>
  <w:style w:type="paragraph" w:styleId="TOAHeading">
    <w:name w:val="toa heading"/>
    <w:basedOn w:val="Normal"/>
    <w:next w:val="Normal"/>
    <w:uiPriority w:val="99"/>
    <w:semiHidden/>
    <w:unhideWhenUsed/>
    <w:rsid w:val="008C7B1F"/>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8C7B1F"/>
    <w:pPr>
      <w:spacing w:after="100"/>
      <w:ind w:left="720" w:firstLine="0"/>
    </w:pPr>
  </w:style>
  <w:style w:type="paragraph" w:styleId="TOC5">
    <w:name w:val="toc 5"/>
    <w:basedOn w:val="Normal"/>
    <w:next w:val="Normal"/>
    <w:autoRedefine/>
    <w:uiPriority w:val="39"/>
    <w:semiHidden/>
    <w:unhideWhenUsed/>
    <w:rsid w:val="008C7B1F"/>
    <w:pPr>
      <w:spacing w:after="100"/>
      <w:ind w:left="960" w:firstLine="0"/>
    </w:pPr>
  </w:style>
  <w:style w:type="paragraph" w:styleId="TOC6">
    <w:name w:val="toc 6"/>
    <w:basedOn w:val="Normal"/>
    <w:next w:val="Normal"/>
    <w:autoRedefine/>
    <w:uiPriority w:val="39"/>
    <w:semiHidden/>
    <w:unhideWhenUsed/>
    <w:rsid w:val="008C7B1F"/>
    <w:pPr>
      <w:spacing w:after="100"/>
      <w:ind w:left="1200" w:firstLine="0"/>
    </w:pPr>
  </w:style>
  <w:style w:type="paragraph" w:styleId="TOC7">
    <w:name w:val="toc 7"/>
    <w:basedOn w:val="Normal"/>
    <w:next w:val="Normal"/>
    <w:autoRedefine/>
    <w:uiPriority w:val="39"/>
    <w:semiHidden/>
    <w:unhideWhenUsed/>
    <w:rsid w:val="008C7B1F"/>
    <w:pPr>
      <w:spacing w:after="100"/>
      <w:ind w:left="1440" w:firstLine="0"/>
    </w:pPr>
  </w:style>
  <w:style w:type="paragraph" w:styleId="TOC8">
    <w:name w:val="toc 8"/>
    <w:basedOn w:val="Normal"/>
    <w:next w:val="Normal"/>
    <w:autoRedefine/>
    <w:uiPriority w:val="39"/>
    <w:semiHidden/>
    <w:unhideWhenUsed/>
    <w:rsid w:val="008C7B1F"/>
    <w:pPr>
      <w:spacing w:after="100"/>
      <w:ind w:left="1680" w:firstLine="0"/>
    </w:pPr>
  </w:style>
  <w:style w:type="paragraph" w:styleId="TOC9">
    <w:name w:val="toc 9"/>
    <w:basedOn w:val="Normal"/>
    <w:next w:val="Normal"/>
    <w:autoRedefine/>
    <w:uiPriority w:val="39"/>
    <w:semiHidden/>
    <w:unhideWhenUsed/>
    <w:rsid w:val="008C7B1F"/>
    <w:pPr>
      <w:spacing w:after="100"/>
      <w:ind w:left="1920" w:firstLine="0"/>
    </w:pPr>
  </w:style>
  <w:style w:type="character" w:styleId="EndnoteReference">
    <w:name w:val="endnote reference"/>
    <w:basedOn w:val="DefaultParagraphFont"/>
    <w:uiPriority w:val="99"/>
    <w:semiHidden/>
    <w:unhideWhenUsed/>
    <w:rsid w:val="008C7B1F"/>
    <w:rPr>
      <w:vertAlign w:val="superscript"/>
    </w:rPr>
  </w:style>
  <w:style w:type="character" w:styleId="FootnoteReference">
    <w:name w:val="footnote reference"/>
    <w:basedOn w:val="DefaultParagraphFont"/>
    <w:uiPriority w:val="5"/>
    <w:unhideWhenUsed/>
    <w:qFormat/>
    <w:rsid w:val="008C7B1F"/>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rsid w:val="008C7B1F"/>
    <w:pPr>
      <w:spacing w:before="240"/>
      <w:ind w:firstLine="0"/>
      <w:contextualSpacing/>
    </w:pPr>
  </w:style>
  <w:style w:type="table" w:customStyle="1" w:styleId="PlainTable11">
    <w:name w:val="Plain Table 1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semiHidden/>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character" w:styleId="Hyperlink">
    <w:name w:val="Hyperlink"/>
    <w:basedOn w:val="DefaultParagraphFont"/>
    <w:uiPriority w:val="99"/>
    <w:unhideWhenUsed/>
    <w:rsid w:val="007012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eeb\AppData\Roaming\Microsoft\Templates\APA%20style%20report%20(6th%20edition).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DISCUSSION</Abstract>
  <CompanyAddress/>
  <CompanyPhone/>
  <CompanyFax/>
  <CompanyEmail/>
</CoverPageProperti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2</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3</b:RefOrder>
  </b:Source>
  <b:Source>
    <b:Tag>OHS18</b:Tag>
    <b:SourceType>JournalArticle</b:SourceType>
    <b:Guid>{53F52645-8F7E-48BD-A647-FDE0A73C86EF}</b:Guid>
    <b:Author>
      <b:Author>
        <b:NameList>
          <b:Person>
            <b:Last>OHS</b:Last>
          </b:Person>
        </b:NameList>
      </b:Author>
    </b:Author>
    <b:Title>Occupational safety and health policy sums up the goals</b:Title>
    <b:Year>2018</b:Year>
    <b:Pages>https://ttk.fi/en/well-being_at_work_and_occupational_health_and_safety/occupational_health_and_safety_work_in_the_workplace/responsibilities_and_obligations/occupational_safety_and_health_policy</b:Pages>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B32BDC-7238-452D-BAAD-3F3F4A72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Template>
  <TotalTime>1143</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FELIX</cp:lastModifiedBy>
  <cp:revision>476</cp:revision>
  <dcterms:created xsi:type="dcterms:W3CDTF">2021-02-04T01:31:00Z</dcterms:created>
  <dcterms:modified xsi:type="dcterms:W3CDTF">2021-05-11T20:54:00Z</dcterms:modified>
</cp:coreProperties>
</file>